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rutenet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77777777" w:rsidR="00974E99" w:rsidRPr="00F55AD7" w:rsidRDefault="00974E99" w:rsidP="00E21A27">
            <w:pPr>
              <w:pStyle w:val="Documenttype"/>
            </w:pPr>
            <w:bookmarkStart w:id="0" w:name="_Hlk66810758"/>
            <w:bookmarkStart w:id="1" w:name="_Hlk60299461"/>
            <w:bookmarkEnd w:id="0"/>
            <w:r w:rsidRPr="00F55AD7">
              <w:t>I</w:t>
            </w:r>
            <w:bookmarkStart w:id="2" w:name="_Ref446317644"/>
            <w:bookmarkEnd w:id="2"/>
            <w:r w:rsidRPr="00F55AD7">
              <w:t xml:space="preserve">ALA </w:t>
            </w:r>
            <w:r w:rsidR="0093492E" w:rsidRPr="00F55AD7">
              <w:t>G</w:t>
            </w:r>
            <w:r w:rsidR="00722236" w:rsidRPr="00F55AD7">
              <w:t>uideline</w:t>
            </w:r>
          </w:p>
        </w:tc>
      </w:tr>
      <w:bookmarkEnd w:id="1"/>
    </w:tbl>
    <w:p w14:paraId="11ABFCF1" w14:textId="5375BAD0" w:rsidR="008972C3" w:rsidRPr="00F55AD7" w:rsidRDefault="008972C3" w:rsidP="003D2A7A"/>
    <w:p w14:paraId="0E135310" w14:textId="77777777" w:rsidR="00D74AE1" w:rsidRPr="00F55AD7" w:rsidRDefault="00D74AE1" w:rsidP="003D2A7A"/>
    <w:p w14:paraId="1666586B" w14:textId="6D5AD9B0" w:rsidR="0093492E" w:rsidRPr="00F55AD7" w:rsidRDefault="0072087B" w:rsidP="00827301">
      <w:pPr>
        <w:pStyle w:val="Documentnumber"/>
      </w:pPr>
      <w:r>
        <w:t>G1111-5</w:t>
      </w:r>
    </w:p>
    <w:p w14:paraId="5D9DBE03" w14:textId="12915641" w:rsidR="00F85080" w:rsidRDefault="00F85080" w:rsidP="00195176">
      <w:pPr>
        <w:pStyle w:val="Documentname"/>
      </w:pPr>
      <w:r w:rsidRPr="008700C4">
        <w:t>Producing</w:t>
      </w:r>
      <w:r w:rsidR="00716B74">
        <w:t xml:space="preserve"> </w:t>
      </w:r>
      <w:r w:rsidRPr="008700C4">
        <w:t xml:space="preserve">Requirements for </w:t>
      </w:r>
      <w:r w:rsidR="0072087B">
        <w:t>Environment Monitoring</w:t>
      </w:r>
      <w:r w:rsidR="003074A8">
        <w:t xml:space="preserve"> Sensors</w:t>
      </w:r>
      <w:r w:rsidR="00A712B6">
        <w:t xml:space="preserve"> </w:t>
      </w:r>
    </w:p>
    <w:p w14:paraId="7D876D3C" w14:textId="77777777" w:rsidR="00682A80" w:rsidRDefault="00682A80" w:rsidP="003D2A7A">
      <w:pPr>
        <w:rPr>
          <w:caps/>
          <w:color w:val="00558C"/>
          <w:sz w:val="28"/>
          <w:szCs w:val="28"/>
        </w:rPr>
      </w:pPr>
    </w:p>
    <w:p w14:paraId="2C6E6347" w14:textId="265578D3" w:rsidR="004E0BBB" w:rsidRDefault="004E0BBB" w:rsidP="003D2A7A"/>
    <w:p w14:paraId="3808F25F" w14:textId="4A46F76F" w:rsidR="00EB769A" w:rsidRDefault="00EB769A" w:rsidP="003D2A7A"/>
    <w:p w14:paraId="1F8F3DC2" w14:textId="55410C8C" w:rsidR="00EB769A" w:rsidRDefault="00EB769A" w:rsidP="003D2A7A"/>
    <w:p w14:paraId="5775D493" w14:textId="77777777" w:rsidR="0033714F" w:rsidRDefault="0033714F" w:rsidP="003D2A7A"/>
    <w:p w14:paraId="008EC00A" w14:textId="77777777" w:rsidR="0033714F" w:rsidRDefault="0033714F" w:rsidP="003D2A7A"/>
    <w:p w14:paraId="05EBB986" w14:textId="77777777" w:rsidR="0033714F" w:rsidRDefault="0033714F" w:rsidP="003D2A7A"/>
    <w:p w14:paraId="248FDF3D" w14:textId="77777777" w:rsidR="0033714F" w:rsidRDefault="0033714F" w:rsidP="003D2A7A"/>
    <w:p w14:paraId="3B8B453B" w14:textId="68EBB143" w:rsidR="00EB769A" w:rsidRDefault="00EB769A" w:rsidP="003D2A7A"/>
    <w:p w14:paraId="34FC4676" w14:textId="49A11965" w:rsidR="00EB769A" w:rsidRDefault="008E5990" w:rsidP="00195176">
      <w:pPr>
        <w:tabs>
          <w:tab w:val="left" w:pos="5964"/>
        </w:tabs>
      </w:pPr>
      <w:r>
        <w:tab/>
      </w:r>
    </w:p>
    <w:p w14:paraId="0D9598F1" w14:textId="3F191B16" w:rsidR="00EB769A" w:rsidRDefault="00EB769A" w:rsidP="003D2A7A"/>
    <w:p w14:paraId="4130E40C" w14:textId="0BA97E06" w:rsidR="00EB769A" w:rsidRDefault="00EB769A" w:rsidP="003D2A7A"/>
    <w:p w14:paraId="0054619C" w14:textId="77777777" w:rsidR="00EB769A" w:rsidRPr="00F55AD7" w:rsidRDefault="00EB769A" w:rsidP="003D2A7A"/>
    <w:p w14:paraId="21E3716A" w14:textId="77777777" w:rsidR="004E0BBB" w:rsidRPr="00F55AD7" w:rsidRDefault="004E0BBB" w:rsidP="003D2A7A"/>
    <w:p w14:paraId="5B0ECAE2" w14:textId="77777777" w:rsidR="004D2AA5" w:rsidRDefault="004D2AA5" w:rsidP="003D2A7A">
      <w:pPr>
        <w:rPr>
          <w:color w:val="FF0000"/>
          <w:sz w:val="28"/>
          <w:szCs w:val="36"/>
        </w:rPr>
      </w:pPr>
    </w:p>
    <w:p w14:paraId="74C972F4" w14:textId="554B6A93" w:rsidR="00EB769A" w:rsidRDefault="00EB769A" w:rsidP="003D2A7A">
      <w:pPr>
        <w:rPr>
          <w:sz w:val="28"/>
          <w:szCs w:val="36"/>
        </w:rPr>
      </w:pPr>
    </w:p>
    <w:p w14:paraId="6A9BB826" w14:textId="77777777" w:rsidR="00A47F37" w:rsidRDefault="00A47F37" w:rsidP="003D2A7A">
      <w:pPr>
        <w:rPr>
          <w:lang w:val="da-DK"/>
        </w:rPr>
      </w:pPr>
    </w:p>
    <w:p w14:paraId="35C43840" w14:textId="77777777" w:rsidR="00F91EE5" w:rsidRDefault="00F91EE5" w:rsidP="003D2A7A">
      <w:pPr>
        <w:rPr>
          <w:lang w:val="da-DK"/>
        </w:rPr>
      </w:pPr>
    </w:p>
    <w:p w14:paraId="07426E49" w14:textId="77777777" w:rsidR="00F91EE5" w:rsidRPr="004E0DBB" w:rsidRDefault="00F91EE5" w:rsidP="003D2A7A">
      <w:pPr>
        <w:rPr>
          <w:lang w:val="da-DK"/>
        </w:rPr>
      </w:pPr>
    </w:p>
    <w:p w14:paraId="4BB4D086" w14:textId="69D231E5" w:rsidR="00925B39" w:rsidRPr="004E0DBB" w:rsidRDefault="00925B39" w:rsidP="003D2A7A">
      <w:pPr>
        <w:rPr>
          <w:lang w:val="da-DK"/>
        </w:rPr>
      </w:pPr>
    </w:p>
    <w:p w14:paraId="160C2403" w14:textId="1818BEB0" w:rsidR="004E0BBB" w:rsidRPr="00F55AD7" w:rsidRDefault="002735DD" w:rsidP="004E0BBB">
      <w:pPr>
        <w:pStyle w:val="Editionnumber"/>
      </w:pPr>
      <w:r>
        <w:t xml:space="preserve">Edition </w:t>
      </w:r>
      <w:r w:rsidR="00F31063">
        <w:t>1.0</w:t>
      </w:r>
    </w:p>
    <w:p w14:paraId="6ACE54B7" w14:textId="13488905" w:rsidR="004E0BBB" w:rsidRDefault="00103D36" w:rsidP="00827301">
      <w:pPr>
        <w:pStyle w:val="Documentdate"/>
      </w:pPr>
      <w:r>
        <w:t>xx 2022</w:t>
      </w:r>
    </w:p>
    <w:p w14:paraId="7D0B2951" w14:textId="01AFA2AE" w:rsidR="00BC27F6" w:rsidRDefault="00BC27F6" w:rsidP="00A87080"/>
    <w:p w14:paraId="0894D137" w14:textId="30C988EE" w:rsidR="000E0EC6" w:rsidRPr="00F55AD7" w:rsidRDefault="00F404B9" w:rsidP="00F404B9">
      <w:pPr>
        <w:pStyle w:val="MRN"/>
        <w:sectPr w:rsidR="000E0EC6" w:rsidRPr="00F55AD7" w:rsidSect="00195176">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269" w:left="1276" w:header="567" w:footer="551" w:gutter="0"/>
          <w:cols w:space="708"/>
          <w:docGrid w:linePitch="360"/>
        </w:sectPr>
      </w:pPr>
      <w:proofErr w:type="gramStart"/>
      <w:r w:rsidRPr="00844B35">
        <w:t>urn:mrn</w:t>
      </w:r>
      <w:proofErr w:type="gramEnd"/>
      <w:r w:rsidRPr="00844B35">
        <w:t>:iala:pub:g</w:t>
      </w:r>
      <w:r w:rsidR="000654C2">
        <w:t>1111</w:t>
      </w:r>
      <w:r w:rsidR="00F91EE5">
        <w:t>-5</w:t>
      </w:r>
      <w:r w:rsidR="008E5990">
        <w:t>:</w:t>
      </w:r>
      <w:r w:rsidR="00F91EE5">
        <w:t>ed</w:t>
      </w:r>
      <w:r w:rsidR="008E5990">
        <w:t>1.0</w:t>
      </w:r>
    </w:p>
    <w:p w14:paraId="502AF1A3" w14:textId="295D1F08" w:rsidR="00914E26" w:rsidRPr="00F55AD7" w:rsidRDefault="00914E26" w:rsidP="00914E26">
      <w:pPr>
        <w:pStyle w:val="Brdteks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4CC5DAD" w14:textId="77777777" w:rsidTr="00F404B9">
        <w:tc>
          <w:tcPr>
            <w:tcW w:w="1908" w:type="dxa"/>
          </w:tcPr>
          <w:p w14:paraId="1A84DF12" w14:textId="77777777" w:rsidR="00914E26" w:rsidRPr="00F55AD7" w:rsidRDefault="00914E26" w:rsidP="005D3920">
            <w:pPr>
              <w:pStyle w:val="Documentrevisiontabletitle"/>
            </w:pPr>
            <w:r w:rsidRPr="00F55AD7">
              <w:t>Date</w:t>
            </w:r>
          </w:p>
        </w:tc>
        <w:tc>
          <w:tcPr>
            <w:tcW w:w="6025" w:type="dxa"/>
          </w:tcPr>
          <w:p w14:paraId="766E7BBE" w14:textId="65DE9EBF" w:rsidR="00914E26" w:rsidRPr="00F55AD7" w:rsidRDefault="00F404B9" w:rsidP="005D3920">
            <w:pPr>
              <w:pStyle w:val="Documentrevisiontabletitle"/>
            </w:pPr>
            <w:r>
              <w:t>Details</w:t>
            </w:r>
          </w:p>
        </w:tc>
        <w:tc>
          <w:tcPr>
            <w:tcW w:w="2552" w:type="dxa"/>
          </w:tcPr>
          <w:p w14:paraId="078E2FCC" w14:textId="3FBFC693" w:rsidR="00914E26" w:rsidRPr="00F55AD7" w:rsidRDefault="00F404B9" w:rsidP="005D3920">
            <w:pPr>
              <w:pStyle w:val="Documentrevisiontabletitle"/>
            </w:pPr>
            <w:r>
              <w:t>Approval</w:t>
            </w:r>
          </w:p>
        </w:tc>
      </w:tr>
      <w:tr w:rsidR="005E4659" w:rsidRPr="00F55AD7" w14:paraId="3FD30408" w14:textId="77777777" w:rsidTr="00F404B9">
        <w:trPr>
          <w:trHeight w:val="851"/>
        </w:trPr>
        <w:tc>
          <w:tcPr>
            <w:tcW w:w="1908" w:type="dxa"/>
            <w:vAlign w:val="center"/>
          </w:tcPr>
          <w:p w14:paraId="5F32BB5E" w14:textId="51E92B53" w:rsidR="00914E26" w:rsidRPr="00CB7D0F" w:rsidRDefault="005E45FB" w:rsidP="00CB7D0F">
            <w:pPr>
              <w:pStyle w:val="Tabletext"/>
            </w:pPr>
            <w:proofErr w:type="spellStart"/>
            <w:r w:rsidRPr="00E66625">
              <w:rPr>
                <w:highlight w:val="yellow"/>
              </w:rPr>
              <w:t>Xx</w:t>
            </w:r>
            <w:proofErr w:type="spellEnd"/>
            <w:r w:rsidRPr="00E66625">
              <w:rPr>
                <w:highlight w:val="yellow"/>
              </w:rPr>
              <w:t xml:space="preserve"> 2022</w:t>
            </w:r>
          </w:p>
        </w:tc>
        <w:tc>
          <w:tcPr>
            <w:tcW w:w="6025" w:type="dxa"/>
            <w:vAlign w:val="center"/>
          </w:tcPr>
          <w:p w14:paraId="384AF95D" w14:textId="1C3EC4BE" w:rsidR="00914E26" w:rsidRPr="00CB7D0F" w:rsidRDefault="003C7FBE" w:rsidP="008700C4">
            <w:pPr>
              <w:pStyle w:val="Tabletext"/>
            </w:pPr>
            <w:r w:rsidRPr="003C7FBE">
              <w:t xml:space="preserve">First issue. Major revision of Guideline G1111 sections, divided into sub-guidelines G1111-1 to G1111-9. </w:t>
            </w:r>
          </w:p>
        </w:tc>
        <w:tc>
          <w:tcPr>
            <w:tcW w:w="2552" w:type="dxa"/>
            <w:vAlign w:val="center"/>
          </w:tcPr>
          <w:p w14:paraId="2F4D3410" w14:textId="6C5DE197" w:rsidR="00914E26" w:rsidRPr="00CB7D0F" w:rsidRDefault="005E45FB" w:rsidP="00CB7D0F">
            <w:pPr>
              <w:pStyle w:val="Tabletext"/>
            </w:pPr>
            <w:r w:rsidRPr="00E66625">
              <w:rPr>
                <w:highlight w:val="yellow"/>
              </w:rPr>
              <w:t>Council xx</w:t>
            </w:r>
          </w:p>
        </w:tc>
      </w:tr>
      <w:tr w:rsidR="005E4659" w:rsidRPr="00F55AD7" w14:paraId="32499553" w14:textId="77777777" w:rsidTr="00F404B9">
        <w:trPr>
          <w:trHeight w:val="851"/>
        </w:trPr>
        <w:tc>
          <w:tcPr>
            <w:tcW w:w="1908" w:type="dxa"/>
            <w:vAlign w:val="center"/>
          </w:tcPr>
          <w:p w14:paraId="1D4E85EB" w14:textId="77777777" w:rsidR="00914E26" w:rsidRPr="00CB7D0F" w:rsidRDefault="00914E26" w:rsidP="00CB7D0F">
            <w:pPr>
              <w:pStyle w:val="Tabletext"/>
            </w:pPr>
          </w:p>
        </w:tc>
        <w:tc>
          <w:tcPr>
            <w:tcW w:w="6025" w:type="dxa"/>
            <w:vAlign w:val="center"/>
          </w:tcPr>
          <w:p w14:paraId="68744822" w14:textId="77777777" w:rsidR="00914E26" w:rsidRPr="00CB7D0F" w:rsidRDefault="00914E26" w:rsidP="00CB7D0F">
            <w:pPr>
              <w:pStyle w:val="Tabletext"/>
            </w:pPr>
          </w:p>
        </w:tc>
        <w:tc>
          <w:tcPr>
            <w:tcW w:w="2552" w:type="dxa"/>
            <w:vAlign w:val="center"/>
          </w:tcPr>
          <w:p w14:paraId="5000304B" w14:textId="77777777" w:rsidR="00914E26" w:rsidRPr="00CB7D0F" w:rsidRDefault="00914E26" w:rsidP="00CB7D0F">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CB7D0F">
            <w:pPr>
              <w:pStyle w:val="Tabletext"/>
            </w:pPr>
          </w:p>
        </w:tc>
        <w:tc>
          <w:tcPr>
            <w:tcW w:w="6025" w:type="dxa"/>
            <w:vAlign w:val="center"/>
          </w:tcPr>
          <w:p w14:paraId="29F77260" w14:textId="77777777" w:rsidR="00914E26" w:rsidRPr="00CB7D0F" w:rsidRDefault="00914E26" w:rsidP="00CB7D0F">
            <w:pPr>
              <w:pStyle w:val="Tabletext"/>
            </w:pPr>
          </w:p>
        </w:tc>
        <w:tc>
          <w:tcPr>
            <w:tcW w:w="2552" w:type="dxa"/>
            <w:vAlign w:val="center"/>
          </w:tcPr>
          <w:p w14:paraId="14EB958F" w14:textId="77777777" w:rsidR="00914E26" w:rsidRPr="00CB7D0F" w:rsidRDefault="00914E26" w:rsidP="00CB7D0F">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CB7D0F">
            <w:pPr>
              <w:pStyle w:val="Tabletext"/>
            </w:pPr>
          </w:p>
        </w:tc>
        <w:tc>
          <w:tcPr>
            <w:tcW w:w="6025" w:type="dxa"/>
            <w:vAlign w:val="center"/>
          </w:tcPr>
          <w:p w14:paraId="6297B6BD" w14:textId="77777777" w:rsidR="00914E26" w:rsidRPr="00CB7D0F" w:rsidRDefault="00914E26" w:rsidP="00CB7D0F">
            <w:pPr>
              <w:pStyle w:val="Tabletext"/>
            </w:pPr>
          </w:p>
        </w:tc>
        <w:tc>
          <w:tcPr>
            <w:tcW w:w="2552" w:type="dxa"/>
            <w:vAlign w:val="center"/>
          </w:tcPr>
          <w:p w14:paraId="714A6399" w14:textId="77777777" w:rsidR="00914E26" w:rsidRPr="00CB7D0F" w:rsidRDefault="00914E26" w:rsidP="00CB7D0F">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CB7D0F">
            <w:pPr>
              <w:pStyle w:val="Tabletext"/>
            </w:pPr>
          </w:p>
        </w:tc>
        <w:tc>
          <w:tcPr>
            <w:tcW w:w="6025" w:type="dxa"/>
            <w:vAlign w:val="center"/>
          </w:tcPr>
          <w:p w14:paraId="4F3483E6" w14:textId="77777777" w:rsidR="00914E26" w:rsidRPr="00CB7D0F" w:rsidRDefault="00914E26" w:rsidP="00CB7D0F">
            <w:pPr>
              <w:pStyle w:val="Tabletext"/>
            </w:pPr>
          </w:p>
        </w:tc>
        <w:tc>
          <w:tcPr>
            <w:tcW w:w="2552" w:type="dxa"/>
            <w:vAlign w:val="center"/>
          </w:tcPr>
          <w:p w14:paraId="2CB4DFB4" w14:textId="77777777" w:rsidR="00914E26" w:rsidRPr="00CB7D0F" w:rsidRDefault="00914E26" w:rsidP="00CB7D0F">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CB7D0F">
            <w:pPr>
              <w:pStyle w:val="Tabletext"/>
            </w:pPr>
          </w:p>
        </w:tc>
        <w:tc>
          <w:tcPr>
            <w:tcW w:w="6025" w:type="dxa"/>
            <w:vAlign w:val="center"/>
          </w:tcPr>
          <w:p w14:paraId="53EF560D" w14:textId="77777777" w:rsidR="00914E26" w:rsidRPr="00CB7D0F" w:rsidRDefault="00914E26" w:rsidP="00CB7D0F">
            <w:pPr>
              <w:pStyle w:val="Tabletext"/>
            </w:pPr>
          </w:p>
        </w:tc>
        <w:tc>
          <w:tcPr>
            <w:tcW w:w="2552" w:type="dxa"/>
            <w:vAlign w:val="center"/>
          </w:tcPr>
          <w:p w14:paraId="1FC5155B" w14:textId="77777777" w:rsidR="00914E26" w:rsidRPr="00CB7D0F" w:rsidRDefault="00914E26" w:rsidP="00CB7D0F">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CB7D0F">
            <w:pPr>
              <w:pStyle w:val="Tabletext"/>
            </w:pPr>
          </w:p>
        </w:tc>
        <w:tc>
          <w:tcPr>
            <w:tcW w:w="6025" w:type="dxa"/>
            <w:vAlign w:val="center"/>
          </w:tcPr>
          <w:p w14:paraId="34E40D9D" w14:textId="77777777" w:rsidR="00914E26" w:rsidRPr="00CB7D0F" w:rsidRDefault="00914E26" w:rsidP="00CB7D0F">
            <w:pPr>
              <w:pStyle w:val="Tabletext"/>
            </w:pPr>
          </w:p>
        </w:tc>
        <w:tc>
          <w:tcPr>
            <w:tcW w:w="2552" w:type="dxa"/>
            <w:vAlign w:val="center"/>
          </w:tcPr>
          <w:p w14:paraId="2BEB0366" w14:textId="77777777" w:rsidR="00914E26" w:rsidRPr="00CB7D0F" w:rsidRDefault="00914E26" w:rsidP="00CB7D0F">
            <w:pPr>
              <w:pStyle w:val="Tabletext"/>
            </w:pPr>
          </w:p>
        </w:tc>
      </w:tr>
    </w:tbl>
    <w:p w14:paraId="5722268C" w14:textId="77777777" w:rsidR="00914E26" w:rsidRPr="00F55AD7" w:rsidRDefault="00914E26" w:rsidP="00D74AE1"/>
    <w:p w14:paraId="542DC038" w14:textId="77777777" w:rsidR="005E4659" w:rsidRPr="00F55AD7" w:rsidRDefault="005E4659" w:rsidP="008069C5">
      <w:pPr>
        <w:pStyle w:val="Brdteks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76CD75C3" w14:textId="2BA46E4E" w:rsidR="00E66625" w:rsidRDefault="00D50138">
      <w:pPr>
        <w:pStyle w:val="INNH1"/>
        <w:rPr>
          <w:rFonts w:eastAsiaTheme="minorEastAsia"/>
          <w:b w:val="0"/>
          <w:caps w:val="0"/>
          <w:color w:val="auto"/>
          <w:lang w:val="nb-NO" w:eastAsia="nb-NO"/>
        </w:rPr>
      </w:pPr>
      <w:r>
        <w:rPr>
          <w:rFonts w:eastAsia="Times New Roman" w:cs="Times New Roman"/>
          <w:caps w:val="0"/>
          <w:szCs w:val="20"/>
        </w:rPr>
        <w:lastRenderedPageBreak/>
        <w:fldChar w:fldCharType="begin"/>
      </w:r>
      <w:r>
        <w:rPr>
          <w:rFonts w:eastAsia="Times New Roman" w:cs="Times New Roman"/>
          <w:caps w:val="0"/>
          <w:szCs w:val="20"/>
        </w:rPr>
        <w:instrText xml:space="preserve"> TOC \o "1-3" </w:instrText>
      </w:r>
      <w:r>
        <w:rPr>
          <w:rFonts w:eastAsia="Times New Roman" w:cs="Times New Roman"/>
          <w:caps w:val="0"/>
          <w:szCs w:val="20"/>
        </w:rPr>
        <w:fldChar w:fldCharType="separate"/>
      </w:r>
      <w:r w:rsidR="00E66625" w:rsidRPr="005D679D">
        <w:t>1.</w:t>
      </w:r>
      <w:r w:rsidR="00E66625">
        <w:rPr>
          <w:rFonts w:eastAsiaTheme="minorEastAsia"/>
          <w:b w:val="0"/>
          <w:caps w:val="0"/>
          <w:color w:val="auto"/>
          <w:lang w:val="nb-NO" w:eastAsia="nb-NO"/>
        </w:rPr>
        <w:tab/>
      </w:r>
      <w:r w:rsidR="00E66625">
        <w:t>INTRODUCTION</w:t>
      </w:r>
      <w:r w:rsidR="00E66625">
        <w:tab/>
      </w:r>
      <w:r w:rsidR="00E66625">
        <w:fldChar w:fldCharType="begin"/>
      </w:r>
      <w:r w:rsidR="00E66625">
        <w:instrText xml:space="preserve"> PAGEREF _Toc114734881 \h </w:instrText>
      </w:r>
      <w:r w:rsidR="00E66625">
        <w:fldChar w:fldCharType="separate"/>
      </w:r>
      <w:r w:rsidR="00E66625">
        <w:t>4</w:t>
      </w:r>
      <w:r w:rsidR="00E66625">
        <w:fldChar w:fldCharType="end"/>
      </w:r>
    </w:p>
    <w:p w14:paraId="432BB0FA" w14:textId="4C7ACD4C" w:rsidR="00E66625" w:rsidRPr="00E66625" w:rsidRDefault="00E66625">
      <w:pPr>
        <w:pStyle w:val="INNH2"/>
        <w:rPr>
          <w:rFonts w:eastAsiaTheme="minorEastAsia"/>
          <w:color w:val="auto"/>
          <w:lang w:eastAsia="nb-NO"/>
        </w:rPr>
      </w:pPr>
      <w:r w:rsidRPr="005D679D">
        <w:t>1.1.</w:t>
      </w:r>
      <w:r w:rsidRPr="00E66625">
        <w:rPr>
          <w:rFonts w:eastAsiaTheme="minorEastAsia"/>
          <w:color w:val="auto"/>
          <w:lang w:eastAsia="nb-NO"/>
        </w:rPr>
        <w:tab/>
      </w:r>
      <w:r>
        <w:t>The IALA G1111 guideline series</w:t>
      </w:r>
      <w:r>
        <w:tab/>
      </w:r>
      <w:r>
        <w:fldChar w:fldCharType="begin"/>
      </w:r>
      <w:r>
        <w:instrText xml:space="preserve"> PAGEREF _Toc114734882 \h </w:instrText>
      </w:r>
      <w:r>
        <w:fldChar w:fldCharType="separate"/>
      </w:r>
      <w:r>
        <w:t>4</w:t>
      </w:r>
      <w:r>
        <w:fldChar w:fldCharType="end"/>
      </w:r>
    </w:p>
    <w:p w14:paraId="7E313976" w14:textId="65025396" w:rsidR="00E66625" w:rsidRPr="00E66625" w:rsidRDefault="00E66625">
      <w:pPr>
        <w:pStyle w:val="INNH1"/>
        <w:rPr>
          <w:rFonts w:eastAsiaTheme="minorEastAsia"/>
          <w:b w:val="0"/>
          <w:caps w:val="0"/>
          <w:color w:val="auto"/>
          <w:lang w:eastAsia="nb-NO"/>
        </w:rPr>
      </w:pPr>
      <w:r w:rsidRPr="005D679D">
        <w:t>2.</w:t>
      </w:r>
      <w:r w:rsidRPr="00E66625">
        <w:rPr>
          <w:rFonts w:eastAsiaTheme="minorEastAsia"/>
          <w:b w:val="0"/>
          <w:caps w:val="0"/>
          <w:color w:val="auto"/>
          <w:lang w:eastAsia="nb-NO"/>
        </w:rPr>
        <w:tab/>
      </w:r>
      <w:r>
        <w:t>Operational overview</w:t>
      </w:r>
      <w:r>
        <w:tab/>
      </w:r>
      <w:r>
        <w:fldChar w:fldCharType="begin"/>
      </w:r>
      <w:r>
        <w:instrText xml:space="preserve"> PAGEREF _Toc114734883 \h </w:instrText>
      </w:r>
      <w:r>
        <w:fldChar w:fldCharType="separate"/>
      </w:r>
      <w:r>
        <w:t>4</w:t>
      </w:r>
      <w:r>
        <w:fldChar w:fldCharType="end"/>
      </w:r>
    </w:p>
    <w:p w14:paraId="4176717B" w14:textId="4973EBAF" w:rsidR="00E66625" w:rsidRPr="00E66625" w:rsidRDefault="00E66625">
      <w:pPr>
        <w:pStyle w:val="INNH1"/>
        <w:rPr>
          <w:rFonts w:eastAsiaTheme="minorEastAsia"/>
          <w:b w:val="0"/>
          <w:caps w:val="0"/>
          <w:color w:val="auto"/>
          <w:lang w:eastAsia="nb-NO"/>
        </w:rPr>
      </w:pPr>
      <w:r w:rsidRPr="005D679D">
        <w:t>3.</w:t>
      </w:r>
      <w:r w:rsidRPr="00E66625">
        <w:rPr>
          <w:rFonts w:eastAsiaTheme="minorEastAsia"/>
          <w:b w:val="0"/>
          <w:caps w:val="0"/>
          <w:color w:val="auto"/>
          <w:lang w:eastAsia="nb-NO"/>
        </w:rPr>
        <w:tab/>
      </w:r>
      <w:r>
        <w:t>Producing functional and Performance Requirements</w:t>
      </w:r>
      <w:r>
        <w:tab/>
      </w:r>
      <w:r>
        <w:fldChar w:fldCharType="begin"/>
      </w:r>
      <w:r>
        <w:instrText xml:space="preserve"> PAGEREF _Toc114734884 \h </w:instrText>
      </w:r>
      <w:r>
        <w:fldChar w:fldCharType="separate"/>
      </w:r>
      <w:r>
        <w:t>6</w:t>
      </w:r>
      <w:r>
        <w:fldChar w:fldCharType="end"/>
      </w:r>
    </w:p>
    <w:p w14:paraId="77EC6135" w14:textId="4A13DF74" w:rsidR="00E66625" w:rsidRPr="00E66625" w:rsidRDefault="00E66625">
      <w:pPr>
        <w:pStyle w:val="INNH2"/>
        <w:rPr>
          <w:rFonts w:eastAsiaTheme="minorEastAsia"/>
          <w:color w:val="auto"/>
          <w:lang w:eastAsia="nb-NO"/>
        </w:rPr>
      </w:pPr>
      <w:r w:rsidRPr="005D679D">
        <w:t>3.1.</w:t>
      </w:r>
      <w:r w:rsidRPr="00E66625">
        <w:rPr>
          <w:rFonts w:eastAsiaTheme="minorEastAsia"/>
          <w:color w:val="auto"/>
          <w:lang w:eastAsia="nb-NO"/>
        </w:rPr>
        <w:tab/>
      </w:r>
      <w:r>
        <w:t>Information presentation</w:t>
      </w:r>
      <w:r>
        <w:tab/>
      </w:r>
      <w:r>
        <w:fldChar w:fldCharType="begin"/>
      </w:r>
      <w:r>
        <w:instrText xml:space="preserve"> PAGEREF _Toc114734885 \h </w:instrText>
      </w:r>
      <w:r>
        <w:fldChar w:fldCharType="separate"/>
      </w:r>
      <w:r>
        <w:t>6</w:t>
      </w:r>
      <w:r>
        <w:fldChar w:fldCharType="end"/>
      </w:r>
    </w:p>
    <w:p w14:paraId="425A332D" w14:textId="3CA47A20" w:rsidR="00E66625" w:rsidRPr="00E66625" w:rsidRDefault="00E66625">
      <w:pPr>
        <w:pStyle w:val="INNH2"/>
        <w:rPr>
          <w:rFonts w:eastAsiaTheme="minorEastAsia"/>
          <w:color w:val="auto"/>
          <w:lang w:eastAsia="nb-NO"/>
        </w:rPr>
      </w:pPr>
      <w:r w:rsidRPr="005D679D">
        <w:t>3.2.</w:t>
      </w:r>
      <w:r w:rsidRPr="00E66625">
        <w:rPr>
          <w:rFonts w:eastAsiaTheme="minorEastAsia"/>
          <w:color w:val="auto"/>
          <w:lang w:eastAsia="nb-NO"/>
        </w:rPr>
        <w:tab/>
      </w:r>
      <w:r>
        <w:t>Parameters and accuracy</w:t>
      </w:r>
      <w:r>
        <w:tab/>
      </w:r>
      <w:r>
        <w:fldChar w:fldCharType="begin"/>
      </w:r>
      <w:r>
        <w:instrText xml:space="preserve"> PAGEREF _Toc114734886 \h </w:instrText>
      </w:r>
      <w:r>
        <w:fldChar w:fldCharType="separate"/>
      </w:r>
      <w:r>
        <w:t>6</w:t>
      </w:r>
      <w:r>
        <w:fldChar w:fldCharType="end"/>
      </w:r>
    </w:p>
    <w:p w14:paraId="196A282E" w14:textId="565476A2" w:rsidR="00E66625" w:rsidRPr="00E66625" w:rsidRDefault="00E66625">
      <w:pPr>
        <w:pStyle w:val="INNH2"/>
        <w:rPr>
          <w:rFonts w:eastAsiaTheme="minorEastAsia"/>
          <w:color w:val="auto"/>
          <w:lang w:eastAsia="nb-NO"/>
        </w:rPr>
      </w:pPr>
      <w:r w:rsidRPr="005D679D">
        <w:t>3.3.</w:t>
      </w:r>
      <w:r w:rsidRPr="00E66625">
        <w:rPr>
          <w:rFonts w:eastAsiaTheme="minorEastAsia"/>
          <w:color w:val="auto"/>
          <w:lang w:eastAsia="nb-NO"/>
        </w:rPr>
        <w:tab/>
      </w:r>
      <w:r>
        <w:t>Functional requirements</w:t>
      </w:r>
      <w:r>
        <w:tab/>
      </w:r>
      <w:r>
        <w:fldChar w:fldCharType="begin"/>
      </w:r>
      <w:r>
        <w:instrText xml:space="preserve"> PAGEREF _Toc114734887 \h </w:instrText>
      </w:r>
      <w:r>
        <w:fldChar w:fldCharType="separate"/>
      </w:r>
      <w:r>
        <w:t>7</w:t>
      </w:r>
      <w:r>
        <w:fldChar w:fldCharType="end"/>
      </w:r>
    </w:p>
    <w:p w14:paraId="18943698" w14:textId="2814A975" w:rsidR="00E66625" w:rsidRPr="00E66625" w:rsidRDefault="00E66625">
      <w:pPr>
        <w:pStyle w:val="INNH2"/>
        <w:rPr>
          <w:rFonts w:eastAsiaTheme="minorEastAsia"/>
          <w:color w:val="auto"/>
          <w:lang w:eastAsia="nb-NO"/>
        </w:rPr>
      </w:pPr>
      <w:r w:rsidRPr="005D679D">
        <w:t>3.4.</w:t>
      </w:r>
      <w:r w:rsidRPr="00E66625">
        <w:rPr>
          <w:rFonts w:eastAsiaTheme="minorEastAsia"/>
          <w:color w:val="auto"/>
          <w:lang w:eastAsia="nb-NO"/>
        </w:rPr>
        <w:tab/>
      </w:r>
      <w:r>
        <w:t>Installation and maintenance considerations</w:t>
      </w:r>
      <w:r>
        <w:tab/>
      </w:r>
      <w:r>
        <w:fldChar w:fldCharType="begin"/>
      </w:r>
      <w:r>
        <w:instrText xml:space="preserve"> PAGEREF _Toc114734888 \h </w:instrText>
      </w:r>
      <w:r>
        <w:fldChar w:fldCharType="separate"/>
      </w:r>
      <w:r>
        <w:t>7</w:t>
      </w:r>
      <w:r>
        <w:fldChar w:fldCharType="end"/>
      </w:r>
    </w:p>
    <w:p w14:paraId="08FF1C72" w14:textId="20009B21" w:rsidR="00E66625" w:rsidRPr="00E66625" w:rsidRDefault="00E66625">
      <w:pPr>
        <w:pStyle w:val="INNH3"/>
        <w:tabs>
          <w:tab w:val="left" w:pos="1134"/>
        </w:tabs>
        <w:rPr>
          <w:rFonts w:eastAsiaTheme="minorEastAsia"/>
          <w:noProof/>
          <w:color w:val="auto"/>
          <w:sz w:val="22"/>
          <w:lang w:eastAsia="nb-NO"/>
        </w:rPr>
      </w:pPr>
      <w:r w:rsidRPr="005D679D">
        <w:rPr>
          <w:noProof/>
        </w:rPr>
        <w:t>3.4.1.</w:t>
      </w:r>
      <w:r w:rsidRPr="00E66625">
        <w:rPr>
          <w:rFonts w:eastAsiaTheme="minorEastAsia"/>
          <w:noProof/>
          <w:color w:val="auto"/>
          <w:sz w:val="22"/>
          <w:lang w:eastAsia="nb-NO"/>
        </w:rPr>
        <w:tab/>
      </w:r>
      <w:r>
        <w:rPr>
          <w:noProof/>
        </w:rPr>
        <w:t>Suitability to meet range, accuracy and update rate requirements</w:t>
      </w:r>
      <w:r>
        <w:rPr>
          <w:noProof/>
        </w:rPr>
        <w:tab/>
      </w:r>
      <w:r>
        <w:rPr>
          <w:noProof/>
        </w:rPr>
        <w:fldChar w:fldCharType="begin"/>
      </w:r>
      <w:r>
        <w:rPr>
          <w:noProof/>
        </w:rPr>
        <w:instrText xml:space="preserve"> PAGEREF _Toc114734889 \h </w:instrText>
      </w:r>
      <w:r>
        <w:rPr>
          <w:noProof/>
        </w:rPr>
      </w:r>
      <w:r>
        <w:rPr>
          <w:noProof/>
        </w:rPr>
        <w:fldChar w:fldCharType="separate"/>
      </w:r>
      <w:r>
        <w:rPr>
          <w:noProof/>
        </w:rPr>
        <w:t>7</w:t>
      </w:r>
      <w:r>
        <w:rPr>
          <w:noProof/>
        </w:rPr>
        <w:fldChar w:fldCharType="end"/>
      </w:r>
    </w:p>
    <w:p w14:paraId="3DF2EFDF" w14:textId="36E28ED7" w:rsidR="00E66625" w:rsidRPr="00E66625" w:rsidRDefault="00E66625">
      <w:pPr>
        <w:pStyle w:val="INNH3"/>
        <w:tabs>
          <w:tab w:val="left" w:pos="1134"/>
        </w:tabs>
        <w:rPr>
          <w:rFonts w:eastAsiaTheme="minorEastAsia"/>
          <w:noProof/>
          <w:color w:val="auto"/>
          <w:sz w:val="22"/>
          <w:lang w:eastAsia="nb-NO"/>
        </w:rPr>
      </w:pPr>
      <w:r w:rsidRPr="005D679D">
        <w:rPr>
          <w:noProof/>
        </w:rPr>
        <w:t>3.4.2.</w:t>
      </w:r>
      <w:r w:rsidRPr="00E66625">
        <w:rPr>
          <w:rFonts w:eastAsiaTheme="minorEastAsia"/>
          <w:noProof/>
          <w:color w:val="auto"/>
          <w:sz w:val="22"/>
          <w:lang w:eastAsia="nb-NO"/>
        </w:rPr>
        <w:tab/>
      </w:r>
      <w:r>
        <w:rPr>
          <w:noProof/>
        </w:rPr>
        <w:t>Location within the VTS area and its approaches</w:t>
      </w:r>
      <w:r>
        <w:rPr>
          <w:noProof/>
        </w:rPr>
        <w:tab/>
      </w:r>
      <w:r>
        <w:rPr>
          <w:noProof/>
        </w:rPr>
        <w:fldChar w:fldCharType="begin"/>
      </w:r>
      <w:r>
        <w:rPr>
          <w:noProof/>
        </w:rPr>
        <w:instrText xml:space="preserve"> PAGEREF _Toc114734890 \h </w:instrText>
      </w:r>
      <w:r>
        <w:rPr>
          <w:noProof/>
        </w:rPr>
      </w:r>
      <w:r>
        <w:rPr>
          <w:noProof/>
        </w:rPr>
        <w:fldChar w:fldCharType="separate"/>
      </w:r>
      <w:r>
        <w:rPr>
          <w:noProof/>
        </w:rPr>
        <w:t>7</w:t>
      </w:r>
      <w:r>
        <w:rPr>
          <w:noProof/>
        </w:rPr>
        <w:fldChar w:fldCharType="end"/>
      </w:r>
    </w:p>
    <w:p w14:paraId="2BE9092B" w14:textId="3F7F027C" w:rsidR="00E66625" w:rsidRPr="00E66625" w:rsidRDefault="00E66625">
      <w:pPr>
        <w:pStyle w:val="INNH3"/>
        <w:tabs>
          <w:tab w:val="left" w:pos="1134"/>
        </w:tabs>
        <w:rPr>
          <w:rFonts w:eastAsiaTheme="minorEastAsia"/>
          <w:noProof/>
          <w:color w:val="auto"/>
          <w:sz w:val="22"/>
          <w:lang w:eastAsia="nb-NO"/>
        </w:rPr>
      </w:pPr>
      <w:r w:rsidRPr="005D679D">
        <w:rPr>
          <w:noProof/>
        </w:rPr>
        <w:t>3.4.3.</w:t>
      </w:r>
      <w:r w:rsidRPr="00E66625">
        <w:rPr>
          <w:rFonts w:eastAsiaTheme="minorEastAsia"/>
          <w:noProof/>
          <w:color w:val="auto"/>
          <w:sz w:val="22"/>
          <w:lang w:eastAsia="nb-NO"/>
        </w:rPr>
        <w:tab/>
      </w:r>
      <w:r>
        <w:rPr>
          <w:noProof/>
        </w:rPr>
        <w:t>Durability and resistance to environmental conditions</w:t>
      </w:r>
      <w:r>
        <w:rPr>
          <w:noProof/>
        </w:rPr>
        <w:tab/>
      </w:r>
      <w:r>
        <w:rPr>
          <w:noProof/>
        </w:rPr>
        <w:fldChar w:fldCharType="begin"/>
      </w:r>
      <w:r>
        <w:rPr>
          <w:noProof/>
        </w:rPr>
        <w:instrText xml:space="preserve"> PAGEREF _Toc114734891 \h </w:instrText>
      </w:r>
      <w:r>
        <w:rPr>
          <w:noProof/>
        </w:rPr>
      </w:r>
      <w:r>
        <w:rPr>
          <w:noProof/>
        </w:rPr>
        <w:fldChar w:fldCharType="separate"/>
      </w:r>
      <w:r>
        <w:rPr>
          <w:noProof/>
        </w:rPr>
        <w:t>8</w:t>
      </w:r>
      <w:r>
        <w:rPr>
          <w:noProof/>
        </w:rPr>
        <w:fldChar w:fldCharType="end"/>
      </w:r>
    </w:p>
    <w:p w14:paraId="26117138" w14:textId="575E5A18" w:rsidR="00E66625" w:rsidRPr="00E66625" w:rsidRDefault="00E66625">
      <w:pPr>
        <w:pStyle w:val="INNH3"/>
        <w:tabs>
          <w:tab w:val="left" w:pos="1134"/>
        </w:tabs>
        <w:rPr>
          <w:rFonts w:eastAsiaTheme="minorEastAsia"/>
          <w:noProof/>
          <w:color w:val="auto"/>
          <w:sz w:val="22"/>
          <w:lang w:eastAsia="nb-NO"/>
        </w:rPr>
      </w:pPr>
      <w:r w:rsidRPr="005D679D">
        <w:rPr>
          <w:noProof/>
        </w:rPr>
        <w:t>3.4.4.</w:t>
      </w:r>
      <w:r w:rsidRPr="00E66625">
        <w:rPr>
          <w:rFonts w:eastAsiaTheme="minorEastAsia"/>
          <w:noProof/>
          <w:color w:val="auto"/>
          <w:sz w:val="22"/>
          <w:lang w:eastAsia="nb-NO"/>
        </w:rPr>
        <w:tab/>
      </w:r>
      <w:r>
        <w:rPr>
          <w:noProof/>
        </w:rPr>
        <w:t>Interference</w:t>
      </w:r>
      <w:r>
        <w:rPr>
          <w:noProof/>
        </w:rPr>
        <w:tab/>
      </w:r>
      <w:r>
        <w:rPr>
          <w:noProof/>
        </w:rPr>
        <w:fldChar w:fldCharType="begin"/>
      </w:r>
      <w:r>
        <w:rPr>
          <w:noProof/>
        </w:rPr>
        <w:instrText xml:space="preserve"> PAGEREF _Toc114734892 \h </w:instrText>
      </w:r>
      <w:r>
        <w:rPr>
          <w:noProof/>
        </w:rPr>
      </w:r>
      <w:r>
        <w:rPr>
          <w:noProof/>
        </w:rPr>
        <w:fldChar w:fldCharType="separate"/>
      </w:r>
      <w:r>
        <w:rPr>
          <w:noProof/>
        </w:rPr>
        <w:t>8</w:t>
      </w:r>
      <w:r>
        <w:rPr>
          <w:noProof/>
        </w:rPr>
        <w:fldChar w:fldCharType="end"/>
      </w:r>
    </w:p>
    <w:p w14:paraId="06312679" w14:textId="18F29B1C" w:rsidR="00E66625" w:rsidRPr="00E66625" w:rsidRDefault="00E66625">
      <w:pPr>
        <w:pStyle w:val="INNH3"/>
        <w:tabs>
          <w:tab w:val="left" w:pos="1134"/>
        </w:tabs>
        <w:rPr>
          <w:rFonts w:eastAsiaTheme="minorEastAsia"/>
          <w:noProof/>
          <w:color w:val="auto"/>
          <w:sz w:val="22"/>
          <w:lang w:eastAsia="nb-NO"/>
        </w:rPr>
      </w:pPr>
      <w:r w:rsidRPr="005D679D">
        <w:rPr>
          <w:noProof/>
        </w:rPr>
        <w:t>3.4.5.</w:t>
      </w:r>
      <w:r w:rsidRPr="00E66625">
        <w:rPr>
          <w:rFonts w:eastAsiaTheme="minorEastAsia"/>
          <w:noProof/>
          <w:color w:val="auto"/>
          <w:sz w:val="22"/>
          <w:lang w:eastAsia="nb-NO"/>
        </w:rPr>
        <w:tab/>
      </w:r>
      <w:r>
        <w:rPr>
          <w:noProof/>
        </w:rPr>
        <w:t>Power supply requirements / options</w:t>
      </w:r>
      <w:r>
        <w:rPr>
          <w:noProof/>
        </w:rPr>
        <w:tab/>
      </w:r>
      <w:r>
        <w:rPr>
          <w:noProof/>
        </w:rPr>
        <w:fldChar w:fldCharType="begin"/>
      </w:r>
      <w:r>
        <w:rPr>
          <w:noProof/>
        </w:rPr>
        <w:instrText xml:space="preserve"> PAGEREF _Toc114734893 \h </w:instrText>
      </w:r>
      <w:r>
        <w:rPr>
          <w:noProof/>
        </w:rPr>
      </w:r>
      <w:r>
        <w:rPr>
          <w:noProof/>
        </w:rPr>
        <w:fldChar w:fldCharType="separate"/>
      </w:r>
      <w:r>
        <w:rPr>
          <w:noProof/>
        </w:rPr>
        <w:t>8</w:t>
      </w:r>
      <w:r>
        <w:rPr>
          <w:noProof/>
        </w:rPr>
        <w:fldChar w:fldCharType="end"/>
      </w:r>
    </w:p>
    <w:p w14:paraId="269D9B1E" w14:textId="2F9836F1" w:rsidR="00E66625" w:rsidRPr="00E66625" w:rsidRDefault="00E66625">
      <w:pPr>
        <w:pStyle w:val="INNH3"/>
        <w:tabs>
          <w:tab w:val="left" w:pos="1134"/>
        </w:tabs>
        <w:rPr>
          <w:rFonts w:eastAsiaTheme="minorEastAsia"/>
          <w:noProof/>
          <w:color w:val="auto"/>
          <w:sz w:val="22"/>
          <w:lang w:eastAsia="nb-NO"/>
        </w:rPr>
      </w:pPr>
      <w:r w:rsidRPr="005D679D">
        <w:rPr>
          <w:noProof/>
        </w:rPr>
        <w:t>3.4.6.</w:t>
      </w:r>
      <w:r w:rsidRPr="00E66625">
        <w:rPr>
          <w:rFonts w:eastAsiaTheme="minorEastAsia"/>
          <w:noProof/>
          <w:color w:val="auto"/>
          <w:sz w:val="22"/>
          <w:lang w:eastAsia="nb-NO"/>
        </w:rPr>
        <w:tab/>
      </w:r>
      <w:r>
        <w:rPr>
          <w:noProof/>
        </w:rPr>
        <w:t>Installation</w:t>
      </w:r>
      <w:r>
        <w:rPr>
          <w:noProof/>
        </w:rPr>
        <w:tab/>
      </w:r>
      <w:r>
        <w:rPr>
          <w:noProof/>
        </w:rPr>
        <w:fldChar w:fldCharType="begin"/>
      </w:r>
      <w:r>
        <w:rPr>
          <w:noProof/>
        </w:rPr>
        <w:instrText xml:space="preserve"> PAGEREF _Toc114734894 \h </w:instrText>
      </w:r>
      <w:r>
        <w:rPr>
          <w:noProof/>
        </w:rPr>
      </w:r>
      <w:r>
        <w:rPr>
          <w:noProof/>
        </w:rPr>
        <w:fldChar w:fldCharType="separate"/>
      </w:r>
      <w:r>
        <w:rPr>
          <w:noProof/>
        </w:rPr>
        <w:t>8</w:t>
      </w:r>
      <w:r>
        <w:rPr>
          <w:noProof/>
        </w:rPr>
        <w:fldChar w:fldCharType="end"/>
      </w:r>
    </w:p>
    <w:p w14:paraId="0754995B" w14:textId="21EB1404" w:rsidR="00E66625" w:rsidRPr="00E66625" w:rsidRDefault="00E66625">
      <w:pPr>
        <w:pStyle w:val="INNH3"/>
        <w:tabs>
          <w:tab w:val="left" w:pos="1134"/>
        </w:tabs>
        <w:rPr>
          <w:rFonts w:eastAsiaTheme="minorEastAsia"/>
          <w:noProof/>
          <w:color w:val="auto"/>
          <w:sz w:val="22"/>
          <w:lang w:eastAsia="nb-NO"/>
        </w:rPr>
      </w:pPr>
      <w:r w:rsidRPr="005D679D">
        <w:rPr>
          <w:noProof/>
        </w:rPr>
        <w:t>3.4.7.</w:t>
      </w:r>
      <w:r w:rsidRPr="00E66625">
        <w:rPr>
          <w:rFonts w:eastAsiaTheme="minorEastAsia"/>
          <w:noProof/>
          <w:color w:val="auto"/>
          <w:sz w:val="22"/>
          <w:lang w:eastAsia="nb-NO"/>
        </w:rPr>
        <w:tab/>
      </w:r>
      <w:r>
        <w:rPr>
          <w:noProof/>
        </w:rPr>
        <w:t>Maintenance</w:t>
      </w:r>
      <w:r>
        <w:rPr>
          <w:noProof/>
        </w:rPr>
        <w:tab/>
      </w:r>
      <w:r>
        <w:rPr>
          <w:noProof/>
        </w:rPr>
        <w:fldChar w:fldCharType="begin"/>
      </w:r>
      <w:r>
        <w:rPr>
          <w:noProof/>
        </w:rPr>
        <w:instrText xml:space="preserve"> PAGEREF _Toc114734895 \h </w:instrText>
      </w:r>
      <w:r>
        <w:rPr>
          <w:noProof/>
        </w:rPr>
      </w:r>
      <w:r>
        <w:rPr>
          <w:noProof/>
        </w:rPr>
        <w:fldChar w:fldCharType="separate"/>
      </w:r>
      <w:r>
        <w:rPr>
          <w:noProof/>
        </w:rPr>
        <w:t>8</w:t>
      </w:r>
      <w:r>
        <w:rPr>
          <w:noProof/>
        </w:rPr>
        <w:fldChar w:fldCharType="end"/>
      </w:r>
    </w:p>
    <w:p w14:paraId="538BE829" w14:textId="1BF16E45" w:rsidR="00E66625" w:rsidRPr="00E66625" w:rsidRDefault="00E66625">
      <w:pPr>
        <w:pStyle w:val="INNH3"/>
        <w:tabs>
          <w:tab w:val="left" w:pos="1134"/>
        </w:tabs>
        <w:rPr>
          <w:rFonts w:eastAsiaTheme="minorEastAsia"/>
          <w:noProof/>
          <w:color w:val="auto"/>
          <w:sz w:val="22"/>
          <w:lang w:eastAsia="nb-NO"/>
        </w:rPr>
      </w:pPr>
      <w:r w:rsidRPr="005D679D">
        <w:rPr>
          <w:noProof/>
        </w:rPr>
        <w:t>3.4.8.</w:t>
      </w:r>
      <w:r w:rsidRPr="00E66625">
        <w:rPr>
          <w:rFonts w:eastAsiaTheme="minorEastAsia"/>
          <w:noProof/>
          <w:color w:val="auto"/>
          <w:sz w:val="22"/>
          <w:lang w:eastAsia="nb-NO"/>
        </w:rPr>
        <w:tab/>
      </w:r>
      <w:r>
        <w:rPr>
          <w:noProof/>
        </w:rPr>
        <w:t>Backup arrangements</w:t>
      </w:r>
      <w:r>
        <w:rPr>
          <w:noProof/>
        </w:rPr>
        <w:tab/>
      </w:r>
      <w:r>
        <w:rPr>
          <w:noProof/>
        </w:rPr>
        <w:fldChar w:fldCharType="begin"/>
      </w:r>
      <w:r>
        <w:rPr>
          <w:noProof/>
        </w:rPr>
        <w:instrText xml:space="preserve"> PAGEREF _Toc114734896 \h </w:instrText>
      </w:r>
      <w:r>
        <w:rPr>
          <w:noProof/>
        </w:rPr>
      </w:r>
      <w:r>
        <w:rPr>
          <w:noProof/>
        </w:rPr>
        <w:fldChar w:fldCharType="separate"/>
      </w:r>
      <w:r>
        <w:rPr>
          <w:noProof/>
        </w:rPr>
        <w:t>8</w:t>
      </w:r>
      <w:r>
        <w:rPr>
          <w:noProof/>
        </w:rPr>
        <w:fldChar w:fldCharType="end"/>
      </w:r>
    </w:p>
    <w:p w14:paraId="39565E43" w14:textId="7E36CE8A" w:rsidR="00E66625" w:rsidRPr="00E66625" w:rsidRDefault="00E66625">
      <w:pPr>
        <w:pStyle w:val="INNH3"/>
        <w:tabs>
          <w:tab w:val="left" w:pos="1134"/>
        </w:tabs>
        <w:rPr>
          <w:rFonts w:eastAsiaTheme="minorEastAsia"/>
          <w:noProof/>
          <w:color w:val="auto"/>
          <w:sz w:val="22"/>
          <w:lang w:eastAsia="nb-NO"/>
        </w:rPr>
      </w:pPr>
      <w:r w:rsidRPr="005D679D">
        <w:rPr>
          <w:noProof/>
        </w:rPr>
        <w:t>3.4.9.</w:t>
      </w:r>
      <w:r w:rsidRPr="00E66625">
        <w:rPr>
          <w:rFonts w:eastAsiaTheme="minorEastAsia"/>
          <w:noProof/>
          <w:color w:val="auto"/>
          <w:sz w:val="22"/>
          <w:lang w:eastAsia="nb-NO"/>
        </w:rPr>
        <w:tab/>
      </w:r>
      <w:r>
        <w:rPr>
          <w:noProof/>
        </w:rPr>
        <w:t>Safety precautions</w:t>
      </w:r>
      <w:r>
        <w:rPr>
          <w:noProof/>
        </w:rPr>
        <w:tab/>
      </w:r>
      <w:r>
        <w:rPr>
          <w:noProof/>
        </w:rPr>
        <w:fldChar w:fldCharType="begin"/>
      </w:r>
      <w:r>
        <w:rPr>
          <w:noProof/>
        </w:rPr>
        <w:instrText xml:space="preserve"> PAGEREF _Toc114734897 \h </w:instrText>
      </w:r>
      <w:r>
        <w:rPr>
          <w:noProof/>
        </w:rPr>
      </w:r>
      <w:r>
        <w:rPr>
          <w:noProof/>
        </w:rPr>
        <w:fldChar w:fldCharType="separate"/>
      </w:r>
      <w:r>
        <w:rPr>
          <w:noProof/>
        </w:rPr>
        <w:t>8</w:t>
      </w:r>
      <w:r>
        <w:rPr>
          <w:noProof/>
        </w:rPr>
        <w:fldChar w:fldCharType="end"/>
      </w:r>
    </w:p>
    <w:p w14:paraId="416B035C" w14:textId="674AA0BD" w:rsidR="00E66625" w:rsidRDefault="00E66625">
      <w:pPr>
        <w:pStyle w:val="INNH1"/>
        <w:rPr>
          <w:rFonts w:eastAsiaTheme="minorEastAsia"/>
          <w:b w:val="0"/>
          <w:caps w:val="0"/>
          <w:color w:val="auto"/>
          <w:lang w:val="nb-NO" w:eastAsia="nb-NO"/>
        </w:rPr>
      </w:pPr>
      <w:r w:rsidRPr="005D679D">
        <w:t>4.</w:t>
      </w:r>
      <w:r>
        <w:rPr>
          <w:rFonts w:eastAsiaTheme="minorEastAsia"/>
          <w:b w:val="0"/>
          <w:caps w:val="0"/>
          <w:color w:val="auto"/>
          <w:lang w:val="nb-NO" w:eastAsia="nb-NO"/>
        </w:rPr>
        <w:tab/>
      </w:r>
      <w:r>
        <w:t>Definitions</w:t>
      </w:r>
      <w:r>
        <w:tab/>
      </w:r>
      <w:r>
        <w:fldChar w:fldCharType="begin"/>
      </w:r>
      <w:r>
        <w:instrText xml:space="preserve"> PAGEREF _Toc114734898 \h </w:instrText>
      </w:r>
      <w:r>
        <w:fldChar w:fldCharType="separate"/>
      </w:r>
      <w:r>
        <w:t>9</w:t>
      </w:r>
      <w:r>
        <w:fldChar w:fldCharType="end"/>
      </w:r>
    </w:p>
    <w:p w14:paraId="416CC427" w14:textId="58208169" w:rsidR="00E66625" w:rsidRDefault="00E66625">
      <w:pPr>
        <w:pStyle w:val="INNH1"/>
        <w:rPr>
          <w:rFonts w:eastAsiaTheme="minorEastAsia"/>
          <w:b w:val="0"/>
          <w:caps w:val="0"/>
          <w:color w:val="auto"/>
          <w:lang w:val="nb-NO" w:eastAsia="nb-NO"/>
        </w:rPr>
      </w:pPr>
      <w:r w:rsidRPr="005D679D">
        <w:t>5.</w:t>
      </w:r>
      <w:r>
        <w:rPr>
          <w:rFonts w:eastAsiaTheme="minorEastAsia"/>
          <w:b w:val="0"/>
          <w:caps w:val="0"/>
          <w:color w:val="auto"/>
          <w:lang w:val="nb-NO" w:eastAsia="nb-NO"/>
        </w:rPr>
        <w:tab/>
      </w:r>
      <w:r>
        <w:t>Abbreviations</w:t>
      </w:r>
      <w:r>
        <w:tab/>
      </w:r>
      <w:r>
        <w:fldChar w:fldCharType="begin"/>
      </w:r>
      <w:r>
        <w:instrText xml:space="preserve"> PAGEREF _Toc114734899 \h </w:instrText>
      </w:r>
      <w:r>
        <w:fldChar w:fldCharType="separate"/>
      </w:r>
      <w:r>
        <w:t>9</w:t>
      </w:r>
      <w:r>
        <w:fldChar w:fldCharType="end"/>
      </w:r>
    </w:p>
    <w:p w14:paraId="04ADDCF2" w14:textId="20C3EFEC" w:rsidR="00E66625" w:rsidRDefault="00E66625">
      <w:pPr>
        <w:pStyle w:val="INNH1"/>
        <w:rPr>
          <w:rFonts w:eastAsiaTheme="minorEastAsia"/>
          <w:b w:val="0"/>
          <w:caps w:val="0"/>
          <w:color w:val="auto"/>
          <w:lang w:val="nb-NO" w:eastAsia="nb-NO"/>
        </w:rPr>
      </w:pPr>
      <w:r w:rsidRPr="005D679D">
        <w:t>6.</w:t>
      </w:r>
      <w:r>
        <w:rPr>
          <w:rFonts w:eastAsiaTheme="minorEastAsia"/>
          <w:b w:val="0"/>
          <w:caps w:val="0"/>
          <w:color w:val="auto"/>
          <w:lang w:val="nb-NO" w:eastAsia="nb-NO"/>
        </w:rPr>
        <w:tab/>
      </w:r>
      <w:r>
        <w:t>References</w:t>
      </w:r>
      <w:r>
        <w:tab/>
      </w:r>
      <w:r>
        <w:fldChar w:fldCharType="begin"/>
      </w:r>
      <w:r>
        <w:instrText xml:space="preserve"> PAGEREF _Toc114734900 \h </w:instrText>
      </w:r>
      <w:r>
        <w:fldChar w:fldCharType="separate"/>
      </w:r>
      <w:r>
        <w:t>9</w:t>
      </w:r>
      <w:r>
        <w:fldChar w:fldCharType="end"/>
      </w:r>
    </w:p>
    <w:p w14:paraId="2CDCD7BA" w14:textId="1D01DC0D" w:rsidR="00642025" w:rsidRPr="00F55AD7" w:rsidRDefault="00D50138" w:rsidP="00CB7D0F">
      <w:pPr>
        <w:pStyle w:val="Brdtekst"/>
      </w:pPr>
      <w:r>
        <w:rPr>
          <w:rFonts w:eastAsia="Times New Roman" w:cs="Times New Roman"/>
          <w:caps/>
          <w:noProof/>
          <w:color w:val="00558C" w:themeColor="accent1"/>
          <w:szCs w:val="20"/>
        </w:rPr>
        <w:fldChar w:fldCharType="end"/>
      </w:r>
    </w:p>
    <w:p w14:paraId="6926CAC1" w14:textId="77777777" w:rsidR="007302BB" w:rsidRDefault="007302BB" w:rsidP="00466DD5">
      <w:pPr>
        <w:pStyle w:val="ListofFigures"/>
      </w:pPr>
    </w:p>
    <w:p w14:paraId="6ED36DB5" w14:textId="77777777" w:rsidR="00D11B48" w:rsidRPr="00D11B48" w:rsidRDefault="00D11B48" w:rsidP="00D11B48"/>
    <w:p w14:paraId="58890DCE" w14:textId="77777777" w:rsidR="00790277" w:rsidRPr="00462095" w:rsidRDefault="00790277" w:rsidP="00462095">
      <w:pPr>
        <w:pStyle w:val="Brdteks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57D3282" w14:textId="223DB8B6" w:rsidR="003A6A32" w:rsidRDefault="00141ACF" w:rsidP="00141ACF">
      <w:pPr>
        <w:pStyle w:val="Overskrift1"/>
      </w:pPr>
      <w:bookmarkStart w:id="3" w:name="_Ref66800667"/>
      <w:bookmarkStart w:id="4" w:name="_Toc114734881"/>
      <w:r w:rsidRPr="00141ACF">
        <w:lastRenderedPageBreak/>
        <w:t>INTRODUCTION</w:t>
      </w:r>
      <w:bookmarkEnd w:id="3"/>
      <w:bookmarkEnd w:id="4"/>
    </w:p>
    <w:p w14:paraId="2837273F" w14:textId="77777777" w:rsidR="00F31063" w:rsidRPr="00F31063" w:rsidRDefault="00F31063" w:rsidP="00195176">
      <w:pPr>
        <w:pStyle w:val="Heading1separationline"/>
      </w:pPr>
    </w:p>
    <w:p w14:paraId="2CB396C4" w14:textId="7E58A13C" w:rsidR="00A80944" w:rsidRDefault="00141ACF" w:rsidP="000332ED">
      <w:pPr>
        <w:pStyle w:val="Brdtekst"/>
      </w:pPr>
      <w:bookmarkStart w:id="5" w:name="_Hlk59200746"/>
      <w:r>
        <w:t xml:space="preserve">This Guideline presents a common source of information to assist VTS </w:t>
      </w:r>
      <w:r w:rsidR="003D00C2">
        <w:t>p</w:t>
      </w:r>
      <w:r w:rsidR="003074A8">
        <w:t xml:space="preserve">roviders in the understanding of </w:t>
      </w:r>
      <w:r w:rsidR="003D00C2">
        <w:t>e</w:t>
      </w:r>
      <w:r w:rsidR="0072087B">
        <w:t xml:space="preserve">nvironment </w:t>
      </w:r>
      <w:r w:rsidR="003D00C2">
        <w:t>m</w:t>
      </w:r>
      <w:r w:rsidR="0072087B">
        <w:t>onitoring</w:t>
      </w:r>
      <w:r w:rsidR="003074A8">
        <w:t xml:space="preserve"> </w:t>
      </w:r>
      <w:r w:rsidR="003D00C2">
        <w:t>s</w:t>
      </w:r>
      <w:r w:rsidR="003074A8">
        <w:t xml:space="preserve">ensors and their </w:t>
      </w:r>
      <w:r>
        <w:t xml:space="preserve">contribution to the VTS traffic image (situational awareness) as well as guidance of how the VTS </w:t>
      </w:r>
      <w:r w:rsidR="003D00C2">
        <w:t>p</w:t>
      </w:r>
      <w:r w:rsidR="00A80944">
        <w:t>rovider</w:t>
      </w:r>
      <w:r w:rsidR="003074A8">
        <w:t xml:space="preserve"> should specify the </w:t>
      </w:r>
      <w:r w:rsidR="003D00C2">
        <w:t>f</w:t>
      </w:r>
      <w:r w:rsidR="003074A8">
        <w:t>unctional and</w:t>
      </w:r>
      <w:r>
        <w:t xml:space="preserve"> </w:t>
      </w:r>
      <w:r w:rsidR="003D00C2">
        <w:t>p</w:t>
      </w:r>
      <w:r w:rsidR="000C288C">
        <w:t xml:space="preserve">erformance </w:t>
      </w:r>
      <w:r w:rsidR="003D00C2">
        <w:t>r</w:t>
      </w:r>
      <w:r>
        <w:t>equirements.</w:t>
      </w:r>
      <w:r w:rsidR="00D50138">
        <w:t xml:space="preserve"> </w:t>
      </w:r>
      <w:r w:rsidR="009D4146">
        <w:t xml:space="preserve">The VTS </w:t>
      </w:r>
      <w:r w:rsidR="003D00C2">
        <w:t>p</w:t>
      </w:r>
      <w:r w:rsidR="009D4146">
        <w:t xml:space="preserve">rovider should note that it is important to determine the performance requirements of </w:t>
      </w:r>
      <w:r w:rsidR="0072087B">
        <w:t xml:space="preserve">the </w:t>
      </w:r>
      <w:r w:rsidR="003D00C2">
        <w:t>e</w:t>
      </w:r>
      <w:r w:rsidR="0072087B">
        <w:t xml:space="preserve">nvironment </w:t>
      </w:r>
      <w:r w:rsidR="003D00C2">
        <w:t>m</w:t>
      </w:r>
      <w:r w:rsidR="0072087B">
        <w:t>onitoring</w:t>
      </w:r>
      <w:r w:rsidR="009D4146">
        <w:t xml:space="preserve"> </w:t>
      </w:r>
      <w:r w:rsidR="003D00C2">
        <w:t>s</w:t>
      </w:r>
      <w:r w:rsidR="009D4146">
        <w:t>ensors.</w:t>
      </w:r>
      <w:r w:rsidR="00D50138">
        <w:t xml:space="preserve"> </w:t>
      </w:r>
      <w:r w:rsidR="009D4146">
        <w:t xml:space="preserve">The required performance should be clearly defined relative to the </w:t>
      </w:r>
      <w:r w:rsidR="0072087B">
        <w:t xml:space="preserve">area / </w:t>
      </w:r>
      <w:r w:rsidR="00A80944">
        <w:t xml:space="preserve">vessels / </w:t>
      </w:r>
      <w:r w:rsidR="009D4146">
        <w:t xml:space="preserve">targets </w:t>
      </w:r>
      <w:r w:rsidR="00A80944">
        <w:t xml:space="preserve">that are </w:t>
      </w:r>
      <w:r w:rsidR="009D4146">
        <w:t>to be monitored.</w:t>
      </w:r>
      <w:r w:rsidR="00D50138">
        <w:t xml:space="preserve"> </w:t>
      </w:r>
    </w:p>
    <w:p w14:paraId="40FDA680" w14:textId="7FAB732A" w:rsidR="00141ACF" w:rsidRDefault="009D4146" w:rsidP="000332ED">
      <w:pPr>
        <w:pStyle w:val="Brdtekst"/>
      </w:pPr>
      <w:r>
        <w:t xml:space="preserve">Copying </w:t>
      </w:r>
      <w:r w:rsidR="00A80944">
        <w:t>parameters from a manufacturer’s</w:t>
      </w:r>
      <w:r>
        <w:t xml:space="preserve"> data sheet is not recommended.</w:t>
      </w:r>
      <w:r w:rsidR="00D50138">
        <w:t xml:space="preserve"> </w:t>
      </w:r>
    </w:p>
    <w:p w14:paraId="5BC77798" w14:textId="31AF384B" w:rsidR="00141ACF" w:rsidRDefault="00141ACF" w:rsidP="00141ACF">
      <w:pPr>
        <w:pStyle w:val="Brdtekst"/>
      </w:pPr>
      <w:r>
        <w:t>Th</w:t>
      </w:r>
      <w:r w:rsidR="00A80944">
        <w:t>is</w:t>
      </w:r>
      <w:r>
        <w:t xml:space="preserve"> </w:t>
      </w:r>
      <w:r w:rsidR="003D00C2">
        <w:t>G</w:t>
      </w:r>
      <w:r>
        <w:t xml:space="preserve">uideline considers </w:t>
      </w:r>
      <w:r w:rsidR="00A80944">
        <w:t xml:space="preserve">the </w:t>
      </w:r>
      <w:r>
        <w:t xml:space="preserve">application of </w:t>
      </w:r>
      <w:r w:rsidR="003D00C2">
        <w:t>e</w:t>
      </w:r>
      <w:r w:rsidR="0072087B">
        <w:t xml:space="preserve">nvironment </w:t>
      </w:r>
      <w:r w:rsidR="003D00C2">
        <w:t>m</w:t>
      </w:r>
      <w:r w:rsidR="0072087B">
        <w:t xml:space="preserve">onitoring </w:t>
      </w:r>
      <w:r w:rsidR="003074A8">
        <w:t>sensors</w:t>
      </w:r>
      <w:r>
        <w:t xml:space="preserve"> to different </w:t>
      </w:r>
      <w:r w:rsidR="00A80944">
        <w:t xml:space="preserve">VTS </w:t>
      </w:r>
      <w:r>
        <w:t>operational areas (</w:t>
      </w:r>
      <w:r w:rsidR="00D50138">
        <w:t xml:space="preserve">e.g., </w:t>
      </w:r>
      <w:r>
        <w:t xml:space="preserve">inland waterways, </w:t>
      </w:r>
      <w:r w:rsidR="003D00C2">
        <w:t>h</w:t>
      </w:r>
      <w:r>
        <w:t>arbours</w:t>
      </w:r>
      <w:r w:rsidR="0072087B">
        <w:t xml:space="preserve">, </w:t>
      </w:r>
      <w:r w:rsidR="003D00C2">
        <w:t>c</w:t>
      </w:r>
      <w:r w:rsidR="0072087B">
        <w:t>oastal regions and offshore)</w:t>
      </w:r>
      <w:r>
        <w:t>.</w:t>
      </w:r>
      <w:r w:rsidR="00D50138">
        <w:t xml:space="preserve"> </w:t>
      </w:r>
    </w:p>
    <w:p w14:paraId="3A87A7FB" w14:textId="190DC083" w:rsidR="000E259E" w:rsidRPr="000E259E" w:rsidRDefault="000E259E" w:rsidP="000E259E">
      <w:pPr>
        <w:pStyle w:val="Brdtekst"/>
      </w:pPr>
      <w:r w:rsidRPr="000E259E">
        <w:t>Specific maritime security requirements</w:t>
      </w:r>
      <w:r w:rsidR="00A80944">
        <w:t>,</w:t>
      </w:r>
      <w:r w:rsidRPr="000E259E">
        <w:t xml:space="preserve"> possibly identified by the International Ship and Port Security code</w:t>
      </w:r>
      <w:r w:rsidR="00A80944">
        <w:t>,</w:t>
      </w:r>
      <w:r w:rsidRPr="000E259E">
        <w:t xml:space="preserve"> </w:t>
      </w:r>
      <w:r w:rsidR="00A80944">
        <w:t>are not considered within this</w:t>
      </w:r>
      <w:r w:rsidR="00B96F4D">
        <w:t xml:space="preserve"> G</w:t>
      </w:r>
      <w:r w:rsidR="00A80944">
        <w:t>uideline</w:t>
      </w:r>
      <w:r w:rsidRPr="000E259E">
        <w:t>.</w:t>
      </w:r>
      <w:r w:rsidR="00D50138">
        <w:t xml:space="preserve"> </w:t>
      </w:r>
    </w:p>
    <w:p w14:paraId="44D61E98" w14:textId="03CAA70C" w:rsidR="00CA15A7" w:rsidRDefault="00EA7DEC" w:rsidP="004000EA">
      <w:pPr>
        <w:pStyle w:val="Overskrift2"/>
      </w:pPr>
      <w:bookmarkStart w:id="6" w:name="_Toc60660146"/>
      <w:bookmarkStart w:id="7" w:name="_Toc114734882"/>
      <w:r>
        <w:t xml:space="preserve">The IALA </w:t>
      </w:r>
      <w:r w:rsidR="00CA15A7" w:rsidRPr="00CA15A7">
        <w:t>G1111 guideline series</w:t>
      </w:r>
      <w:bookmarkEnd w:id="6"/>
      <w:bookmarkEnd w:id="7"/>
    </w:p>
    <w:p w14:paraId="655016EA" w14:textId="77777777" w:rsidR="00F31063" w:rsidRPr="00F31063" w:rsidRDefault="00F31063" w:rsidP="00195176">
      <w:pPr>
        <w:pStyle w:val="Heading2separationline"/>
      </w:pPr>
    </w:p>
    <w:p w14:paraId="656086AE" w14:textId="3CABFA3E" w:rsidR="00CA15A7" w:rsidRPr="004000EA" w:rsidRDefault="00CA15A7" w:rsidP="004000EA">
      <w:pPr>
        <w:pStyle w:val="Brdtekst"/>
      </w:pPr>
      <w:r w:rsidRPr="004000EA">
        <w:t xml:space="preserve">This Guideline is one of the G1111 series of guideline documents. The purpose of the G1111 series is to assist the VTS </w:t>
      </w:r>
      <w:r w:rsidR="00B96F4D">
        <w:t>p</w:t>
      </w:r>
      <w:r w:rsidR="003074A8">
        <w:t>rovider</w:t>
      </w:r>
      <w:r w:rsidRPr="004000EA">
        <w:t xml:space="preserve"> in preparing the definition, specification, establishment, </w:t>
      </w:r>
      <w:r w:rsidR="004000EA" w:rsidRPr="004000EA">
        <w:t>operation,</w:t>
      </w:r>
      <w:r w:rsidR="00A80944">
        <w:t xml:space="preserve"> and upgrading</w:t>
      </w:r>
      <w:r w:rsidRPr="004000EA">
        <w:t xml:space="preserve"> of a VTS system.</w:t>
      </w:r>
      <w:r w:rsidR="00D50138">
        <w:t xml:space="preserve"> </w:t>
      </w:r>
      <w:r w:rsidRPr="004000EA">
        <w:t xml:space="preserve">The documents </w:t>
      </w:r>
      <w:r w:rsidR="00A80944">
        <w:t xml:space="preserve">in this series </w:t>
      </w:r>
      <w:r w:rsidRPr="004000EA">
        <w:t xml:space="preserve">address the relationship between the operational requirements and VTS system performance (technical) requirements and how these reflect into </w:t>
      </w:r>
      <w:r w:rsidR="003074A8">
        <w:t xml:space="preserve">the overall </w:t>
      </w:r>
      <w:r w:rsidRPr="004000EA">
        <w:t>system design requirements.</w:t>
      </w:r>
      <w:r w:rsidR="00D50138">
        <w:t xml:space="preserve"> </w:t>
      </w:r>
    </w:p>
    <w:p w14:paraId="431BBCC5" w14:textId="6C6390AA" w:rsidR="00CA15A7" w:rsidRPr="00CA15A7" w:rsidRDefault="00CA15A7" w:rsidP="004000EA">
      <w:pPr>
        <w:pStyle w:val="Brdtekst"/>
      </w:pPr>
      <w:r w:rsidRPr="004000EA">
        <w:t>The G1111 series of guideline documents present system design, sensors, communications, processing, and acceptance, without inferring priority. The guideline documents are numbered and titled as follows:</w:t>
      </w:r>
    </w:p>
    <w:p w14:paraId="1F8D93A6" w14:textId="73A30006" w:rsidR="007E3F2D" w:rsidRPr="005839FD" w:rsidRDefault="007E3F2D" w:rsidP="00195176">
      <w:pPr>
        <w:pStyle w:val="Bullet1"/>
      </w:pPr>
      <w:bookmarkStart w:id="8" w:name="_Hlk63413490"/>
      <w:r w:rsidRPr="005839FD">
        <w:t>G1111</w:t>
      </w:r>
      <w:r w:rsidRPr="005839FD">
        <w:tab/>
        <w:t>Establishing Functional &amp; Performance Requirements for VTS Systems</w:t>
      </w:r>
      <w:r w:rsidR="00195176">
        <w:t xml:space="preserve"> and Equipment</w:t>
      </w:r>
    </w:p>
    <w:p w14:paraId="156619A7" w14:textId="77777777" w:rsidR="007E3F2D" w:rsidRPr="005839FD" w:rsidRDefault="007E3F2D" w:rsidP="00195176">
      <w:pPr>
        <w:pStyle w:val="Bullet1"/>
      </w:pPr>
      <w:r w:rsidRPr="005839FD">
        <w:t>G1111-1</w:t>
      </w:r>
      <w:r w:rsidRPr="005839FD">
        <w:tab/>
        <w:t>Producing Requirements for the Core VTS System</w:t>
      </w:r>
    </w:p>
    <w:p w14:paraId="08F2E70D" w14:textId="77777777" w:rsidR="007E3F2D" w:rsidRPr="005839FD" w:rsidRDefault="007E3F2D" w:rsidP="00195176">
      <w:pPr>
        <w:pStyle w:val="Bullet1"/>
      </w:pPr>
      <w:r w:rsidRPr="005839FD">
        <w:t>G1111-2</w:t>
      </w:r>
      <w:r w:rsidRPr="005839FD">
        <w:tab/>
        <w:t>Producing Requirements for Voice Communications</w:t>
      </w:r>
    </w:p>
    <w:p w14:paraId="699686DB" w14:textId="77777777" w:rsidR="007E3F2D" w:rsidRPr="005839FD" w:rsidRDefault="007E3F2D" w:rsidP="00195176">
      <w:pPr>
        <w:pStyle w:val="Bullet1"/>
      </w:pPr>
      <w:r w:rsidRPr="005839FD">
        <w:t>G1111-3</w:t>
      </w:r>
      <w:r w:rsidRPr="005839FD">
        <w:tab/>
        <w:t xml:space="preserve">Producing Requirements for RADAR </w:t>
      </w:r>
    </w:p>
    <w:p w14:paraId="4EC0750C" w14:textId="20D177D4" w:rsidR="007E3F2D" w:rsidRPr="005839FD" w:rsidRDefault="007E3F2D" w:rsidP="00195176">
      <w:pPr>
        <w:pStyle w:val="Bullet1"/>
      </w:pPr>
      <w:r w:rsidRPr="005839FD">
        <w:t>G1111-4</w:t>
      </w:r>
      <w:r w:rsidRPr="005839FD">
        <w:tab/>
        <w:t xml:space="preserve">Producing Requirements for AIS </w:t>
      </w:r>
    </w:p>
    <w:p w14:paraId="48572001" w14:textId="77777777" w:rsidR="007E3F2D" w:rsidRPr="005839FD" w:rsidRDefault="007E3F2D" w:rsidP="00195176">
      <w:pPr>
        <w:pStyle w:val="Bullet1"/>
      </w:pPr>
      <w:r w:rsidRPr="005839FD">
        <w:t>G1111-5</w:t>
      </w:r>
      <w:r w:rsidRPr="005839FD">
        <w:tab/>
        <w:t>Producing Requirements for Environment Monitoring Systems</w:t>
      </w:r>
    </w:p>
    <w:p w14:paraId="5173AD9D" w14:textId="744FDD19" w:rsidR="007E3F2D" w:rsidRPr="005839FD" w:rsidRDefault="007E3F2D" w:rsidP="00195176">
      <w:pPr>
        <w:pStyle w:val="Bullet1"/>
      </w:pPr>
      <w:r w:rsidRPr="005839FD">
        <w:t>G1111-6</w:t>
      </w:r>
      <w:r w:rsidRPr="005839FD">
        <w:tab/>
        <w:t xml:space="preserve">Producing </w:t>
      </w:r>
      <w:r w:rsidR="003074A8">
        <w:t>Requirements for Electro Optic</w:t>
      </w:r>
      <w:r w:rsidRPr="005839FD">
        <w:t xml:space="preserve"> </w:t>
      </w:r>
      <w:r w:rsidR="003074A8">
        <w:t>Sensors</w:t>
      </w:r>
    </w:p>
    <w:p w14:paraId="5DD84569" w14:textId="77777777" w:rsidR="007E3F2D" w:rsidRPr="005839FD" w:rsidRDefault="007E3F2D" w:rsidP="00195176">
      <w:pPr>
        <w:pStyle w:val="Bullet1"/>
      </w:pPr>
      <w:r w:rsidRPr="005839FD">
        <w:t>G1111-7</w:t>
      </w:r>
      <w:r w:rsidRPr="005839FD">
        <w:tab/>
        <w:t>Producing Requirements for Radio Direction Finders</w:t>
      </w:r>
    </w:p>
    <w:p w14:paraId="4CEBC421" w14:textId="77777777" w:rsidR="007E3F2D" w:rsidRPr="005839FD" w:rsidRDefault="007E3F2D" w:rsidP="00195176">
      <w:pPr>
        <w:pStyle w:val="Bullet1"/>
      </w:pPr>
      <w:r w:rsidRPr="005839FD">
        <w:t>G1111-8</w:t>
      </w:r>
      <w:r w:rsidRPr="005839FD">
        <w:tab/>
        <w:t xml:space="preserve">Producing Requirements for Long Range Sensors </w:t>
      </w:r>
    </w:p>
    <w:p w14:paraId="0BD010EA" w14:textId="77777777" w:rsidR="007E3F2D" w:rsidRPr="005839FD" w:rsidRDefault="007E3F2D" w:rsidP="00195176">
      <w:pPr>
        <w:pStyle w:val="Bullet1"/>
      </w:pPr>
      <w:r w:rsidRPr="005839FD">
        <w:t>G1111-9</w:t>
      </w:r>
      <w:r w:rsidRPr="005839FD">
        <w:tab/>
        <w:t>Framework for Acceptance of VTS Systems</w:t>
      </w:r>
    </w:p>
    <w:p w14:paraId="7C7D44A0" w14:textId="77777777" w:rsidR="00EC7781" w:rsidRPr="00257A4F" w:rsidRDefault="00EC7781" w:rsidP="00257A4F">
      <w:bookmarkStart w:id="9" w:name="_Toc110186824"/>
      <w:bookmarkStart w:id="10" w:name="_Toc110186859"/>
      <w:bookmarkStart w:id="11" w:name="_Toc110187136"/>
      <w:bookmarkStart w:id="12" w:name="_Toc110186862"/>
      <w:bookmarkStart w:id="13" w:name="_Toc110187139"/>
      <w:bookmarkStart w:id="14" w:name="_Toc110186864"/>
      <w:bookmarkStart w:id="15" w:name="_Toc110187141"/>
      <w:bookmarkStart w:id="16" w:name="_Toc62817577"/>
      <w:bookmarkEnd w:id="5"/>
      <w:bookmarkEnd w:id="8"/>
      <w:bookmarkEnd w:id="9"/>
      <w:bookmarkEnd w:id="10"/>
      <w:bookmarkEnd w:id="11"/>
      <w:bookmarkEnd w:id="12"/>
      <w:bookmarkEnd w:id="13"/>
      <w:bookmarkEnd w:id="14"/>
      <w:bookmarkEnd w:id="15"/>
    </w:p>
    <w:p w14:paraId="4E2C809D" w14:textId="064F2D46" w:rsidR="00A579A4" w:rsidRDefault="00A579A4" w:rsidP="00231B88">
      <w:pPr>
        <w:pStyle w:val="Overskrift1"/>
      </w:pPr>
      <w:bookmarkStart w:id="17" w:name="_Toc62817610"/>
      <w:bookmarkStart w:id="18" w:name="_Toc114734883"/>
      <w:bookmarkStart w:id="19" w:name="_Toc62817578"/>
      <w:bookmarkEnd w:id="16"/>
      <w:r>
        <w:t xml:space="preserve">Operational </w:t>
      </w:r>
      <w:bookmarkEnd w:id="17"/>
      <w:r w:rsidR="00D50138">
        <w:t>overview</w:t>
      </w:r>
      <w:bookmarkEnd w:id="18"/>
    </w:p>
    <w:p w14:paraId="7BF51845" w14:textId="77777777" w:rsidR="00231B88" w:rsidRPr="00231B88" w:rsidRDefault="00231B88" w:rsidP="00195176">
      <w:pPr>
        <w:pStyle w:val="Heading1separationline"/>
      </w:pPr>
    </w:p>
    <w:p w14:paraId="732CFBCE" w14:textId="1778F281" w:rsidR="007D48DD" w:rsidRDefault="0055469A" w:rsidP="000332ED">
      <w:pPr>
        <w:pStyle w:val="Brdtekst"/>
      </w:pPr>
      <w:r>
        <w:t xml:space="preserve">This </w:t>
      </w:r>
      <w:r w:rsidR="00E127D4">
        <w:t>G</w:t>
      </w:r>
      <w:r>
        <w:t xml:space="preserve">uideline </w:t>
      </w:r>
      <w:r w:rsidR="00F424EC">
        <w:t xml:space="preserve">is a part of the overall G1111 </w:t>
      </w:r>
      <w:r w:rsidR="00AD07D6">
        <w:t>series of g</w:t>
      </w:r>
      <w:r w:rsidR="00F424EC">
        <w:t>uideline</w:t>
      </w:r>
      <w:r w:rsidR="008C5211">
        <w:t>s</w:t>
      </w:r>
      <w:r w:rsidR="00F424EC">
        <w:t xml:space="preserve"> and </w:t>
      </w:r>
      <w:r>
        <w:t xml:space="preserve">considers </w:t>
      </w:r>
      <w:r w:rsidR="007D48DD">
        <w:t xml:space="preserve">the operational </w:t>
      </w:r>
      <w:r>
        <w:t xml:space="preserve">application of </w:t>
      </w:r>
      <w:r w:rsidR="00E127D4">
        <w:t>e</w:t>
      </w:r>
      <w:r w:rsidR="0072087B">
        <w:t xml:space="preserve">nvironment </w:t>
      </w:r>
      <w:r w:rsidR="00E127D4">
        <w:t>m</w:t>
      </w:r>
      <w:r w:rsidR="0072087B">
        <w:t>onitoring sensors</w:t>
      </w:r>
      <w:r>
        <w:t>.</w:t>
      </w:r>
      <w:r w:rsidR="00D50138">
        <w:t xml:space="preserve"> </w:t>
      </w:r>
      <w:r w:rsidR="007D48DD">
        <w:t xml:space="preserve">The use of such sensors can </w:t>
      </w:r>
      <w:r w:rsidR="0072087B">
        <w:t xml:space="preserve">assist the VTS </w:t>
      </w:r>
      <w:r w:rsidR="008C5211">
        <w:t>o</w:t>
      </w:r>
      <w:r w:rsidR="0072087B">
        <w:t>perator in understanding the navigational conditions that are being experienced by the bridge crew of an incoming or departing vessel.</w:t>
      </w:r>
      <w:r w:rsidR="00D50138">
        <w:t xml:space="preserve"> </w:t>
      </w:r>
      <w:r w:rsidR="0072087B">
        <w:t xml:space="preserve">In addition, VTS </w:t>
      </w:r>
      <w:r w:rsidR="005B168A">
        <w:t>pr</w:t>
      </w:r>
      <w:r w:rsidR="0072087B">
        <w:t>oviders are advised to consider the implementation of pollution monitoring sensors to ensure that recent IMO regulations on sulphur in fuel are being correctly observed.</w:t>
      </w:r>
      <w:r w:rsidR="00D50138">
        <w:t xml:space="preserve"> </w:t>
      </w:r>
    </w:p>
    <w:p w14:paraId="7A4CE64D" w14:textId="01CED245" w:rsidR="0072087B" w:rsidRPr="0072087B" w:rsidRDefault="0072087B" w:rsidP="0072087B">
      <w:pPr>
        <w:pStyle w:val="Brdtekst"/>
      </w:pPr>
      <w:r w:rsidRPr="0072087B">
        <w:lastRenderedPageBreak/>
        <w:t xml:space="preserve">Hydrological, meteorological, </w:t>
      </w:r>
      <w:r w:rsidR="0066604E">
        <w:t>o</w:t>
      </w:r>
      <w:r w:rsidRPr="0072087B">
        <w:t xml:space="preserve">il Spill, air pollution monitoring and any other environmental information, that the VTS </w:t>
      </w:r>
      <w:r w:rsidR="0066604E">
        <w:t>a</w:t>
      </w:r>
      <w:r w:rsidRPr="0072087B">
        <w:t>uthority requires, should be integrated into VTS applications to provide the VTSO with a real-time assessment of the environmental situation in the VTS area.</w:t>
      </w:r>
      <w:r w:rsidR="00D50138">
        <w:t xml:space="preserve"> </w:t>
      </w:r>
      <w:r w:rsidRPr="0072087B">
        <w:t xml:space="preserve">Information collected from this equipment may </w:t>
      </w:r>
      <w:r w:rsidR="00401DC8">
        <w:t xml:space="preserve">also </w:t>
      </w:r>
      <w:r w:rsidRPr="0072087B">
        <w:t>be provided to ships to assist in their assessment of the prevalent conditions.</w:t>
      </w:r>
      <w:r w:rsidR="00D50138">
        <w:t xml:space="preserve"> </w:t>
      </w:r>
    </w:p>
    <w:p w14:paraId="732C1E2B" w14:textId="7D57917F" w:rsidR="0072087B" w:rsidRPr="0072087B" w:rsidRDefault="0072087B" w:rsidP="0072087B">
      <w:pPr>
        <w:pStyle w:val="Brdtekst"/>
      </w:pPr>
      <w:r w:rsidRPr="0072087B">
        <w:t>The protection of the environment is an issue that has grown significantly in importance, both politically and socially, over recent years.</w:t>
      </w:r>
      <w:r w:rsidR="00D50138">
        <w:t xml:space="preserve"> </w:t>
      </w:r>
      <w:r w:rsidRPr="0072087B">
        <w:t>The environmental impact of normal commercial activities is analysed such that risk reduction measures can be determined and implemented.</w:t>
      </w:r>
      <w:r w:rsidR="00D50138">
        <w:t xml:space="preserve"> </w:t>
      </w:r>
      <w:r w:rsidRPr="0072087B">
        <w:t xml:space="preserve">Traditionally, VTS </w:t>
      </w:r>
      <w:r w:rsidR="00DC0D29">
        <w:t>providers</w:t>
      </w:r>
      <w:r w:rsidR="00401DC8" w:rsidRPr="0072087B">
        <w:t xml:space="preserve"> </w:t>
      </w:r>
      <w:r w:rsidRPr="0072087B">
        <w:t>have collected environmental data simply to support their VTS activities.</w:t>
      </w:r>
      <w:r w:rsidR="00D50138">
        <w:t xml:space="preserve"> </w:t>
      </w:r>
      <w:r w:rsidRPr="0072087B">
        <w:t xml:space="preserve">However, many VTS </w:t>
      </w:r>
      <w:r w:rsidR="00DC0D29">
        <w:t>providers</w:t>
      </w:r>
      <w:r w:rsidR="00401DC8" w:rsidRPr="0072087B">
        <w:t xml:space="preserve"> </w:t>
      </w:r>
      <w:r w:rsidRPr="0072087B">
        <w:t>have their VTS areas in, or alongside, marine protected areas or maritime reserves where</w:t>
      </w:r>
      <w:r w:rsidR="00401DC8">
        <w:t xml:space="preserve"> it is important to avoid</w:t>
      </w:r>
      <w:r w:rsidRPr="0072087B">
        <w:t xml:space="preserve"> any damage to the environment.</w:t>
      </w:r>
      <w:r w:rsidR="00D50138">
        <w:t xml:space="preserve"> </w:t>
      </w:r>
      <w:r>
        <w:t xml:space="preserve">In addition, the VTS </w:t>
      </w:r>
      <w:r w:rsidR="005B168A">
        <w:t>a</w:t>
      </w:r>
      <w:r>
        <w:t xml:space="preserve">rea may be located close to an area of population and therefore VTS </w:t>
      </w:r>
      <w:r w:rsidR="00DC0D29">
        <w:t>providers</w:t>
      </w:r>
      <w:r>
        <w:t xml:space="preserve"> should aim to ensure minimal impact of air pollution from ships on the areas of population.</w:t>
      </w:r>
      <w:r w:rsidR="00D50138">
        <w:t xml:space="preserve"> </w:t>
      </w:r>
    </w:p>
    <w:p w14:paraId="7E8E3DBF" w14:textId="0B6DA226" w:rsidR="0072087B" w:rsidRPr="0072087B" w:rsidRDefault="0072087B" w:rsidP="0072087B">
      <w:pPr>
        <w:pStyle w:val="Brdtekst"/>
      </w:pPr>
      <w:r w:rsidRPr="0072087B">
        <w:t xml:space="preserve">Therefore, the VTS should consider two </w:t>
      </w:r>
      <w:r w:rsidR="00401DC8">
        <w:t>purposes</w:t>
      </w:r>
      <w:r w:rsidR="00401DC8" w:rsidRPr="0072087B">
        <w:t xml:space="preserve"> </w:t>
      </w:r>
      <w:r w:rsidRPr="0072087B">
        <w:t xml:space="preserve">of environmental monitoring: </w:t>
      </w:r>
    </w:p>
    <w:p w14:paraId="31E3B868" w14:textId="1B7B711C" w:rsidR="0072087B" w:rsidRPr="00401DC8" w:rsidRDefault="0072087B" w:rsidP="00195176">
      <w:pPr>
        <w:pStyle w:val="Bullet1"/>
        <w:rPr>
          <w:lang w:val="fr-CM"/>
        </w:rPr>
      </w:pPr>
      <w:r w:rsidRPr="00401DC8">
        <w:rPr>
          <w:lang w:val="fr-CM"/>
        </w:rPr>
        <w:t xml:space="preserve">navigation data collection; </w:t>
      </w:r>
      <w:r w:rsidR="00F31DC8">
        <w:rPr>
          <w:lang w:val="fr-CM"/>
        </w:rPr>
        <w:t>and</w:t>
      </w:r>
    </w:p>
    <w:p w14:paraId="0826368A" w14:textId="531AF743" w:rsidR="0072087B" w:rsidRPr="00401DC8" w:rsidRDefault="0072087B" w:rsidP="00195176">
      <w:pPr>
        <w:pStyle w:val="Bullet1"/>
        <w:rPr>
          <w:lang w:val="fr-CM"/>
        </w:rPr>
      </w:pPr>
      <w:r w:rsidRPr="00401DC8">
        <w:rPr>
          <w:lang w:val="fr-CM"/>
        </w:rPr>
        <w:t xml:space="preserve">environment protection. </w:t>
      </w:r>
    </w:p>
    <w:p w14:paraId="3D070DEC" w14:textId="77777777" w:rsidR="0072087B" w:rsidRPr="00401DC8" w:rsidRDefault="0072087B" w:rsidP="0072087B">
      <w:pPr>
        <w:autoSpaceDE w:val="0"/>
        <w:autoSpaceDN w:val="0"/>
        <w:adjustRightInd w:val="0"/>
        <w:spacing w:line="240" w:lineRule="auto"/>
        <w:rPr>
          <w:rFonts w:ascii="Calibri" w:hAnsi="Calibri" w:cs="Calibri"/>
          <w:color w:val="000000"/>
          <w:sz w:val="22"/>
          <w:lang w:val="fr-CM"/>
        </w:rPr>
      </w:pPr>
    </w:p>
    <w:p w14:paraId="6EF1650D" w14:textId="74DA0638" w:rsidR="00B566AA" w:rsidRDefault="0072087B" w:rsidP="0072087B">
      <w:pPr>
        <w:pStyle w:val="Brdtekst"/>
      </w:pPr>
      <w:r w:rsidRPr="0072087B">
        <w:t xml:space="preserve">Navigation </w:t>
      </w:r>
      <w:r w:rsidR="00F31DC8">
        <w:t>d</w:t>
      </w:r>
      <w:r w:rsidRPr="0072087B">
        <w:t xml:space="preserve">ata </w:t>
      </w:r>
      <w:r w:rsidR="00F31DC8">
        <w:t>c</w:t>
      </w:r>
      <w:r w:rsidR="000A171C">
        <w:t>o</w:t>
      </w:r>
      <w:r w:rsidRPr="0072087B">
        <w:t>llection includes the traditional environment monitoring sensors</w:t>
      </w:r>
      <w:r w:rsidR="00B566AA">
        <w:t xml:space="preserve"> but</w:t>
      </w:r>
      <w:r w:rsidR="00401DC8">
        <w:t>,</w:t>
      </w:r>
      <w:r w:rsidR="00B566AA">
        <w:t xml:space="preserve"> </w:t>
      </w:r>
      <w:r w:rsidR="00401DC8">
        <w:t xml:space="preserve">to begin to implement the </w:t>
      </w:r>
      <w:r w:rsidR="00F31DC8">
        <w:t>“</w:t>
      </w:r>
      <w:r w:rsidR="00401DC8">
        <w:t>Just in Time</w:t>
      </w:r>
      <w:r w:rsidR="00F31DC8">
        <w:t>”</w:t>
      </w:r>
      <w:r w:rsidR="00401DC8">
        <w:t xml:space="preserve"> arrival concept, </w:t>
      </w:r>
      <w:r w:rsidR="00B566AA">
        <w:t xml:space="preserve">VTS </w:t>
      </w:r>
      <w:r w:rsidR="00DC0D29">
        <w:t>providers</w:t>
      </w:r>
      <w:r w:rsidR="00B566AA">
        <w:t xml:space="preserve"> should also consider integrating forecast information so that weather conditions related to the expected time of arrival can be </w:t>
      </w:r>
      <w:proofErr w:type="spellStart"/>
      <w:r w:rsidR="00401DC8">
        <w:t>assessed</w:t>
      </w:r>
      <w:proofErr w:type="spellEnd"/>
      <w:r w:rsidR="00401DC8">
        <w:t xml:space="preserve"> and </w:t>
      </w:r>
      <w:r w:rsidR="00B566AA">
        <w:t>communicated to incoming ships.</w:t>
      </w:r>
      <w:r w:rsidR="00D50138">
        <w:t xml:space="preserve"> </w:t>
      </w:r>
    </w:p>
    <w:p w14:paraId="52ADDCA4" w14:textId="5F44F146" w:rsidR="0072087B" w:rsidRPr="0072087B" w:rsidRDefault="00B566AA" w:rsidP="0072087B">
      <w:pPr>
        <w:pStyle w:val="Brdtekst"/>
      </w:pPr>
      <w:r>
        <w:t>T</w:t>
      </w:r>
      <w:r w:rsidR="0072087B" w:rsidRPr="0072087B">
        <w:t>ypically referred to as the hydrological/meteo</w:t>
      </w:r>
      <w:r>
        <w:t>rological (hydro/</w:t>
      </w:r>
      <w:proofErr w:type="spellStart"/>
      <w:r>
        <w:t>meteo</w:t>
      </w:r>
      <w:proofErr w:type="spellEnd"/>
      <w:r>
        <w:t>) systems, navigation data collection</w:t>
      </w:r>
      <w:r w:rsidR="0072087B" w:rsidRPr="0072087B">
        <w:t xml:space="preserve"> variables are those provided by </w:t>
      </w:r>
      <w:r>
        <w:t xml:space="preserve">real time, locally sited, </w:t>
      </w:r>
      <w:r w:rsidR="0072087B" w:rsidRPr="0072087B">
        <w:t xml:space="preserve">weather stations </w:t>
      </w:r>
      <w:r w:rsidR="00401DC8">
        <w:t>that</w:t>
      </w:r>
      <w:r w:rsidR="00401DC8" w:rsidRPr="0072087B">
        <w:t xml:space="preserve"> </w:t>
      </w:r>
      <w:r w:rsidR="0072087B" w:rsidRPr="0072087B">
        <w:t>include air temperature and humidity, wind velocity and direction, rainfall, air pressure and visibility.</w:t>
      </w:r>
      <w:r w:rsidR="00D50138">
        <w:t xml:space="preserve"> </w:t>
      </w:r>
      <w:r w:rsidR="0072087B" w:rsidRPr="0072087B">
        <w:t>In certain locations, hydrological variables such as tidal level, and current direction and velocity may also be required.</w:t>
      </w:r>
      <w:r w:rsidR="00D50138">
        <w:t xml:space="preserve"> </w:t>
      </w:r>
      <w:r w:rsidR="0072087B" w:rsidRPr="0072087B">
        <w:t>Hydrological data may be obtained through real sensors or available in predictive tables/databases from national authorities.</w:t>
      </w:r>
      <w:r w:rsidR="00D50138">
        <w:t xml:space="preserve"> </w:t>
      </w:r>
      <w:r w:rsidR="0072087B" w:rsidRPr="0072087B">
        <w:t xml:space="preserve">Sensors, providing this data, </w:t>
      </w:r>
      <w:r w:rsidR="0072087B">
        <w:t>may be</w:t>
      </w:r>
      <w:r w:rsidR="0072087B" w:rsidRPr="0072087B">
        <w:t xml:space="preserve"> located at remote sites and communicate data to a VTS centre via a telecommunications or radio link.</w:t>
      </w:r>
      <w:r w:rsidR="00D50138">
        <w:t xml:space="preserve"> </w:t>
      </w:r>
      <w:r w:rsidR="0072087B" w:rsidRPr="0072087B">
        <w:t>Alternatively, wave height, direction and surface current could be derived from the main VTS radar through software processing.</w:t>
      </w:r>
      <w:r w:rsidR="00D50138">
        <w:t xml:space="preserve"> </w:t>
      </w:r>
      <w:r w:rsidR="0072087B" w:rsidRPr="0072087B">
        <w:t>The accuracy of such measurements from dedicated sensors and from analysis of radar-originated data should be evaluated as part of the VTS design process.</w:t>
      </w:r>
      <w:r w:rsidR="00D50138">
        <w:t xml:space="preserve"> </w:t>
      </w:r>
    </w:p>
    <w:p w14:paraId="1AB883AE" w14:textId="1B6FAABD" w:rsidR="00707634" w:rsidRDefault="0072087B" w:rsidP="0072087B">
      <w:pPr>
        <w:pStyle w:val="Brdtekst"/>
      </w:pPr>
      <w:r>
        <w:t xml:space="preserve">An </w:t>
      </w:r>
      <w:r w:rsidR="000A171C">
        <w:t>e</w:t>
      </w:r>
      <w:r>
        <w:t>nvironment</w:t>
      </w:r>
      <w:r w:rsidRPr="0072087B">
        <w:t xml:space="preserve"> </w:t>
      </w:r>
      <w:r w:rsidR="000A171C">
        <w:t>p</w:t>
      </w:r>
      <w:r w:rsidRPr="0072087B">
        <w:t>rotection system could include implementing additional capability that provides early detection of any polluting incidents that may be caused by visiting vessels.</w:t>
      </w:r>
      <w:r w:rsidR="00D50138">
        <w:t xml:space="preserve"> </w:t>
      </w:r>
      <w:r w:rsidRPr="0072087B">
        <w:t>This early detection of pollution could be achieved through the software processing of the VTS radar signals or by specialist sensors that are designed to detect oil, or other pollutants, in the water.</w:t>
      </w:r>
      <w:r w:rsidR="00D50138">
        <w:t xml:space="preserve"> </w:t>
      </w:r>
      <w:r>
        <w:t xml:space="preserve">In addition, the monitoring of the emissions from ships should be considered </w:t>
      </w:r>
      <w:proofErr w:type="gramStart"/>
      <w:r>
        <w:t>in order to</w:t>
      </w:r>
      <w:proofErr w:type="gramEnd"/>
      <w:r>
        <w:t xml:space="preserve"> minim</w:t>
      </w:r>
      <w:r w:rsidR="00D50138">
        <w:t>ize</w:t>
      </w:r>
      <w:r>
        <w:t xml:space="preserve"> the impact on the local population.</w:t>
      </w:r>
      <w:r w:rsidR="00D50138">
        <w:t xml:space="preserve"> </w:t>
      </w:r>
      <w:r>
        <w:t>This may involve strategically located sensors or the use of drones to overfly the ship to detect specific pollutants.</w:t>
      </w:r>
      <w:r w:rsidR="00D50138">
        <w:t xml:space="preserve"> </w:t>
      </w:r>
    </w:p>
    <w:p w14:paraId="1861B686" w14:textId="152A5E7C" w:rsidR="00242BE2" w:rsidRDefault="00242BE2" w:rsidP="00231B88">
      <w:pPr>
        <w:pStyle w:val="Overskrift1"/>
      </w:pPr>
      <w:bookmarkStart w:id="20" w:name="_Toc110186827"/>
      <w:bookmarkStart w:id="21" w:name="_Toc110186867"/>
      <w:bookmarkStart w:id="22" w:name="_Toc110187144"/>
      <w:bookmarkStart w:id="23" w:name="_Toc114734884"/>
      <w:bookmarkEnd w:id="20"/>
      <w:bookmarkEnd w:id="21"/>
      <w:bookmarkEnd w:id="22"/>
      <w:r>
        <w:lastRenderedPageBreak/>
        <w:t xml:space="preserve">Producing </w:t>
      </w:r>
      <w:r w:rsidR="00D50138">
        <w:t>f</w:t>
      </w:r>
      <w:r>
        <w:t xml:space="preserve">unctional and </w:t>
      </w:r>
      <w:r w:rsidR="00D50138">
        <w:t>P</w:t>
      </w:r>
      <w:r>
        <w:t xml:space="preserve">erformance </w:t>
      </w:r>
      <w:r w:rsidR="00D50138">
        <w:t>R</w:t>
      </w:r>
      <w:r>
        <w:t>equirements</w:t>
      </w:r>
      <w:bookmarkEnd w:id="23"/>
    </w:p>
    <w:p w14:paraId="1BCF9080" w14:textId="77777777" w:rsidR="00231B88" w:rsidRPr="00231B88" w:rsidRDefault="00231B88" w:rsidP="00195176">
      <w:pPr>
        <w:pStyle w:val="Heading1separationline"/>
        <w:keepNext/>
        <w:keepLines/>
      </w:pPr>
    </w:p>
    <w:p w14:paraId="479FC98F" w14:textId="2E417B5B" w:rsidR="00CF220E" w:rsidRDefault="00CF220E" w:rsidP="00231B88">
      <w:pPr>
        <w:pStyle w:val="Overskrift2"/>
      </w:pPr>
      <w:bookmarkStart w:id="24" w:name="_Toc114734885"/>
      <w:bookmarkEnd w:id="19"/>
      <w:r>
        <w:t xml:space="preserve">Information </w:t>
      </w:r>
      <w:r w:rsidR="00D50138">
        <w:t>p</w:t>
      </w:r>
      <w:r>
        <w:t>resentation</w:t>
      </w:r>
      <w:bookmarkEnd w:id="24"/>
    </w:p>
    <w:p w14:paraId="4FC4C8EB" w14:textId="77777777" w:rsidR="00231B88" w:rsidRPr="00231B88" w:rsidRDefault="00231B88" w:rsidP="00195176">
      <w:pPr>
        <w:pStyle w:val="Heading2separationline"/>
        <w:keepNext/>
        <w:keepLines/>
      </w:pPr>
    </w:p>
    <w:p w14:paraId="5E56D8BC" w14:textId="6A4C32BF" w:rsidR="00602EE9" w:rsidRDefault="0040105D" w:rsidP="00195176">
      <w:pPr>
        <w:pStyle w:val="Brdtekst"/>
        <w:keepNext/>
        <w:keepLines/>
      </w:pPr>
      <w:r>
        <w:t>Real time environment monitoring data should be available to the VTS</w:t>
      </w:r>
      <w:r w:rsidR="00F460EE">
        <w:t xml:space="preserve"> operator (VTSO)</w:t>
      </w:r>
      <w:r>
        <w:t xml:space="preserve"> on </w:t>
      </w:r>
      <w:r w:rsidR="00891EE3">
        <w:t>the</w:t>
      </w:r>
      <w:r>
        <w:t xml:space="preserve"> main </w:t>
      </w:r>
      <w:r w:rsidR="00F460EE">
        <w:t>t</w:t>
      </w:r>
      <w:r>
        <w:t xml:space="preserve">raffic </w:t>
      </w:r>
      <w:r w:rsidR="00F460EE">
        <w:t>d</w:t>
      </w:r>
      <w:r>
        <w:t>isplay and presentable using a variety of styles and techniques.</w:t>
      </w:r>
      <w:r w:rsidR="00D50138">
        <w:t xml:space="preserve"> </w:t>
      </w:r>
      <w:r>
        <w:t>This could be a simple numeric display of the data parameters, as received, or could involve a time-based representation of the environmental data so that the VTSO can easily visual</w:t>
      </w:r>
      <w:r w:rsidR="00D50138">
        <w:t>ize</w:t>
      </w:r>
      <w:r>
        <w:t xml:space="preserve"> how weather </w:t>
      </w:r>
      <w:r w:rsidR="00771528">
        <w:t>or hydrographic conditions are</w:t>
      </w:r>
      <w:r>
        <w:t xml:space="preserve"> changing over time.</w:t>
      </w:r>
      <w:r w:rsidR="00D50138">
        <w:t xml:space="preserve"> </w:t>
      </w:r>
    </w:p>
    <w:p w14:paraId="545E6A8C" w14:textId="629656D2" w:rsidR="00771528" w:rsidRDefault="00771528" w:rsidP="00195176">
      <w:pPr>
        <w:pStyle w:val="Brdtekst"/>
        <w:keepNext/>
        <w:keepLines/>
      </w:pPr>
      <w:r>
        <w:t>Appropriate symbology should be used when presenting environmental information so that third parties can easily understand it.</w:t>
      </w:r>
      <w:r w:rsidR="00D50138">
        <w:t xml:space="preserve"> </w:t>
      </w:r>
      <w:r w:rsidR="008C304B">
        <w:t>T</w:t>
      </w:r>
      <w:r>
        <w:t xml:space="preserve">he </w:t>
      </w:r>
      <w:r w:rsidR="008C304B">
        <w:t xml:space="preserve">VTSO </w:t>
      </w:r>
      <w:r w:rsidR="00195176">
        <w:t xml:space="preserve">should </w:t>
      </w:r>
      <w:r w:rsidR="008C304B">
        <w:t xml:space="preserve">be able to select or deselect the display of </w:t>
      </w:r>
      <w:r>
        <w:t>environmental information</w:t>
      </w:r>
      <w:r w:rsidR="008C304B">
        <w:t>.</w:t>
      </w:r>
      <w:r w:rsidR="00D50138">
        <w:t xml:space="preserve"> </w:t>
      </w:r>
    </w:p>
    <w:p w14:paraId="3EA8AF6E" w14:textId="77C44BBD" w:rsidR="00CF220E" w:rsidRDefault="00835BFF" w:rsidP="00CF220E">
      <w:pPr>
        <w:pStyle w:val="Overskrift2"/>
      </w:pPr>
      <w:bookmarkStart w:id="25" w:name="_Toc114734886"/>
      <w:r>
        <w:t xml:space="preserve">Parameters and </w:t>
      </w:r>
      <w:r w:rsidR="00D50138">
        <w:t>a</w:t>
      </w:r>
      <w:r w:rsidR="00CF220E">
        <w:t>ccuracy</w:t>
      </w:r>
      <w:bookmarkEnd w:id="25"/>
    </w:p>
    <w:p w14:paraId="4D3E775D" w14:textId="77777777" w:rsidR="00124665" w:rsidRPr="00124665" w:rsidRDefault="00124665" w:rsidP="00195176">
      <w:pPr>
        <w:pStyle w:val="Heading2separationline"/>
      </w:pPr>
    </w:p>
    <w:p w14:paraId="2876C10A" w14:textId="728B41F9" w:rsidR="008C304B" w:rsidRDefault="00CF220E" w:rsidP="00CF220E">
      <w:pPr>
        <w:pStyle w:val="Brdtekst"/>
      </w:pPr>
      <w:r w:rsidRPr="00CF220E">
        <w:t xml:space="preserve">Where a VTS </w:t>
      </w:r>
      <w:r w:rsidR="00E353F4">
        <w:t>provider</w:t>
      </w:r>
      <w:r w:rsidR="008C304B" w:rsidRPr="00CF220E">
        <w:t xml:space="preserve"> </w:t>
      </w:r>
      <w:r w:rsidRPr="00CF220E">
        <w:t xml:space="preserve">determines a need to establish their own </w:t>
      </w:r>
      <w:r w:rsidR="008C304B">
        <w:t xml:space="preserve">real time </w:t>
      </w:r>
      <w:r w:rsidRPr="00CF220E">
        <w:t xml:space="preserve">monitoring stations, it should be noted that the VTS </w:t>
      </w:r>
      <w:r w:rsidR="00E353F4">
        <w:t>provider</w:t>
      </w:r>
      <w:r w:rsidRPr="00CF220E">
        <w:t xml:space="preserve">, in conjunction with </w:t>
      </w:r>
      <w:r w:rsidR="00F94523">
        <w:t>environmental</w:t>
      </w:r>
      <w:r w:rsidRPr="00CF220E">
        <w:t xml:space="preserve"> experts, should determine the accuracy</w:t>
      </w:r>
      <w:r w:rsidR="008C304B">
        <w:t>, resolution</w:t>
      </w:r>
      <w:r w:rsidRPr="00CF220E">
        <w:t xml:space="preserve"> </w:t>
      </w:r>
      <w:r w:rsidR="008C304B">
        <w:t>and granularity of the data to be collected.</w:t>
      </w:r>
      <w:r w:rsidR="00D50138">
        <w:t xml:space="preserve"> </w:t>
      </w:r>
      <w:r w:rsidR="008C304B">
        <w:t xml:space="preserve">These should be in accordance with the requirements defined during the </w:t>
      </w:r>
      <w:r w:rsidR="00E353F4">
        <w:t>o</w:t>
      </w:r>
      <w:r w:rsidR="008C304B">
        <w:t>perational risk assessment.</w:t>
      </w:r>
      <w:r w:rsidR="00D50138">
        <w:t xml:space="preserve"> </w:t>
      </w:r>
      <w:r w:rsidR="008C304B">
        <w:t>The range of the information to be collected should also consider the different environmental conditions for all months of the year.</w:t>
      </w:r>
      <w:r w:rsidR="00D50138">
        <w:t xml:space="preserve"> </w:t>
      </w:r>
    </w:p>
    <w:p w14:paraId="7746F573" w14:textId="737E2049" w:rsidR="006C4517" w:rsidRDefault="006C4517" w:rsidP="00CF220E">
      <w:pPr>
        <w:pStyle w:val="Brdtekst"/>
      </w:pPr>
      <w:r>
        <w:t xml:space="preserve">The following parameters are measured to assist VTS </w:t>
      </w:r>
      <w:r w:rsidR="00D35CE2">
        <w:t>o</w:t>
      </w:r>
      <w:r>
        <w:t>perations:</w:t>
      </w:r>
    </w:p>
    <w:p w14:paraId="3211EFFD" w14:textId="0E8BD6EE" w:rsidR="006C4517" w:rsidRDefault="006C4517" w:rsidP="00195176">
      <w:pPr>
        <w:pStyle w:val="Bullet1"/>
      </w:pPr>
      <w:r>
        <w:t>Wind Speed</w:t>
      </w:r>
      <w:r>
        <w:tab/>
      </w:r>
      <w:r w:rsidR="00F82349">
        <w:tab/>
      </w:r>
      <w:r w:rsidR="00D35CE2">
        <w:tab/>
      </w:r>
      <w:r>
        <w:t>m/s</w:t>
      </w:r>
    </w:p>
    <w:p w14:paraId="7F462318" w14:textId="0ECB03E0" w:rsidR="006C4517" w:rsidRDefault="006C4517" w:rsidP="00195176">
      <w:pPr>
        <w:pStyle w:val="Bullet1"/>
      </w:pPr>
      <w:r>
        <w:t>Wind Direction</w:t>
      </w:r>
      <w:r>
        <w:tab/>
      </w:r>
      <w:r w:rsidR="00D35CE2">
        <w:tab/>
      </w:r>
      <w:r>
        <w:t>degrees</w:t>
      </w:r>
    </w:p>
    <w:p w14:paraId="03AABA94" w14:textId="4E9EEAD7" w:rsidR="006C4517" w:rsidRDefault="00F94523" w:rsidP="00195176">
      <w:pPr>
        <w:pStyle w:val="Bullet1"/>
      </w:pPr>
      <w:r>
        <w:t>Air Temperature</w:t>
      </w:r>
      <w:r>
        <w:tab/>
      </w:r>
      <w:r w:rsidR="00D35CE2">
        <w:tab/>
      </w:r>
      <w:r>
        <w:t>degrees Celsius</w:t>
      </w:r>
    </w:p>
    <w:p w14:paraId="0B1418A2" w14:textId="20F70C58" w:rsidR="006C4517" w:rsidRDefault="006C4517" w:rsidP="00195176">
      <w:pPr>
        <w:pStyle w:val="Bullet1"/>
      </w:pPr>
      <w:r>
        <w:t>Humidity</w:t>
      </w:r>
      <w:r>
        <w:tab/>
      </w:r>
      <w:r w:rsidR="00F82349">
        <w:tab/>
      </w:r>
      <w:r w:rsidR="00D35CE2">
        <w:tab/>
      </w:r>
      <w:r w:rsidR="00F94523">
        <w:t>%</w:t>
      </w:r>
    </w:p>
    <w:p w14:paraId="489F8B89" w14:textId="5F722725" w:rsidR="006C4517" w:rsidRDefault="006C4517" w:rsidP="00195176">
      <w:pPr>
        <w:pStyle w:val="Bullet1"/>
      </w:pPr>
      <w:r>
        <w:t>Pressure</w:t>
      </w:r>
      <w:r>
        <w:tab/>
      </w:r>
      <w:r w:rsidR="00F82349">
        <w:tab/>
      </w:r>
      <w:r w:rsidR="00D35CE2">
        <w:tab/>
      </w:r>
      <w:r w:rsidR="00F94523">
        <w:t>hector Pascals</w:t>
      </w:r>
    </w:p>
    <w:p w14:paraId="5FE6291C" w14:textId="348F85EF" w:rsidR="006C4517" w:rsidRDefault="006C4517" w:rsidP="00195176">
      <w:pPr>
        <w:pStyle w:val="Bullet1"/>
      </w:pPr>
      <w:r>
        <w:t>Rainfall</w:t>
      </w:r>
      <w:r w:rsidR="00F94523">
        <w:tab/>
      </w:r>
      <w:r w:rsidR="00F82349">
        <w:tab/>
      </w:r>
      <w:r w:rsidR="00D35CE2">
        <w:tab/>
      </w:r>
      <w:r w:rsidR="00F94523">
        <w:t>mm/hr</w:t>
      </w:r>
    </w:p>
    <w:p w14:paraId="031E8D70" w14:textId="526232CB" w:rsidR="006C4517" w:rsidRDefault="006C4517" w:rsidP="00195176">
      <w:pPr>
        <w:pStyle w:val="Bullet1"/>
      </w:pPr>
      <w:r>
        <w:t>Visibility</w:t>
      </w:r>
      <w:r w:rsidR="00F94523">
        <w:tab/>
      </w:r>
      <w:r w:rsidR="00F82349">
        <w:tab/>
      </w:r>
      <w:r w:rsidR="00D35CE2">
        <w:tab/>
      </w:r>
      <w:r w:rsidR="00F94523">
        <w:t>m</w:t>
      </w:r>
    </w:p>
    <w:p w14:paraId="27918F2C" w14:textId="76B9515A" w:rsidR="006C4517" w:rsidRDefault="006C4517" w:rsidP="00195176">
      <w:pPr>
        <w:pStyle w:val="Bullet1"/>
      </w:pPr>
      <w:r>
        <w:t>Tide Height</w:t>
      </w:r>
      <w:r w:rsidR="00F94523">
        <w:tab/>
      </w:r>
      <w:r w:rsidR="00F82349">
        <w:tab/>
      </w:r>
      <w:r w:rsidR="00D35CE2">
        <w:tab/>
      </w:r>
      <w:r w:rsidR="00F94523">
        <w:t>m</w:t>
      </w:r>
    </w:p>
    <w:p w14:paraId="4A0B305E" w14:textId="66A32A92" w:rsidR="006C4517" w:rsidRDefault="006C4517" w:rsidP="00195176">
      <w:pPr>
        <w:pStyle w:val="Bullet1"/>
      </w:pPr>
      <w:r>
        <w:t>Current Speed</w:t>
      </w:r>
      <w:r w:rsidR="00F94523">
        <w:tab/>
      </w:r>
      <w:r w:rsidR="00D35CE2">
        <w:tab/>
      </w:r>
      <w:r w:rsidR="00F94523">
        <w:t>m/s</w:t>
      </w:r>
    </w:p>
    <w:p w14:paraId="6691C5CC" w14:textId="25AE8552" w:rsidR="006C4517" w:rsidRDefault="006C4517" w:rsidP="00195176">
      <w:pPr>
        <w:pStyle w:val="Bullet1"/>
      </w:pPr>
      <w:r>
        <w:t>Current Direction</w:t>
      </w:r>
      <w:r w:rsidR="00F94523">
        <w:tab/>
      </w:r>
      <w:r w:rsidR="00D35CE2">
        <w:tab/>
      </w:r>
      <w:r w:rsidR="00F94523">
        <w:t>degrees</w:t>
      </w:r>
    </w:p>
    <w:p w14:paraId="02C8DF92" w14:textId="15306BB8" w:rsidR="006C4517" w:rsidRDefault="006C4517" w:rsidP="00195176">
      <w:pPr>
        <w:pStyle w:val="Bullet1"/>
      </w:pPr>
      <w:r>
        <w:t>Wave height</w:t>
      </w:r>
      <w:r w:rsidR="00F82349">
        <w:tab/>
      </w:r>
      <w:r w:rsidR="00F94523">
        <w:tab/>
      </w:r>
      <w:r w:rsidR="00D35CE2">
        <w:tab/>
      </w:r>
      <w:r w:rsidR="00F94523">
        <w:t>m</w:t>
      </w:r>
    </w:p>
    <w:p w14:paraId="1E2D12A1" w14:textId="1655348D" w:rsidR="006C4517" w:rsidRDefault="00F94523" w:rsidP="00195176">
      <w:pPr>
        <w:pStyle w:val="Bullet1"/>
      </w:pPr>
      <w:r>
        <w:t>Wave Direction</w:t>
      </w:r>
      <w:r>
        <w:tab/>
      </w:r>
      <w:r w:rsidR="00D35CE2">
        <w:tab/>
      </w:r>
      <w:r>
        <w:t>degrees</w:t>
      </w:r>
    </w:p>
    <w:p w14:paraId="56B64270" w14:textId="10F9F30C" w:rsidR="00F94523" w:rsidRDefault="00F94523" w:rsidP="00195176">
      <w:pPr>
        <w:pStyle w:val="Bullet1"/>
      </w:pPr>
      <w:r>
        <w:t>Sea Surface Temperature</w:t>
      </w:r>
      <w:r>
        <w:tab/>
        <w:t>degrees Celsius</w:t>
      </w:r>
    </w:p>
    <w:p w14:paraId="5FEDD18C" w14:textId="74DD4679" w:rsidR="00F94523" w:rsidRDefault="00F94523" w:rsidP="00195176">
      <w:pPr>
        <w:pStyle w:val="Bullet1"/>
      </w:pPr>
      <w:r>
        <w:t>Salinity</w:t>
      </w:r>
    </w:p>
    <w:p w14:paraId="17D1405F" w14:textId="5B3BA00F" w:rsidR="00F94523" w:rsidRDefault="00F94523" w:rsidP="00195176">
      <w:pPr>
        <w:pStyle w:val="Bullet1"/>
      </w:pPr>
      <w:r>
        <w:t>Ice coverage</w:t>
      </w:r>
    </w:p>
    <w:p w14:paraId="197843EE" w14:textId="34AD69E4" w:rsidR="00F94523" w:rsidRDefault="00F94523" w:rsidP="00195176">
      <w:pPr>
        <w:pStyle w:val="Bullet1"/>
      </w:pPr>
      <w:r>
        <w:t>Ice thickness</w:t>
      </w:r>
    </w:p>
    <w:p w14:paraId="7BC42565" w14:textId="142AD95D" w:rsidR="00F94523" w:rsidRDefault="00F94523" w:rsidP="00195176">
      <w:pPr>
        <w:pStyle w:val="Bullet1"/>
      </w:pPr>
      <w:r>
        <w:t>Oil Spill Area</w:t>
      </w:r>
    </w:p>
    <w:p w14:paraId="45FF3508" w14:textId="14E3A9A9" w:rsidR="008977BE" w:rsidRDefault="008977BE" w:rsidP="00195176">
      <w:pPr>
        <w:pStyle w:val="Bullet1"/>
      </w:pPr>
      <w:r>
        <w:t>CO2 emissions [6]</w:t>
      </w:r>
    </w:p>
    <w:p w14:paraId="4AE17C28" w14:textId="7FD823E0" w:rsidR="00F94523" w:rsidRDefault="00F94523" w:rsidP="00195176">
      <w:pPr>
        <w:pStyle w:val="Bullet1"/>
      </w:pPr>
      <w:r>
        <w:t>NOx emissions</w:t>
      </w:r>
      <w:r w:rsidR="008977BE">
        <w:t xml:space="preserve"> [7]</w:t>
      </w:r>
    </w:p>
    <w:p w14:paraId="420185F7" w14:textId="1479DF06" w:rsidR="00835BFF" w:rsidRDefault="00835BFF" w:rsidP="00835BFF">
      <w:pPr>
        <w:pStyle w:val="Brdtekst"/>
      </w:pPr>
      <w:r w:rsidRPr="00835BFF">
        <w:lastRenderedPageBreak/>
        <w:t>The VTS system requirements should also specify the time periods over which the various data parameters should be updated and may be averaged, if required, as these factors will depend upon the local circumstances pertaining to the VTS system.</w:t>
      </w:r>
    </w:p>
    <w:p w14:paraId="0170C13F" w14:textId="0DFBF872" w:rsidR="00835BFF" w:rsidRDefault="00835BFF" w:rsidP="00602EE9">
      <w:pPr>
        <w:pStyle w:val="Overskrift2"/>
      </w:pPr>
      <w:bookmarkStart w:id="26" w:name="_Toc110186874"/>
      <w:bookmarkStart w:id="27" w:name="_Toc110187151"/>
      <w:bookmarkStart w:id="28" w:name="_Toc110186875"/>
      <w:bookmarkStart w:id="29" w:name="_Toc110187152"/>
      <w:bookmarkStart w:id="30" w:name="_Toc110186876"/>
      <w:bookmarkStart w:id="31" w:name="_Toc110187153"/>
      <w:bookmarkStart w:id="32" w:name="_Toc114734887"/>
      <w:bookmarkEnd w:id="26"/>
      <w:bookmarkEnd w:id="27"/>
      <w:bookmarkEnd w:id="28"/>
      <w:bookmarkEnd w:id="29"/>
      <w:bookmarkEnd w:id="30"/>
      <w:bookmarkEnd w:id="31"/>
      <w:r>
        <w:t>F</w:t>
      </w:r>
      <w:r w:rsidR="00D50138">
        <w:t>unctional</w:t>
      </w:r>
      <w:r>
        <w:t xml:space="preserve"> </w:t>
      </w:r>
      <w:r w:rsidR="00D50138">
        <w:t>r</w:t>
      </w:r>
      <w:r>
        <w:t>equirements</w:t>
      </w:r>
      <w:bookmarkEnd w:id="32"/>
    </w:p>
    <w:p w14:paraId="2D313EC7" w14:textId="77777777" w:rsidR="00124665" w:rsidRPr="00124665" w:rsidRDefault="00124665" w:rsidP="00195176">
      <w:pPr>
        <w:pStyle w:val="Heading2separationline"/>
      </w:pPr>
    </w:p>
    <w:p w14:paraId="05766DA9" w14:textId="5C5F564A" w:rsidR="00835BFF" w:rsidRPr="00835BFF" w:rsidRDefault="00835BFF" w:rsidP="00835BFF">
      <w:pPr>
        <w:pStyle w:val="Brdtekst"/>
      </w:pPr>
      <w:r w:rsidRPr="00835BFF">
        <w:t xml:space="preserve">This section describes the essential functions of the </w:t>
      </w:r>
      <w:r w:rsidR="00812C1C">
        <w:t>environmental monitoring</w:t>
      </w:r>
      <w:r w:rsidRPr="00835BFF">
        <w:t xml:space="preserve"> system for inclusion and integration within the overall VTS system. </w:t>
      </w:r>
    </w:p>
    <w:p w14:paraId="2B59A857" w14:textId="77777777" w:rsidR="00835BFF" w:rsidRPr="00835BFF" w:rsidRDefault="00835BFF" w:rsidP="00835BFF">
      <w:pPr>
        <w:pStyle w:val="Brdtekst"/>
      </w:pPr>
      <w:r w:rsidRPr="00835BFF">
        <w:t xml:space="preserve">Environmental measurements are made by dedicated and/or multipurpose sensors positioned throughout the VTS area (and its approaches) such that an overall environmental picture can be determined, taking account of the possibility of anticipated variations arising from the </w:t>
      </w:r>
      <w:proofErr w:type="gramStart"/>
      <w:r w:rsidRPr="00835BFF">
        <w:t>particular geography</w:t>
      </w:r>
      <w:proofErr w:type="gramEnd"/>
      <w:r w:rsidRPr="00835BFF">
        <w:t xml:space="preserve"> of the VTS location. </w:t>
      </w:r>
    </w:p>
    <w:p w14:paraId="299BD112" w14:textId="6A425EBF" w:rsidR="00835BFF" w:rsidRPr="00835BFF" w:rsidRDefault="00835BFF" w:rsidP="00835BFF">
      <w:pPr>
        <w:pStyle w:val="Brdtekst"/>
      </w:pPr>
      <w:r w:rsidRPr="00835BFF">
        <w:t>Measurements are transmitted to a VTS centre for analysis, system wide processing and subsequent display to the VTSO in user-selectable format.</w:t>
      </w:r>
      <w:r w:rsidR="00D50138">
        <w:t xml:space="preserve"> </w:t>
      </w:r>
      <w:r w:rsidRPr="00835BFF">
        <w:t xml:space="preserve">The measured data </w:t>
      </w:r>
      <w:r w:rsidR="003E2058">
        <w:t>can</w:t>
      </w:r>
      <w:r w:rsidRPr="00835BFF">
        <w:t xml:space="preserve"> be presented both numerically and graphically.</w:t>
      </w:r>
      <w:r w:rsidR="00D50138">
        <w:t xml:space="preserve"> </w:t>
      </w:r>
    </w:p>
    <w:p w14:paraId="59B0739B" w14:textId="2179E2FE" w:rsidR="00835BFF" w:rsidRPr="00835BFF" w:rsidRDefault="00835BFF" w:rsidP="00835BFF">
      <w:pPr>
        <w:pStyle w:val="Brdtekst"/>
      </w:pPr>
      <w:r w:rsidRPr="00835BFF">
        <w:t xml:space="preserve">The VTS </w:t>
      </w:r>
      <w:r w:rsidR="00E353F4">
        <w:t>provider</w:t>
      </w:r>
      <w:r w:rsidR="003E2058" w:rsidRPr="00835BFF">
        <w:t xml:space="preserve"> </w:t>
      </w:r>
      <w:r w:rsidRPr="00835BFF">
        <w:t xml:space="preserve">may also require such data to be stored for a predefined period (e.g., up to one year). </w:t>
      </w:r>
    </w:p>
    <w:p w14:paraId="40A0D379" w14:textId="7F8C327F" w:rsidR="00835BFF" w:rsidRPr="00835BFF" w:rsidRDefault="003E2058" w:rsidP="00835BFF">
      <w:pPr>
        <w:pStyle w:val="Brdtekst"/>
      </w:pPr>
      <w:r>
        <w:t>The</w:t>
      </w:r>
      <w:r w:rsidR="00835BFF" w:rsidRPr="00835BFF">
        <w:t xml:space="preserve"> VTS </w:t>
      </w:r>
      <w:r w:rsidR="008F7608">
        <w:t>c</w:t>
      </w:r>
      <w:r w:rsidR="00835BFF" w:rsidRPr="00835BFF">
        <w:t xml:space="preserve">entre </w:t>
      </w:r>
      <w:r>
        <w:t>may also have</w:t>
      </w:r>
      <w:r w:rsidR="00835BFF" w:rsidRPr="00835BFF">
        <w:t xml:space="preserve"> access to </w:t>
      </w:r>
      <w:r>
        <w:t xml:space="preserve">other </w:t>
      </w:r>
      <w:r w:rsidR="00835BFF" w:rsidRPr="00835BFF">
        <w:t xml:space="preserve">external </w:t>
      </w:r>
      <w:r>
        <w:t xml:space="preserve">sources of environmental </w:t>
      </w:r>
      <w:r w:rsidR="00835BFF" w:rsidRPr="00835BFF">
        <w:t xml:space="preserve">information relevant to the VTS area(s). In addition, the VTS system </w:t>
      </w:r>
      <w:proofErr w:type="gramStart"/>
      <w:r>
        <w:t xml:space="preserve">could </w:t>
      </w:r>
      <w:r w:rsidR="00835BFF" w:rsidRPr="00835BFF">
        <w:t>,</w:t>
      </w:r>
      <w:proofErr w:type="gramEnd"/>
      <w:r w:rsidR="00835BFF" w:rsidRPr="00835BFF">
        <w:t xml:space="preserve"> </w:t>
      </w:r>
      <w:r>
        <w:t>share</w:t>
      </w:r>
      <w:r w:rsidRPr="00835BFF">
        <w:t xml:space="preserve"> </w:t>
      </w:r>
      <w:r w:rsidR="00835BFF" w:rsidRPr="00835BFF">
        <w:t xml:space="preserve">the available environmental data </w:t>
      </w:r>
      <w:r>
        <w:t>with other</w:t>
      </w:r>
      <w:r w:rsidR="00835BFF" w:rsidRPr="00835BFF">
        <w:t xml:space="preserve"> VTS users (shipping etc.) and external allied services.</w:t>
      </w:r>
    </w:p>
    <w:p w14:paraId="00D3046E" w14:textId="1EE94C5F" w:rsidR="00602EE9" w:rsidRDefault="00602EE9" w:rsidP="00602EE9">
      <w:pPr>
        <w:pStyle w:val="Overskrift2"/>
      </w:pPr>
      <w:bookmarkStart w:id="33" w:name="_Toc114734888"/>
      <w:r>
        <w:t xml:space="preserve">Installation and </w:t>
      </w:r>
      <w:r w:rsidR="00D50138">
        <w:t>m</w:t>
      </w:r>
      <w:r>
        <w:t xml:space="preserve">aintenance </w:t>
      </w:r>
      <w:r w:rsidR="00D50138">
        <w:t>c</w:t>
      </w:r>
      <w:r>
        <w:t>onsiderations</w:t>
      </w:r>
      <w:bookmarkEnd w:id="33"/>
    </w:p>
    <w:p w14:paraId="4139EB23" w14:textId="77777777" w:rsidR="00124665" w:rsidRPr="00124665" w:rsidRDefault="00124665" w:rsidP="00E66625">
      <w:pPr>
        <w:pStyle w:val="Heading2separationline"/>
      </w:pPr>
    </w:p>
    <w:p w14:paraId="18DD6B19" w14:textId="016A41D1" w:rsidR="00835BFF" w:rsidRPr="00835BFF" w:rsidRDefault="00835BFF" w:rsidP="00835BFF">
      <w:pPr>
        <w:pStyle w:val="Brdtekst"/>
      </w:pPr>
      <w:r w:rsidRPr="00835BFF">
        <w:t xml:space="preserve">The environmental monitoring systems should consider maintenance access, lightning </w:t>
      </w:r>
      <w:proofErr w:type="gramStart"/>
      <w:r w:rsidRPr="00835BFF">
        <w:t>protection</w:t>
      </w:r>
      <w:proofErr w:type="gramEnd"/>
      <w:r w:rsidRPr="00835BFF">
        <w:t xml:space="preserve"> and wind load on antennas. The build-up of ice in some climates should also be a consideration. </w:t>
      </w:r>
    </w:p>
    <w:p w14:paraId="01626844" w14:textId="77777777" w:rsidR="00835BFF" w:rsidRPr="00835BFF" w:rsidRDefault="00835BFF" w:rsidP="00835BFF">
      <w:pPr>
        <w:pStyle w:val="Brdtekst"/>
      </w:pPr>
      <w:r w:rsidRPr="00835BFF">
        <w:t xml:space="preserve">Key aspects, related to design and installation, include: </w:t>
      </w:r>
    </w:p>
    <w:p w14:paraId="3746A570" w14:textId="76674ECB" w:rsidR="00835BFF" w:rsidRPr="00835BFF" w:rsidRDefault="005472BB" w:rsidP="00E66625">
      <w:pPr>
        <w:pStyle w:val="Bullet1"/>
      </w:pPr>
      <w:r>
        <w:t>S</w:t>
      </w:r>
      <w:r w:rsidR="00835BFF" w:rsidRPr="00835BFF">
        <w:t xml:space="preserve">uitability to meet range, </w:t>
      </w:r>
      <w:proofErr w:type="gramStart"/>
      <w:r w:rsidR="00835BFF" w:rsidRPr="00835BFF">
        <w:t>accuracy</w:t>
      </w:r>
      <w:proofErr w:type="gramEnd"/>
      <w:r w:rsidR="00835BFF" w:rsidRPr="00835BFF">
        <w:t xml:space="preserve"> and update rate requirements</w:t>
      </w:r>
    </w:p>
    <w:p w14:paraId="2C457E06" w14:textId="26A14E06" w:rsidR="00835BFF" w:rsidRPr="00835BFF" w:rsidRDefault="005472BB" w:rsidP="00E66625">
      <w:pPr>
        <w:pStyle w:val="Bullet1"/>
      </w:pPr>
      <w:r>
        <w:t>L</w:t>
      </w:r>
      <w:r w:rsidR="00835BFF" w:rsidRPr="00835BFF">
        <w:t>ocation within the VTS area and its approaches</w:t>
      </w:r>
    </w:p>
    <w:p w14:paraId="0100844D" w14:textId="56138B7E" w:rsidR="00835BFF" w:rsidRPr="00835BFF" w:rsidRDefault="005472BB" w:rsidP="00E66625">
      <w:pPr>
        <w:pStyle w:val="Bullet1"/>
      </w:pPr>
      <w:r>
        <w:t>D</w:t>
      </w:r>
      <w:r w:rsidR="00835BFF" w:rsidRPr="00835BFF">
        <w:t xml:space="preserve">urability and resistance to environmental conditions </w:t>
      </w:r>
    </w:p>
    <w:p w14:paraId="0BE02277" w14:textId="599AE471" w:rsidR="00835BFF" w:rsidRPr="00835BFF" w:rsidRDefault="005472BB" w:rsidP="00E66625">
      <w:pPr>
        <w:pStyle w:val="Bullet1"/>
      </w:pPr>
      <w:r>
        <w:t>I</w:t>
      </w:r>
      <w:r w:rsidR="00835BFF" w:rsidRPr="00835BFF">
        <w:t>nterference</w:t>
      </w:r>
    </w:p>
    <w:p w14:paraId="3096F451" w14:textId="4F657860" w:rsidR="00835BFF" w:rsidRPr="00835BFF" w:rsidRDefault="005472BB" w:rsidP="00E66625">
      <w:pPr>
        <w:pStyle w:val="Bullet1"/>
      </w:pPr>
      <w:r>
        <w:t>P</w:t>
      </w:r>
      <w:r w:rsidR="00835BFF" w:rsidRPr="00835BFF">
        <w:t xml:space="preserve">ower supply requirements / options </w:t>
      </w:r>
    </w:p>
    <w:p w14:paraId="2A27988A" w14:textId="04FD89CE" w:rsidR="00835BFF" w:rsidRPr="00835BFF" w:rsidRDefault="005472BB" w:rsidP="00E66625">
      <w:pPr>
        <w:pStyle w:val="Bullet1"/>
      </w:pPr>
      <w:r>
        <w:t>I</w:t>
      </w:r>
      <w:r w:rsidR="00835BFF" w:rsidRPr="00835BFF">
        <w:t>nstallation</w:t>
      </w:r>
    </w:p>
    <w:p w14:paraId="4C139E71" w14:textId="4D930E41" w:rsidR="00835BFF" w:rsidRPr="00835BFF" w:rsidRDefault="005472BB" w:rsidP="00E66625">
      <w:pPr>
        <w:pStyle w:val="Bullet1"/>
      </w:pPr>
      <w:r>
        <w:t>M</w:t>
      </w:r>
      <w:r w:rsidR="00835BFF" w:rsidRPr="00835BFF">
        <w:t>aintenanc</w:t>
      </w:r>
      <w:r>
        <w:t>e</w:t>
      </w:r>
      <w:r w:rsidR="00835BFF" w:rsidRPr="00835BFF">
        <w:t xml:space="preserve"> </w:t>
      </w:r>
    </w:p>
    <w:p w14:paraId="27B22F01" w14:textId="239B612A" w:rsidR="00835BFF" w:rsidRPr="00835BFF" w:rsidRDefault="005472BB" w:rsidP="00E66625">
      <w:pPr>
        <w:pStyle w:val="Bullet1"/>
      </w:pPr>
      <w:r>
        <w:t>I</w:t>
      </w:r>
      <w:r w:rsidR="00835BFF" w:rsidRPr="00835BFF">
        <w:t>nterfacing</w:t>
      </w:r>
    </w:p>
    <w:p w14:paraId="79C20257" w14:textId="59DCBA04" w:rsidR="00835BFF" w:rsidRPr="00835BFF" w:rsidRDefault="005472BB" w:rsidP="00E66625">
      <w:pPr>
        <w:pStyle w:val="Bullet1"/>
      </w:pPr>
      <w:r>
        <w:t>B</w:t>
      </w:r>
      <w:r w:rsidR="00835BFF" w:rsidRPr="00835BFF">
        <w:t xml:space="preserve">ack-up arrangements </w:t>
      </w:r>
    </w:p>
    <w:p w14:paraId="22E0C0AA" w14:textId="77084AD6" w:rsidR="00835BFF" w:rsidRPr="00835BFF" w:rsidRDefault="005472BB" w:rsidP="00E66625">
      <w:pPr>
        <w:pStyle w:val="Bullet1"/>
      </w:pPr>
      <w:r>
        <w:t>S</w:t>
      </w:r>
      <w:r w:rsidR="00835BFF" w:rsidRPr="00835BFF">
        <w:t>afety precautions</w:t>
      </w:r>
    </w:p>
    <w:p w14:paraId="3958EDFB" w14:textId="75AB2E87" w:rsidR="00124665" w:rsidRPr="00124665" w:rsidRDefault="00835BFF" w:rsidP="00124665">
      <w:pPr>
        <w:pStyle w:val="Overskrift3"/>
      </w:pPr>
      <w:bookmarkStart w:id="34" w:name="_Toc110186879"/>
      <w:bookmarkStart w:id="35" w:name="_Toc110187156"/>
      <w:bookmarkStart w:id="36" w:name="_Toc114734889"/>
      <w:bookmarkEnd w:id="34"/>
      <w:bookmarkEnd w:id="35"/>
      <w:r w:rsidRPr="00835BFF">
        <w:rPr>
          <w:sz w:val="23"/>
          <w:szCs w:val="23"/>
        </w:rPr>
        <w:t>S</w:t>
      </w:r>
      <w:r w:rsidR="00D50138" w:rsidRPr="00835BFF">
        <w:t xml:space="preserve">uitability to </w:t>
      </w:r>
      <w:r w:rsidR="00D50138" w:rsidRPr="00835BFF">
        <w:rPr>
          <w:sz w:val="23"/>
          <w:szCs w:val="23"/>
        </w:rPr>
        <w:t>m</w:t>
      </w:r>
      <w:r w:rsidR="00D50138" w:rsidRPr="00835BFF">
        <w:t xml:space="preserve">eet </w:t>
      </w:r>
      <w:r w:rsidR="00D50138" w:rsidRPr="00835BFF">
        <w:rPr>
          <w:sz w:val="23"/>
          <w:szCs w:val="23"/>
        </w:rPr>
        <w:t>r</w:t>
      </w:r>
      <w:r w:rsidR="00D50138" w:rsidRPr="00835BFF">
        <w:t>ange</w:t>
      </w:r>
      <w:r w:rsidR="00D50138" w:rsidRPr="00835BFF">
        <w:rPr>
          <w:sz w:val="23"/>
          <w:szCs w:val="23"/>
        </w:rPr>
        <w:t>, a</w:t>
      </w:r>
      <w:r w:rsidR="00D50138" w:rsidRPr="00835BFF">
        <w:t xml:space="preserve">ccuracy and </w:t>
      </w:r>
      <w:r w:rsidR="00D50138" w:rsidRPr="00835BFF">
        <w:rPr>
          <w:sz w:val="23"/>
          <w:szCs w:val="23"/>
        </w:rPr>
        <w:t>u</w:t>
      </w:r>
      <w:r w:rsidR="00D50138" w:rsidRPr="00835BFF">
        <w:t xml:space="preserve">pdate </w:t>
      </w:r>
      <w:r w:rsidR="00D50138" w:rsidRPr="00835BFF">
        <w:rPr>
          <w:sz w:val="23"/>
          <w:szCs w:val="23"/>
        </w:rPr>
        <w:t>r</w:t>
      </w:r>
      <w:r w:rsidR="00D50138" w:rsidRPr="00835BFF">
        <w:t xml:space="preserve">ate </w:t>
      </w:r>
      <w:r w:rsidR="00D50138" w:rsidRPr="00835BFF">
        <w:rPr>
          <w:sz w:val="23"/>
          <w:szCs w:val="23"/>
        </w:rPr>
        <w:t>r</w:t>
      </w:r>
      <w:r w:rsidR="00D50138" w:rsidRPr="00835BFF">
        <w:t>equirements</w:t>
      </w:r>
      <w:bookmarkEnd w:id="36"/>
      <w:r w:rsidR="00D50138" w:rsidRPr="00835BFF">
        <w:t xml:space="preserve"> </w:t>
      </w:r>
    </w:p>
    <w:p w14:paraId="18E90805" w14:textId="1C82ADC9" w:rsidR="00835BFF" w:rsidRPr="00835BFF" w:rsidRDefault="00835BFF" w:rsidP="00835BFF">
      <w:pPr>
        <w:pStyle w:val="Brdtekst"/>
      </w:pPr>
      <w:r w:rsidRPr="00835BFF">
        <w:t xml:space="preserve">Individual sensors (multipurpose where appropriate) should be selected to </w:t>
      </w:r>
      <w:r w:rsidR="003E2058">
        <w:t>achieve</w:t>
      </w:r>
      <w:r w:rsidR="003E2058" w:rsidRPr="00835BFF">
        <w:t xml:space="preserve"> </w:t>
      </w:r>
      <w:r w:rsidRPr="00835BFF">
        <w:t xml:space="preserve">the range, </w:t>
      </w:r>
      <w:proofErr w:type="gramStart"/>
      <w:r w:rsidRPr="00835BFF">
        <w:t>accuracy</w:t>
      </w:r>
      <w:proofErr w:type="gramEnd"/>
      <w:r w:rsidRPr="00835BFF">
        <w:t xml:space="preserve"> and update rate requirements. </w:t>
      </w:r>
    </w:p>
    <w:p w14:paraId="3EE56E66" w14:textId="750B1B40" w:rsidR="00835BFF" w:rsidRPr="00835BFF" w:rsidRDefault="00D50138" w:rsidP="00835BFF">
      <w:pPr>
        <w:pStyle w:val="Overskrift3"/>
        <w:rPr>
          <w:sz w:val="23"/>
          <w:szCs w:val="23"/>
        </w:rPr>
      </w:pPr>
      <w:bookmarkStart w:id="37" w:name="_Toc114734890"/>
      <w:r w:rsidRPr="00835BFF">
        <w:rPr>
          <w:sz w:val="23"/>
          <w:szCs w:val="23"/>
        </w:rPr>
        <w:t xml:space="preserve">Location within the </w:t>
      </w:r>
      <w:r>
        <w:rPr>
          <w:sz w:val="23"/>
          <w:szCs w:val="23"/>
        </w:rPr>
        <w:t>VTS</w:t>
      </w:r>
      <w:r w:rsidRPr="00835BFF">
        <w:rPr>
          <w:sz w:val="23"/>
          <w:szCs w:val="23"/>
        </w:rPr>
        <w:t xml:space="preserve"> area and its approaches</w:t>
      </w:r>
      <w:bookmarkEnd w:id="37"/>
      <w:r w:rsidRPr="00835BFF">
        <w:rPr>
          <w:sz w:val="23"/>
          <w:szCs w:val="23"/>
        </w:rPr>
        <w:t xml:space="preserve"> </w:t>
      </w:r>
    </w:p>
    <w:p w14:paraId="02C91CF2" w14:textId="77777777" w:rsidR="00835BFF" w:rsidRPr="00835BFF" w:rsidRDefault="00835BFF" w:rsidP="00835BFF">
      <w:pPr>
        <w:pStyle w:val="Brdtekst"/>
      </w:pPr>
      <w:r w:rsidRPr="00835BFF">
        <w:t xml:space="preserve">The network of environmental sensors should be part of a coherent sensor network designed to achieve the VTS system needs (coverage, appropriate accuracy in areas of different assessed risk, redundancy etc.). </w:t>
      </w:r>
    </w:p>
    <w:p w14:paraId="786813E0" w14:textId="42207310" w:rsidR="00835BFF" w:rsidRPr="00835BFF" w:rsidRDefault="00D50138" w:rsidP="00835BFF">
      <w:pPr>
        <w:pStyle w:val="Overskrift3"/>
        <w:rPr>
          <w:sz w:val="23"/>
          <w:szCs w:val="23"/>
        </w:rPr>
      </w:pPr>
      <w:bookmarkStart w:id="38" w:name="_Toc114734891"/>
      <w:r w:rsidRPr="00835BFF">
        <w:rPr>
          <w:sz w:val="23"/>
          <w:szCs w:val="23"/>
        </w:rPr>
        <w:lastRenderedPageBreak/>
        <w:t>Durability and resistance to environmental conditions</w:t>
      </w:r>
      <w:bookmarkEnd w:id="38"/>
      <w:r w:rsidRPr="00835BFF">
        <w:rPr>
          <w:sz w:val="23"/>
          <w:szCs w:val="23"/>
        </w:rPr>
        <w:t xml:space="preserve"> </w:t>
      </w:r>
    </w:p>
    <w:p w14:paraId="4BCF7FC6" w14:textId="77777777" w:rsidR="00835BFF" w:rsidRPr="00835BFF" w:rsidRDefault="00835BFF" w:rsidP="00835BFF">
      <w:pPr>
        <w:pStyle w:val="Brdtekst"/>
      </w:pPr>
      <w:r w:rsidRPr="00835BFF">
        <w:t xml:space="preserve">Electronics installed externally should be in a suitable environmental enclosure. IEC requirements for environmental conditions should be applied as practicable. </w:t>
      </w:r>
    </w:p>
    <w:p w14:paraId="7265A206" w14:textId="52C391C8" w:rsidR="00835BFF" w:rsidRPr="00835BFF" w:rsidRDefault="00D50138" w:rsidP="00835BFF">
      <w:pPr>
        <w:pStyle w:val="Overskrift3"/>
        <w:rPr>
          <w:sz w:val="23"/>
          <w:szCs w:val="23"/>
        </w:rPr>
      </w:pPr>
      <w:bookmarkStart w:id="39" w:name="_Toc114734892"/>
      <w:r w:rsidRPr="00835BFF">
        <w:rPr>
          <w:sz w:val="23"/>
          <w:szCs w:val="23"/>
        </w:rPr>
        <w:t>Interference</w:t>
      </w:r>
      <w:bookmarkEnd w:id="39"/>
      <w:r w:rsidRPr="00835BFF">
        <w:rPr>
          <w:sz w:val="23"/>
          <w:szCs w:val="23"/>
        </w:rPr>
        <w:t xml:space="preserve"> </w:t>
      </w:r>
    </w:p>
    <w:p w14:paraId="4005AAE1" w14:textId="4A52BF6D" w:rsidR="00835BFF" w:rsidRPr="00835BFF" w:rsidRDefault="00835BFF" w:rsidP="00835BFF">
      <w:pPr>
        <w:pStyle w:val="Brdtekst"/>
      </w:pPr>
      <w:r w:rsidRPr="00835BFF">
        <w:t>These sensors should comply with applicable international standards and regulations. IEC requirements (</w:t>
      </w:r>
      <w:r w:rsidRPr="00E66625">
        <w:rPr>
          <w:i/>
          <w:iCs/>
        </w:rPr>
        <w:t>IEC 60945</w:t>
      </w:r>
      <w:r w:rsidRPr="00835BFF">
        <w:t>) [</w:t>
      </w:r>
      <w:r w:rsidR="008977BE">
        <w:t>5</w:t>
      </w:r>
      <w:r w:rsidRPr="00835BFF">
        <w:t>]</w:t>
      </w:r>
      <w:r w:rsidR="005472BB">
        <w:t xml:space="preserve"> r</w:t>
      </w:r>
      <w:r w:rsidRPr="00835BFF">
        <w:t xml:space="preserve">efer. </w:t>
      </w:r>
    </w:p>
    <w:p w14:paraId="34794664" w14:textId="1B162680" w:rsidR="00835BFF" w:rsidRPr="00835BFF" w:rsidRDefault="00D50138" w:rsidP="00835BFF">
      <w:pPr>
        <w:pStyle w:val="Overskrift3"/>
        <w:rPr>
          <w:sz w:val="23"/>
          <w:szCs w:val="23"/>
        </w:rPr>
      </w:pPr>
      <w:bookmarkStart w:id="40" w:name="_Toc114734893"/>
      <w:r w:rsidRPr="00835BFF">
        <w:rPr>
          <w:sz w:val="23"/>
          <w:szCs w:val="23"/>
        </w:rPr>
        <w:t>Power supply requirements / options</w:t>
      </w:r>
      <w:bookmarkEnd w:id="40"/>
      <w:r w:rsidRPr="00835BFF">
        <w:rPr>
          <w:sz w:val="23"/>
          <w:szCs w:val="23"/>
        </w:rPr>
        <w:t xml:space="preserve"> </w:t>
      </w:r>
    </w:p>
    <w:p w14:paraId="2B8E3D33" w14:textId="5F9F9DA0" w:rsidR="00835BFF" w:rsidRPr="00835BFF" w:rsidRDefault="00835BFF" w:rsidP="00835BFF">
      <w:pPr>
        <w:pStyle w:val="Brdtekst"/>
      </w:pPr>
      <w:r w:rsidRPr="00835BFF">
        <w:t xml:space="preserve">Relevant IEC requirements should be applied. In remote locations, due to the low power consumption of </w:t>
      </w:r>
      <w:r w:rsidR="005472BB">
        <w:t>environmental</w:t>
      </w:r>
      <w:r w:rsidRPr="00835BFF">
        <w:t xml:space="preserve"> sensors, authorities should consider use of </w:t>
      </w:r>
      <w:r w:rsidR="00C219B2">
        <w:t>renewable</w:t>
      </w:r>
      <w:r w:rsidR="00C219B2" w:rsidRPr="00835BFF">
        <w:t xml:space="preserve"> </w:t>
      </w:r>
      <w:r w:rsidRPr="00835BFF">
        <w:t xml:space="preserve">power (e.g., solar panels or wind vanes), in lieu of generators, when commercial power is not available. </w:t>
      </w:r>
    </w:p>
    <w:p w14:paraId="0ACEA353" w14:textId="68431CD7" w:rsidR="00835BFF" w:rsidRPr="00835BFF" w:rsidRDefault="00D50138" w:rsidP="00835BFF">
      <w:pPr>
        <w:pStyle w:val="Overskrift3"/>
        <w:rPr>
          <w:sz w:val="23"/>
          <w:szCs w:val="23"/>
        </w:rPr>
      </w:pPr>
      <w:bookmarkStart w:id="41" w:name="_Toc114734894"/>
      <w:r w:rsidRPr="00835BFF">
        <w:rPr>
          <w:sz w:val="23"/>
          <w:szCs w:val="23"/>
        </w:rPr>
        <w:t>Installation</w:t>
      </w:r>
      <w:bookmarkEnd w:id="41"/>
      <w:r w:rsidRPr="00835BFF">
        <w:rPr>
          <w:sz w:val="23"/>
          <w:szCs w:val="23"/>
        </w:rPr>
        <w:t xml:space="preserve"> </w:t>
      </w:r>
    </w:p>
    <w:p w14:paraId="345C59CE" w14:textId="2349B69D" w:rsidR="00835BFF" w:rsidRPr="00835BFF" w:rsidRDefault="00835BFF" w:rsidP="00835BFF">
      <w:pPr>
        <w:pStyle w:val="Brdtekst"/>
      </w:pPr>
      <w:r w:rsidRPr="00835BFF">
        <w:t xml:space="preserve">Requirements concerning the installation of sensors, wiring and the arrangement of the equipment providing </w:t>
      </w:r>
      <w:r w:rsidR="00C219B2">
        <w:t>environmental</w:t>
      </w:r>
      <w:r w:rsidRPr="00835BFF">
        <w:t xml:space="preserve"> information to the VTS centre should be determined in accordance with national and international standards where applicable. Operational requirements will determine where sensors are to be located and how many are required. Sites for sensors should be selected based upon optimising data relevant to the VTS. Other considerations include: </w:t>
      </w:r>
    </w:p>
    <w:p w14:paraId="55EE0595" w14:textId="5F3AAA70" w:rsidR="00835BFF" w:rsidRPr="00835BFF" w:rsidRDefault="005472BB" w:rsidP="00E66625">
      <w:pPr>
        <w:pStyle w:val="Bullet1"/>
      </w:pPr>
      <w:r>
        <w:t>A</w:t>
      </w:r>
      <w:r w:rsidR="00835BFF" w:rsidRPr="00835BFF">
        <w:t>vailability of power</w:t>
      </w:r>
    </w:p>
    <w:p w14:paraId="7BE7D214" w14:textId="74E1568B" w:rsidR="00835BFF" w:rsidRPr="00835BFF" w:rsidRDefault="005472BB" w:rsidP="00E66625">
      <w:pPr>
        <w:pStyle w:val="Bullet1"/>
      </w:pPr>
      <w:r>
        <w:t>P</w:t>
      </w:r>
      <w:r w:rsidR="00835BFF" w:rsidRPr="00835BFF">
        <w:t xml:space="preserve">rotection against vandalism </w:t>
      </w:r>
    </w:p>
    <w:p w14:paraId="07733817" w14:textId="57FA4F48" w:rsidR="00835BFF" w:rsidRPr="00835BFF" w:rsidRDefault="005472BB" w:rsidP="00E66625">
      <w:pPr>
        <w:pStyle w:val="Bullet1"/>
      </w:pPr>
      <w:r>
        <w:t>H</w:t>
      </w:r>
      <w:r w:rsidR="00835BFF" w:rsidRPr="00835BFF">
        <w:t xml:space="preserve">ousing and co-location with existing VTS, </w:t>
      </w:r>
      <w:proofErr w:type="spellStart"/>
      <w:r w:rsidR="00835BFF" w:rsidRPr="00835BFF">
        <w:t>AtoN</w:t>
      </w:r>
      <w:proofErr w:type="spellEnd"/>
      <w:r w:rsidR="00835BFF" w:rsidRPr="00835BFF">
        <w:t>, or other suitable infrastructure</w:t>
      </w:r>
    </w:p>
    <w:p w14:paraId="0551BD55" w14:textId="77777777" w:rsidR="00835BFF" w:rsidRPr="00835BFF" w:rsidRDefault="00835BFF" w:rsidP="00E66625">
      <w:pPr>
        <w:pStyle w:val="Bullet1"/>
      </w:pPr>
      <w:r w:rsidRPr="00835BFF">
        <w:t xml:space="preserve">Relevant IEC requirements should be applied. For example: </w:t>
      </w:r>
    </w:p>
    <w:p w14:paraId="2BD925CB" w14:textId="246D4080" w:rsidR="00835BFF" w:rsidRPr="00835BFF" w:rsidRDefault="00835BFF" w:rsidP="00E66625">
      <w:pPr>
        <w:pStyle w:val="Bullet2"/>
      </w:pPr>
      <w:r w:rsidRPr="00835BFF">
        <w:t xml:space="preserve">IEC 529 Degrees of protection provided by enclosures (IP </w:t>
      </w:r>
      <w:proofErr w:type="gramStart"/>
      <w:r w:rsidRPr="00835BFF">
        <w:t>Code)[</w:t>
      </w:r>
      <w:proofErr w:type="gramEnd"/>
      <w:r w:rsidR="008977BE">
        <w:t>3</w:t>
      </w:r>
      <w:r w:rsidRPr="00835BFF">
        <w:t>]</w:t>
      </w:r>
    </w:p>
    <w:p w14:paraId="448BB443" w14:textId="02B9749E" w:rsidR="00835BFF" w:rsidRPr="00835BFF" w:rsidRDefault="00835BFF" w:rsidP="00E66625">
      <w:pPr>
        <w:pStyle w:val="Bullet2"/>
      </w:pPr>
      <w:r w:rsidRPr="00835BFF">
        <w:t>IEC 721-3-6 Classification of environmental conditions, Part 3: Classification of groups of environmental parameters and their severities; Ship environment</w:t>
      </w:r>
      <w:r w:rsidR="005472BB">
        <w:t xml:space="preserve"> </w:t>
      </w:r>
      <w:r w:rsidRPr="00835BFF">
        <w:t>[</w:t>
      </w:r>
      <w:r w:rsidR="008977BE">
        <w:t>4</w:t>
      </w:r>
      <w:r w:rsidRPr="00835BFF">
        <w:t>]</w:t>
      </w:r>
    </w:p>
    <w:p w14:paraId="3E8F4E2C" w14:textId="64F222CC" w:rsidR="00835BFF" w:rsidRPr="00835BFF" w:rsidRDefault="00835BFF" w:rsidP="00E66625">
      <w:pPr>
        <w:pStyle w:val="Bullet2"/>
      </w:pPr>
      <w:r w:rsidRPr="00835BFF">
        <w:t>IEC 60945 Maritime navigation and radio communication equipment and systems - General requirements, methods of testing and required test results [</w:t>
      </w:r>
      <w:r w:rsidR="008977BE">
        <w:t>5</w:t>
      </w:r>
      <w:r w:rsidRPr="00835BFF">
        <w:t>]</w:t>
      </w:r>
    </w:p>
    <w:p w14:paraId="1AB6D40A" w14:textId="2E62D4DA" w:rsidR="00835BFF" w:rsidRPr="00835BFF" w:rsidRDefault="005472BB" w:rsidP="00E66625">
      <w:pPr>
        <w:pStyle w:val="Bullet1"/>
      </w:pPr>
      <w:r>
        <w:t>L</w:t>
      </w:r>
      <w:r w:rsidR="00835BFF" w:rsidRPr="00835BFF">
        <w:t>ocal national wiring standards/regulations.</w:t>
      </w:r>
      <w:r w:rsidR="00D50138">
        <w:t xml:space="preserve"> </w:t>
      </w:r>
    </w:p>
    <w:p w14:paraId="2D20A4B9" w14:textId="5F4D01F6" w:rsidR="00835BFF" w:rsidRPr="00835BFF" w:rsidRDefault="00835BFF" w:rsidP="00835BFF">
      <w:pPr>
        <w:pStyle w:val="Brdtekst"/>
      </w:pPr>
      <w:r w:rsidRPr="00835BFF">
        <w:t xml:space="preserve">The environmental requirements for operation and survivability of environmental sensors and associated equipment should be determined by the VTS </w:t>
      </w:r>
      <w:r w:rsidR="00E353F4">
        <w:t>provider</w:t>
      </w:r>
      <w:r w:rsidRPr="00835BFF">
        <w:t xml:space="preserve">. </w:t>
      </w:r>
    </w:p>
    <w:p w14:paraId="585C0BC5" w14:textId="1E993E89" w:rsidR="00835BFF" w:rsidRPr="00835BFF" w:rsidRDefault="00D50138" w:rsidP="00835BFF">
      <w:pPr>
        <w:pStyle w:val="Overskrift3"/>
        <w:rPr>
          <w:sz w:val="23"/>
          <w:szCs w:val="23"/>
        </w:rPr>
      </w:pPr>
      <w:bookmarkStart w:id="42" w:name="_Toc114734895"/>
      <w:r w:rsidRPr="00835BFF">
        <w:rPr>
          <w:sz w:val="23"/>
          <w:szCs w:val="23"/>
        </w:rPr>
        <w:t>Maintenance</w:t>
      </w:r>
      <w:bookmarkEnd w:id="42"/>
      <w:r w:rsidRPr="00835BFF">
        <w:rPr>
          <w:sz w:val="23"/>
          <w:szCs w:val="23"/>
        </w:rPr>
        <w:t xml:space="preserve"> </w:t>
      </w:r>
    </w:p>
    <w:p w14:paraId="5E3C781B" w14:textId="24AFD606" w:rsidR="00835BFF" w:rsidRPr="00835BFF" w:rsidRDefault="00835BFF" w:rsidP="00835BFF">
      <w:pPr>
        <w:autoSpaceDE w:val="0"/>
        <w:autoSpaceDN w:val="0"/>
        <w:adjustRightInd w:val="0"/>
        <w:spacing w:line="240" w:lineRule="auto"/>
        <w:rPr>
          <w:rFonts w:ascii="Calibri" w:hAnsi="Calibri" w:cs="Calibri"/>
          <w:color w:val="000000"/>
          <w:sz w:val="22"/>
        </w:rPr>
      </w:pPr>
      <w:r w:rsidRPr="00835BFF">
        <w:rPr>
          <w:rFonts w:ascii="Calibri" w:hAnsi="Calibri" w:cs="Calibri"/>
          <w:color w:val="000000"/>
          <w:sz w:val="22"/>
        </w:rPr>
        <w:t>Possible requirements, concerning maintenance, should be determined.</w:t>
      </w:r>
      <w:r w:rsidR="00D50138">
        <w:rPr>
          <w:rFonts w:ascii="Calibri" w:hAnsi="Calibri" w:cs="Calibri"/>
          <w:color w:val="000000"/>
          <w:sz w:val="22"/>
        </w:rPr>
        <w:t xml:space="preserve"> </w:t>
      </w:r>
      <w:r w:rsidRPr="00835BFF">
        <w:rPr>
          <w:rFonts w:ascii="Calibri" w:hAnsi="Calibri" w:cs="Calibri"/>
          <w:color w:val="000000"/>
          <w:sz w:val="22"/>
        </w:rPr>
        <w:t xml:space="preserve">Location considerations for sensors should include maintenance, repair, and accessibility requirements. </w:t>
      </w:r>
    </w:p>
    <w:p w14:paraId="04476059" w14:textId="0B33F613" w:rsidR="00835BFF" w:rsidRPr="00835BFF" w:rsidRDefault="00D50138" w:rsidP="00835BFF">
      <w:pPr>
        <w:pStyle w:val="Overskrift3"/>
        <w:rPr>
          <w:sz w:val="23"/>
          <w:szCs w:val="23"/>
        </w:rPr>
      </w:pPr>
      <w:bookmarkStart w:id="43" w:name="_Toc110186887"/>
      <w:bookmarkStart w:id="44" w:name="_Toc110187164"/>
      <w:bookmarkStart w:id="45" w:name="_Toc110186888"/>
      <w:bookmarkStart w:id="46" w:name="_Toc110187165"/>
      <w:bookmarkStart w:id="47" w:name="_Toc110186889"/>
      <w:bookmarkStart w:id="48" w:name="_Toc110187166"/>
      <w:bookmarkStart w:id="49" w:name="_Toc110186890"/>
      <w:bookmarkStart w:id="50" w:name="_Toc110187167"/>
      <w:bookmarkStart w:id="51" w:name="_Toc114734896"/>
      <w:bookmarkEnd w:id="43"/>
      <w:bookmarkEnd w:id="44"/>
      <w:bookmarkEnd w:id="45"/>
      <w:bookmarkEnd w:id="46"/>
      <w:bookmarkEnd w:id="47"/>
      <w:bookmarkEnd w:id="48"/>
      <w:bookmarkEnd w:id="49"/>
      <w:bookmarkEnd w:id="50"/>
      <w:r w:rsidRPr="00835BFF">
        <w:rPr>
          <w:sz w:val="23"/>
          <w:szCs w:val="23"/>
        </w:rPr>
        <w:t>Backup arrangements</w:t>
      </w:r>
      <w:bookmarkEnd w:id="51"/>
      <w:r w:rsidRPr="00835BFF">
        <w:rPr>
          <w:sz w:val="23"/>
          <w:szCs w:val="23"/>
        </w:rPr>
        <w:t xml:space="preserve"> </w:t>
      </w:r>
    </w:p>
    <w:p w14:paraId="4147F532" w14:textId="77777777" w:rsidR="00835BFF" w:rsidRPr="00835BFF" w:rsidRDefault="00835BFF" w:rsidP="00835BFF">
      <w:pPr>
        <w:pStyle w:val="Brdtekst"/>
      </w:pPr>
      <w:r w:rsidRPr="00835BFF">
        <w:t xml:space="preserve">Depending on the individual type of the equipment, requirements concerning back-up and fall-back arrangements should be determined based on VTS requirements, </w:t>
      </w:r>
      <w:proofErr w:type="gramStart"/>
      <w:r w:rsidRPr="00835BFF">
        <w:t>availability</w:t>
      </w:r>
      <w:proofErr w:type="gramEnd"/>
      <w:r w:rsidRPr="00835BFF">
        <w:t xml:space="preserve"> and risk assessment. </w:t>
      </w:r>
    </w:p>
    <w:p w14:paraId="00966838" w14:textId="5BE9E5A0" w:rsidR="00835BFF" w:rsidRPr="00835BFF" w:rsidRDefault="00D50138" w:rsidP="00835BFF">
      <w:pPr>
        <w:pStyle w:val="Overskrift3"/>
        <w:rPr>
          <w:sz w:val="23"/>
          <w:szCs w:val="23"/>
        </w:rPr>
      </w:pPr>
      <w:bookmarkStart w:id="52" w:name="_Toc114734897"/>
      <w:r w:rsidRPr="00835BFF">
        <w:rPr>
          <w:sz w:val="23"/>
          <w:szCs w:val="23"/>
        </w:rPr>
        <w:t>Safety precautions</w:t>
      </w:r>
      <w:bookmarkEnd w:id="52"/>
      <w:r w:rsidRPr="00835BFF">
        <w:rPr>
          <w:sz w:val="23"/>
          <w:szCs w:val="23"/>
        </w:rPr>
        <w:t xml:space="preserve"> </w:t>
      </w:r>
    </w:p>
    <w:p w14:paraId="6005DA73" w14:textId="012A4420" w:rsidR="00EB68A5" w:rsidRDefault="00835BFF" w:rsidP="00835BFF">
      <w:pPr>
        <w:pStyle w:val="Brdtekst"/>
      </w:pPr>
      <w:r w:rsidRPr="00835BFF">
        <w:t>Depending on the individual type of the equipment, requirements should be determined based on local occupational health and safety requirements and regulations</w:t>
      </w:r>
      <w:r w:rsidR="009669C5">
        <w:t xml:space="preserve"> (Refer to </w:t>
      </w:r>
      <w:r w:rsidR="009669C5" w:rsidRPr="00E66625">
        <w:rPr>
          <w:i/>
          <w:iCs/>
        </w:rPr>
        <w:t>G1111</w:t>
      </w:r>
      <w:r w:rsidR="009669C5">
        <w:t xml:space="preserve"> Section 3.4.6)</w:t>
      </w:r>
      <w:r w:rsidRPr="00835BFF">
        <w:t>.</w:t>
      </w:r>
      <w:r w:rsidR="00D50138">
        <w:t xml:space="preserve"> </w:t>
      </w:r>
    </w:p>
    <w:p w14:paraId="1FFAED95" w14:textId="64211C4A" w:rsidR="00BC24D7" w:rsidRDefault="00BC24D7" w:rsidP="00124665">
      <w:pPr>
        <w:pStyle w:val="Overskrift1"/>
      </w:pPr>
      <w:bookmarkStart w:id="53" w:name="_Toc114734898"/>
      <w:r>
        <w:lastRenderedPageBreak/>
        <w:t>Definitions</w:t>
      </w:r>
      <w:bookmarkEnd w:id="53"/>
    </w:p>
    <w:p w14:paraId="4B90EDF8" w14:textId="77777777" w:rsidR="00BC24D7" w:rsidRDefault="00BC24D7" w:rsidP="00E66625">
      <w:pPr>
        <w:pStyle w:val="Heading1separationline"/>
        <w:keepNext/>
        <w:keepLines/>
      </w:pPr>
    </w:p>
    <w:p w14:paraId="64A72F1C" w14:textId="7C8FFCE4" w:rsidR="00BC24D7" w:rsidRDefault="00BC24D7" w:rsidP="00E66625">
      <w:pPr>
        <w:pStyle w:val="Brdtekst"/>
        <w:keepNext/>
        <w:keepLines/>
      </w:pPr>
      <w:bookmarkStart w:id="54" w:name="_Hlk59209504"/>
      <w:r w:rsidRPr="00C843AC">
        <w:rPr>
          <w:rStyle w:val="BrdtekstTegn"/>
        </w:rPr>
        <w:t xml:space="preserve">The definitions of terms used in this Guideline can be found in the </w:t>
      </w:r>
      <w:r w:rsidRPr="00E51C33">
        <w:rPr>
          <w:rStyle w:val="BrdtekstTegn"/>
          <w:i/>
          <w:iCs/>
        </w:rPr>
        <w:t>International Dictionary of Marine Aids to Navigation</w:t>
      </w:r>
      <w:r w:rsidRPr="00C843AC">
        <w:rPr>
          <w:rStyle w:val="BrdtekstTegn"/>
        </w:rPr>
        <w:t xml:space="preserve"> (IALA Dictionary) and were checked as correct at the time of going to print.</w:t>
      </w:r>
      <w:r>
        <w:rPr>
          <w:rStyle w:val="BrdtekstTegn"/>
        </w:rPr>
        <w:t xml:space="preserve"> </w:t>
      </w:r>
      <w:r w:rsidRPr="00C843AC">
        <w:rPr>
          <w:rStyle w:val="BrdtekstTegn"/>
        </w:rPr>
        <w:t>Where conflict arises, the IALA Dictionary should be considered as</w:t>
      </w:r>
      <w:r w:rsidRPr="00C843AC">
        <w:t xml:space="preserve"> the authoritative source of definitions used in IALA documents.</w:t>
      </w:r>
    </w:p>
    <w:p w14:paraId="0867483B" w14:textId="77777777" w:rsidR="00EC7781" w:rsidRDefault="00EC7781" w:rsidP="00EC7781">
      <w:pPr>
        <w:pStyle w:val="Overskrift1"/>
      </w:pPr>
      <w:bookmarkStart w:id="55" w:name="_Toc114734899"/>
      <w:bookmarkEnd w:id="54"/>
      <w:r>
        <w:t>Abbreviations</w:t>
      </w:r>
      <w:bookmarkEnd w:id="55"/>
    </w:p>
    <w:p w14:paraId="6A6BEC20" w14:textId="77777777" w:rsidR="00BC24D7" w:rsidRPr="00BC24D7" w:rsidRDefault="00BC24D7" w:rsidP="00E66625">
      <w:pPr>
        <w:pStyle w:val="Heading1separationline"/>
      </w:pPr>
    </w:p>
    <w:p w14:paraId="7D4AC557" w14:textId="69AD1A28" w:rsidR="00EC7781" w:rsidRDefault="00EC7781" w:rsidP="00EC7781">
      <w:pPr>
        <w:pStyle w:val="Brdtekst"/>
      </w:pPr>
      <w:r>
        <w:t xml:space="preserve">Please refer to IALA </w:t>
      </w:r>
      <w:r w:rsidRPr="000A4F41">
        <w:t>G1111 Establishing Functional and Performance Requirements for VTS systems</w:t>
      </w:r>
      <w:r>
        <w:t xml:space="preserve"> for an extensive list of abbreviations and acronyms covering the entire G1111 series. </w:t>
      </w:r>
    </w:p>
    <w:p w14:paraId="2BD1C8DA" w14:textId="77777777" w:rsidR="00A00C4B" w:rsidRDefault="00A00C4B" w:rsidP="00A00C4B">
      <w:pPr>
        <w:pStyle w:val="Overskrift1"/>
      </w:pPr>
      <w:bookmarkStart w:id="56" w:name="_Toc114734900"/>
      <w:r w:rsidRPr="007132D5">
        <w:t>References</w:t>
      </w:r>
      <w:bookmarkEnd w:id="56"/>
    </w:p>
    <w:p w14:paraId="2A1316B5" w14:textId="77777777" w:rsidR="00A00C4B" w:rsidRPr="00EC7781" w:rsidRDefault="00A00C4B" w:rsidP="00A00C4B">
      <w:pPr>
        <w:pStyle w:val="Heading1separationline"/>
      </w:pPr>
    </w:p>
    <w:p w14:paraId="395AEA7B" w14:textId="77777777" w:rsidR="00A00C4B" w:rsidRPr="00CF220E" w:rsidRDefault="00A00C4B" w:rsidP="00A00C4B">
      <w:pPr>
        <w:pStyle w:val="Reference"/>
        <w:rPr>
          <w:rFonts w:eastAsia="ArialMT"/>
        </w:rPr>
      </w:pPr>
      <w:r w:rsidRPr="00CF220E">
        <w:rPr>
          <w:rFonts w:eastAsia="ArialMT"/>
        </w:rPr>
        <w:t>WMO</w:t>
      </w:r>
      <w:r>
        <w:rPr>
          <w:rFonts w:eastAsia="ArialMT"/>
        </w:rPr>
        <w:t>.</w:t>
      </w:r>
      <w:r w:rsidRPr="00CF220E">
        <w:rPr>
          <w:rFonts w:eastAsia="ArialMT"/>
        </w:rPr>
        <w:t xml:space="preserve"> Guide to Meteorological Instruments and methods of Observation. </w:t>
      </w:r>
    </w:p>
    <w:p w14:paraId="6FE24A85" w14:textId="77777777" w:rsidR="00A00C4B" w:rsidRPr="00CF220E" w:rsidRDefault="00A00C4B" w:rsidP="00A00C4B">
      <w:pPr>
        <w:pStyle w:val="Reference"/>
        <w:rPr>
          <w:rFonts w:eastAsia="ArialMT"/>
        </w:rPr>
      </w:pPr>
      <w:r w:rsidRPr="00CF220E">
        <w:rPr>
          <w:rFonts w:eastAsia="ArialMT"/>
        </w:rPr>
        <w:t>WMO</w:t>
      </w:r>
      <w:r>
        <w:rPr>
          <w:rFonts w:eastAsia="ArialMT"/>
        </w:rPr>
        <w:t>.</w:t>
      </w:r>
      <w:r w:rsidRPr="00CF220E">
        <w:rPr>
          <w:rFonts w:eastAsia="ArialMT"/>
        </w:rPr>
        <w:t xml:space="preserve"> International Meteorological Vocabulary. </w:t>
      </w:r>
    </w:p>
    <w:p w14:paraId="5751C85A" w14:textId="77777777" w:rsidR="00A00C4B" w:rsidRPr="00CF220E" w:rsidRDefault="00A00C4B" w:rsidP="00A00C4B">
      <w:pPr>
        <w:pStyle w:val="Reference"/>
        <w:rPr>
          <w:rFonts w:eastAsia="ArialMT"/>
        </w:rPr>
      </w:pPr>
      <w:r w:rsidRPr="00CF220E">
        <w:rPr>
          <w:rFonts w:eastAsia="ArialMT"/>
        </w:rPr>
        <w:t>IEC</w:t>
      </w:r>
      <w:r>
        <w:rPr>
          <w:rFonts w:eastAsia="ArialMT"/>
        </w:rPr>
        <w:t>.</w:t>
      </w:r>
      <w:r w:rsidRPr="00CF220E">
        <w:rPr>
          <w:rFonts w:eastAsia="ArialMT"/>
        </w:rPr>
        <w:t xml:space="preserve"> 529 - Degrees of protection provided by enclosures (Ingress Protection (IP) Code). </w:t>
      </w:r>
    </w:p>
    <w:p w14:paraId="777FFE3B" w14:textId="77777777" w:rsidR="00A00C4B" w:rsidRPr="00CF220E" w:rsidRDefault="00A00C4B" w:rsidP="00A00C4B">
      <w:pPr>
        <w:pStyle w:val="Reference"/>
        <w:rPr>
          <w:rFonts w:eastAsia="ArialMT"/>
        </w:rPr>
      </w:pPr>
      <w:r w:rsidRPr="00CF220E">
        <w:rPr>
          <w:rFonts w:eastAsia="ArialMT"/>
        </w:rPr>
        <w:t>IEC</w:t>
      </w:r>
      <w:r>
        <w:rPr>
          <w:rFonts w:eastAsia="ArialMT"/>
        </w:rPr>
        <w:t>.</w:t>
      </w:r>
      <w:r w:rsidRPr="00CF220E">
        <w:rPr>
          <w:rFonts w:eastAsia="ArialMT"/>
        </w:rPr>
        <w:t xml:space="preserve"> 721-3-6 - Classification of environmental conditions. </w:t>
      </w:r>
    </w:p>
    <w:p w14:paraId="04491FF6" w14:textId="77777777" w:rsidR="00A00C4B" w:rsidRPr="00CF220E" w:rsidRDefault="00A00C4B" w:rsidP="00A00C4B">
      <w:pPr>
        <w:pStyle w:val="Reference"/>
        <w:rPr>
          <w:rFonts w:eastAsia="ArialMT"/>
        </w:rPr>
      </w:pPr>
      <w:r w:rsidRPr="00CF220E">
        <w:rPr>
          <w:rFonts w:eastAsia="ArialMT"/>
        </w:rPr>
        <w:t>IEC</w:t>
      </w:r>
      <w:r>
        <w:rPr>
          <w:rFonts w:eastAsia="ArialMT"/>
        </w:rPr>
        <w:t>.</w:t>
      </w:r>
      <w:r w:rsidRPr="00CF220E">
        <w:rPr>
          <w:rFonts w:eastAsia="ArialMT"/>
        </w:rPr>
        <w:t xml:space="preserve"> 60945 - Maritime Navigation and Radiocommunication Equipment and Systems. </w:t>
      </w:r>
    </w:p>
    <w:p w14:paraId="045BE408" w14:textId="77777777" w:rsidR="00A00C4B" w:rsidRDefault="00A00C4B" w:rsidP="00A00C4B">
      <w:pPr>
        <w:pStyle w:val="Reference"/>
        <w:rPr>
          <w:rFonts w:eastAsia="ArialMT"/>
        </w:rPr>
      </w:pPr>
      <w:r>
        <w:rPr>
          <w:rFonts w:eastAsia="ArialMT"/>
        </w:rPr>
        <w:t>IMO. Greenhouse Gas Strategy</w:t>
      </w:r>
    </w:p>
    <w:p w14:paraId="5447BB35" w14:textId="77777777" w:rsidR="00A00C4B" w:rsidRPr="00CF220E" w:rsidRDefault="00A00C4B" w:rsidP="00A00C4B">
      <w:pPr>
        <w:pStyle w:val="Reference"/>
        <w:rPr>
          <w:rFonts w:eastAsia="ArialMT"/>
        </w:rPr>
      </w:pPr>
      <w:r>
        <w:rPr>
          <w:rFonts w:eastAsia="ArialMT"/>
        </w:rPr>
        <w:t>IMO. MARPOL Convention Annex VI Prevention of Air Pollution from Ships</w:t>
      </w:r>
    </w:p>
    <w:p w14:paraId="34869E01" w14:textId="77777777" w:rsidR="00EC7781" w:rsidRPr="00EB68A5" w:rsidRDefault="00EC7781" w:rsidP="00835BFF">
      <w:pPr>
        <w:pStyle w:val="Brdtekst"/>
      </w:pPr>
    </w:p>
    <w:sectPr w:rsidR="00EC7781" w:rsidRPr="00EB68A5" w:rsidSect="008F34F4">
      <w:headerReference w:type="even" r:id="rId25"/>
      <w:headerReference w:type="default" r:id="rId26"/>
      <w:footerReference w:type="default" r:id="rId27"/>
      <w:headerReference w:type="first" r:id="rId28"/>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379A9" w14:textId="77777777" w:rsidR="005959FF" w:rsidRDefault="005959FF" w:rsidP="003274DB">
      <w:r>
        <w:separator/>
      </w:r>
    </w:p>
    <w:p w14:paraId="3DDF1173" w14:textId="77777777" w:rsidR="005959FF" w:rsidRDefault="005959FF"/>
  </w:endnote>
  <w:endnote w:type="continuationSeparator" w:id="0">
    <w:p w14:paraId="5F741279" w14:textId="77777777" w:rsidR="005959FF" w:rsidRDefault="005959FF" w:rsidP="003274DB">
      <w:r>
        <w:continuationSeparator/>
      </w:r>
    </w:p>
    <w:p w14:paraId="02F5995B" w14:textId="77777777" w:rsidR="005959FF" w:rsidRDefault="005959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venir Next Condensed">
    <w:altName w:val="Arial Narrow"/>
    <w:charset w:val="00"/>
    <w:family w:val="auto"/>
    <w:pitch w:val="variable"/>
    <w:sig w:usb0="00000001" w:usb1="5000204A" w:usb2="00000000" w:usb3="00000000" w:csb0="0000009B" w:csb1="00000000"/>
  </w:font>
  <w:font w:name="ArialMT">
    <w:altName w:val="Arial"/>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72087B" w:rsidRDefault="0072087B" w:rsidP="00EC7C87">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14:paraId="4BA80202" w14:textId="77777777" w:rsidR="0072087B" w:rsidRDefault="0072087B" w:rsidP="00C907DF">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0761E8D0" w14:textId="77777777" w:rsidR="0072087B" w:rsidRDefault="0072087B" w:rsidP="00A97900">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522D1E1F" w14:textId="77777777" w:rsidR="0072087B" w:rsidRDefault="0072087B" w:rsidP="005378A6">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14:paraId="27E96BB2" w14:textId="77777777" w:rsidR="0072087B" w:rsidRDefault="0072087B" w:rsidP="005378A6">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6BD07B25" w:rsidR="0072087B" w:rsidRDefault="0072087B" w:rsidP="008747E0">
    <w:pPr>
      <w:pStyle w:val="Bunntekst"/>
    </w:pPr>
    <w:r>
      <w:rPr>
        <w:noProof/>
        <w:lang w:eastAsia="en-GB"/>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5B80ABB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t xml:space="preserve"> </w:t>
    </w:r>
  </w:p>
  <w:p w14:paraId="236216F4" w14:textId="04857357" w:rsidR="0072087B" w:rsidRPr="00ED2A8D" w:rsidRDefault="0072087B" w:rsidP="008747E0">
    <w:pPr>
      <w:pStyle w:val="Bunntekst"/>
    </w:pPr>
  </w:p>
  <w:p w14:paraId="05175766" w14:textId="4098D326" w:rsidR="0072087B" w:rsidRPr="00ED2A8D" w:rsidRDefault="0072087B" w:rsidP="002735DD">
    <w:pPr>
      <w:pStyle w:val="Bunntekst"/>
      <w:tabs>
        <w:tab w:val="left" w:pos="1781"/>
      </w:tabs>
    </w:pPr>
    <w:r>
      <w:tab/>
    </w:r>
  </w:p>
  <w:p w14:paraId="6B80A5D7" w14:textId="77777777" w:rsidR="0072087B" w:rsidRPr="00ED2A8D" w:rsidRDefault="0072087B" w:rsidP="008747E0">
    <w:pPr>
      <w:pStyle w:val="Bunntekst"/>
    </w:pPr>
  </w:p>
  <w:p w14:paraId="53461E93" w14:textId="77777777" w:rsidR="005E45FB" w:rsidRPr="004E7119" w:rsidRDefault="005E45FB" w:rsidP="005E45FB">
    <w:pPr>
      <w:spacing w:line="180" w:lineRule="atLeast"/>
      <w:rPr>
        <w:color w:val="808080" w:themeColor="background1" w:themeShade="80"/>
        <w:sz w:val="16"/>
        <w:szCs w:val="16"/>
        <w:lang w:val="fr-FR"/>
      </w:rPr>
    </w:pPr>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p>
  <w:p w14:paraId="440FCE5C" w14:textId="77777777" w:rsidR="005E45FB" w:rsidRDefault="005E45FB" w:rsidP="005E45FB">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2D6C7AE9" w14:textId="77777777" w:rsidR="005E45FB" w:rsidRPr="004E7119" w:rsidRDefault="005E45FB" w:rsidP="005E45FB">
    <w:pPr>
      <w:spacing w:before="40" w:after="40"/>
      <w:rPr>
        <w:b/>
        <w:color w:val="00558C"/>
        <w:szCs w:val="18"/>
      </w:rPr>
    </w:pPr>
    <w:r w:rsidRPr="004E7119">
      <w:rPr>
        <w:b/>
        <w:color w:val="00558C"/>
        <w:szCs w:val="18"/>
      </w:rPr>
      <w:t>www.iala-aism.org</w:t>
    </w:r>
  </w:p>
  <w:p w14:paraId="35B40E2B" w14:textId="77777777" w:rsidR="005E45FB" w:rsidRDefault="005E45FB" w:rsidP="005E45FB">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41671561" w14:textId="5CCA9F28" w:rsidR="0072087B" w:rsidRPr="00E66625" w:rsidRDefault="005E45FB" w:rsidP="00E66625">
    <w:pPr>
      <w:pStyle w:val="Bunntekst"/>
      <w:rPr>
        <w:rFonts w:ascii="Avenir Next Condensed" w:hAnsi="Avenir Next Condensed"/>
        <w:iCs/>
        <w:color w:val="00558C"/>
        <w:sz w:val="16"/>
        <w:szCs w:val="16"/>
      </w:rPr>
    </w:pPr>
    <w:r>
      <w:rPr>
        <w:rFonts w:ascii="Avenir Next Condensed" w:hAnsi="Avenir Next Condensed"/>
        <w:iCs/>
        <w:color w:val="00558C"/>
        <w:sz w:val="16"/>
        <w:szCs w:val="16"/>
      </w:rPr>
      <w:t>Association Internationale de Signalisation Maritime</w:t>
    </w:r>
    <w:r w:rsidR="0072087B">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72087B" w:rsidRDefault="0072087B" w:rsidP="00525922">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23ADE22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72087B" w:rsidRPr="00C907DF" w:rsidRDefault="0072087B" w:rsidP="00525922">
    <w:pPr>
      <w:rPr>
        <w:rStyle w:val="Sidetal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72087B" w:rsidRPr="00525922" w:rsidRDefault="0072087B"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Pr>
        <w:rStyle w:val="Sidetall"/>
        <w:noProof/>
        <w:szCs w:val="15"/>
      </w:rPr>
      <w:t>3</w:t>
    </w:r>
    <w:r w:rsidRPr="00C907DF">
      <w:rPr>
        <w:rStyle w:val="Sidetal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904F9" w14:textId="77777777" w:rsidR="0072087B" w:rsidRDefault="0072087B" w:rsidP="00C716E5">
    <w:pPr>
      <w:pStyle w:val="Ingenmellomrom"/>
    </w:pPr>
  </w:p>
  <w:p w14:paraId="5E7326B0" w14:textId="77777777" w:rsidR="00073C81" w:rsidRDefault="00073C81" w:rsidP="00827301">
    <w:pPr>
      <w:pStyle w:val="Footerportrait"/>
    </w:pPr>
  </w:p>
  <w:p w14:paraId="4CE0BAAE" w14:textId="412CD9F6" w:rsidR="00073C81" w:rsidRPr="00073C81" w:rsidRDefault="001428B6" w:rsidP="00827301">
    <w:pPr>
      <w:pStyle w:val="Footerportrait"/>
    </w:pPr>
    <w:r>
      <w:rPr>
        <w:b w:val="0"/>
      </w:rPr>
      <w:fldChar w:fldCharType="begin"/>
    </w:r>
    <w:r>
      <w:rPr>
        <w:b w:val="0"/>
      </w:rPr>
      <w:instrText xml:space="preserve"> STYLEREF  "Document type"  \* MERGEFORMAT </w:instrText>
    </w:r>
    <w:r>
      <w:rPr>
        <w:b w:val="0"/>
      </w:rPr>
      <w:fldChar w:fldCharType="separate"/>
    </w:r>
    <w:r w:rsidR="002A3C61" w:rsidRPr="002A3C61">
      <w:t>IALA Guideline</w:t>
    </w:r>
    <w:r>
      <w:rPr>
        <w:b w:val="0"/>
      </w:rPr>
      <w:fldChar w:fldCharType="end"/>
    </w:r>
    <w:r w:rsidR="0072087B" w:rsidRPr="00C907DF">
      <w:t xml:space="preserve"> </w:t>
    </w:r>
    <w:r>
      <w:rPr>
        <w:b w:val="0"/>
      </w:rPr>
      <w:fldChar w:fldCharType="begin"/>
    </w:r>
    <w:r>
      <w:rPr>
        <w:b w:val="0"/>
      </w:rPr>
      <w:instrText xml:space="preserve"> STYLEREF "Document number" \* MERGEFORMAT </w:instrText>
    </w:r>
    <w:r>
      <w:rPr>
        <w:b w:val="0"/>
      </w:rPr>
      <w:fldChar w:fldCharType="separate"/>
    </w:r>
    <w:r w:rsidR="002A3C61" w:rsidRPr="002A3C61">
      <w:rPr>
        <w:bCs/>
      </w:rPr>
      <w:t>G1111-5</w:t>
    </w:r>
    <w:r>
      <w:rPr>
        <w:b w:val="0"/>
        <w:bCs/>
      </w:rPr>
      <w:fldChar w:fldCharType="end"/>
    </w:r>
    <w:r w:rsidR="0072087B" w:rsidRPr="00C907DF">
      <w:t xml:space="preserve"> </w:t>
    </w:r>
    <w:r>
      <w:rPr>
        <w:b w:val="0"/>
      </w:rPr>
      <w:fldChar w:fldCharType="begin"/>
    </w:r>
    <w:r>
      <w:rPr>
        <w:b w:val="0"/>
      </w:rPr>
      <w:instrText xml:space="preserve"> STYLEREF "Document name" \* MERGEFORMAT </w:instrText>
    </w:r>
    <w:r>
      <w:rPr>
        <w:b w:val="0"/>
      </w:rPr>
      <w:fldChar w:fldCharType="separate"/>
    </w:r>
    <w:r w:rsidR="002A3C61" w:rsidRPr="002A3C61">
      <w:rPr>
        <w:bCs/>
      </w:rPr>
      <w:t>Producing Requirements for Environment Monitoring Sensors</w:t>
    </w:r>
    <w:r>
      <w:rPr>
        <w:b w:val="0"/>
      </w:rPr>
      <w:fldChar w:fldCharType="end"/>
    </w:r>
  </w:p>
  <w:p w14:paraId="1B606CCD" w14:textId="5D54CCB0" w:rsidR="0072087B" w:rsidRPr="00C907DF" w:rsidRDefault="00320966" w:rsidP="00827301">
    <w:pPr>
      <w:pStyle w:val="Footerportrait"/>
    </w:pPr>
    <w:fldSimple w:instr=" STYLEREF &quot;Edition number&quot; \* MERGEFORMAT ">
      <w:r w:rsidR="002A3C61">
        <w:t>Edition 1.0</w:t>
      </w:r>
    </w:fldSimple>
    <w:r w:rsidR="0072087B">
      <w:t xml:space="preserve"> </w:t>
    </w:r>
    <w:fldSimple w:instr=" STYLEREF  MRN  \* MERGEFORMAT ">
      <w:r w:rsidR="002A3C61">
        <w:t>urn:mrn:iala:pub:g1111-5:ed1.0</w:t>
      </w:r>
    </w:fldSimple>
    <w:r w:rsidR="0072087B" w:rsidRPr="00C907DF">
      <w:tab/>
    </w:r>
    <w:r w:rsidR="0072087B">
      <w:t xml:space="preserve">P </w:t>
    </w:r>
    <w:r w:rsidR="0072087B" w:rsidRPr="00C907DF">
      <w:rPr>
        <w:rStyle w:val="Sidetall"/>
        <w:szCs w:val="15"/>
      </w:rPr>
      <w:fldChar w:fldCharType="begin"/>
    </w:r>
    <w:r w:rsidR="0072087B" w:rsidRPr="00C907DF">
      <w:rPr>
        <w:rStyle w:val="Sidetall"/>
        <w:szCs w:val="15"/>
      </w:rPr>
      <w:instrText xml:space="preserve">PAGE  </w:instrText>
    </w:r>
    <w:r w:rsidR="0072087B" w:rsidRPr="00C907DF">
      <w:rPr>
        <w:rStyle w:val="Sidetall"/>
        <w:szCs w:val="15"/>
      </w:rPr>
      <w:fldChar w:fldCharType="separate"/>
    </w:r>
    <w:r w:rsidR="008977BE">
      <w:rPr>
        <w:rStyle w:val="Sidetall"/>
        <w:szCs w:val="15"/>
      </w:rPr>
      <w:t>2</w:t>
    </w:r>
    <w:r w:rsidR="0072087B" w:rsidRPr="00C907DF">
      <w:rPr>
        <w:rStyle w:val="Sidetal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04C4E" w14:textId="77777777" w:rsidR="000A171C" w:rsidRDefault="000A171C" w:rsidP="00C716E5">
    <w:pPr>
      <w:pStyle w:val="Ingenmellomrom"/>
    </w:pPr>
  </w:p>
  <w:p w14:paraId="60208145" w14:textId="77777777" w:rsidR="000A171C" w:rsidRDefault="000A171C" w:rsidP="00827301">
    <w:pPr>
      <w:pStyle w:val="Footerportrait"/>
    </w:pPr>
  </w:p>
  <w:p w14:paraId="2613E04A" w14:textId="040A4C07" w:rsidR="0072087B" w:rsidRPr="000A171C" w:rsidRDefault="00320966" w:rsidP="00827301">
    <w:pPr>
      <w:pStyle w:val="Footerportrait"/>
      <w:rPr>
        <w:rStyle w:val="Sidetall"/>
        <w:szCs w:val="15"/>
      </w:rPr>
    </w:pPr>
    <w:fldSimple w:instr=" STYLEREF &quot;Document type&quot; \* MERGEFORMAT ">
      <w:r w:rsidR="002A3C61">
        <w:t>IALA Guideline</w:t>
      </w:r>
    </w:fldSimple>
    <w:r w:rsidR="0072087B" w:rsidRPr="00C907DF">
      <w:t xml:space="preserve"> </w:t>
    </w:r>
    <w:fldSimple w:instr=" STYLEREF &quot;Document number&quot; \* MERGEFORMAT ">
      <w:r w:rsidR="002A3C61" w:rsidRPr="002A3C61">
        <w:rPr>
          <w:bCs/>
        </w:rPr>
        <w:t>G1111-5</w:t>
      </w:r>
    </w:fldSimple>
    <w:r w:rsidR="0072087B" w:rsidRPr="00C907DF">
      <w:t xml:space="preserve"> </w:t>
    </w:r>
    <w:fldSimple w:instr=" STYLEREF &quot;Document name&quot; \* MERGEFORMAT ">
      <w:r w:rsidR="002A3C61" w:rsidRPr="002A3C61">
        <w:rPr>
          <w:b w:val="0"/>
          <w:bCs/>
        </w:rPr>
        <w:t>Producing Requirements for Environment Monitoring Sensors</w:t>
      </w:r>
    </w:fldSimple>
  </w:p>
  <w:p w14:paraId="63904568" w14:textId="77FB9E0F" w:rsidR="0072087B" w:rsidRPr="00525922" w:rsidRDefault="00320966" w:rsidP="00827301">
    <w:pPr>
      <w:pStyle w:val="Footerportrait"/>
    </w:pPr>
    <w:fldSimple w:instr=" STYLEREF &quot;Edition number&quot; \* MERGEFORMAT ">
      <w:r w:rsidR="002A3C61">
        <w:t>Edition 1.0</w:t>
      </w:r>
    </w:fldSimple>
    <w:r w:rsidR="0072087B" w:rsidRPr="000A171C">
      <w:t xml:space="preserve"> </w:t>
    </w:r>
    <w:fldSimple w:instr=" STYLEREF  MRN  \* MERGEFORMAT ">
      <w:r w:rsidR="002A3C61">
        <w:t>urn:mrn:iala:pub:g1111-5:ed1.0</w:t>
      </w:r>
    </w:fldSimple>
    <w:r w:rsidR="0072087B" w:rsidRPr="000A171C">
      <w:tab/>
    </w:r>
    <w:r w:rsidR="0072087B">
      <w:t xml:space="preserve">P </w:t>
    </w:r>
    <w:r w:rsidR="0072087B" w:rsidRPr="00C907DF">
      <w:rPr>
        <w:rStyle w:val="Sidetall"/>
        <w:szCs w:val="15"/>
      </w:rPr>
      <w:fldChar w:fldCharType="begin"/>
    </w:r>
    <w:r w:rsidR="0072087B" w:rsidRPr="00C907DF">
      <w:rPr>
        <w:rStyle w:val="Sidetall"/>
        <w:szCs w:val="15"/>
      </w:rPr>
      <w:instrText xml:space="preserve">PAGE  </w:instrText>
    </w:r>
    <w:r w:rsidR="0072087B" w:rsidRPr="00C907DF">
      <w:rPr>
        <w:rStyle w:val="Sidetall"/>
        <w:szCs w:val="15"/>
      </w:rPr>
      <w:fldChar w:fldCharType="separate"/>
    </w:r>
    <w:r w:rsidR="008977BE">
      <w:rPr>
        <w:rStyle w:val="Sidetall"/>
        <w:szCs w:val="15"/>
      </w:rPr>
      <w:t>3</w:t>
    </w:r>
    <w:r w:rsidR="0072087B" w:rsidRPr="00C907DF">
      <w:rPr>
        <w:rStyle w:val="Sidetal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AE836" w14:textId="77777777" w:rsidR="0072087B" w:rsidRDefault="0072087B" w:rsidP="00C716E5">
    <w:pPr>
      <w:pStyle w:val="Ingenmellomrom"/>
    </w:pPr>
  </w:p>
  <w:p w14:paraId="006D63CD" w14:textId="77777777" w:rsidR="000A171C" w:rsidRDefault="000A171C" w:rsidP="00925B39">
    <w:pPr>
      <w:pStyle w:val="Footerportrait"/>
    </w:pPr>
  </w:p>
  <w:p w14:paraId="7CEB4BBC" w14:textId="09AB625E" w:rsidR="0072087B" w:rsidRPr="004D2AA5" w:rsidRDefault="005959FF" w:rsidP="000A171C">
    <w:pPr>
      <w:pStyle w:val="Footerportrait"/>
    </w:pPr>
    <w:r>
      <w:fldChar w:fldCharType="begin"/>
    </w:r>
    <w:r>
      <w:instrText xml:space="preserve"> STYLEREF "Document type" \* MERGEFORMAT </w:instrText>
    </w:r>
    <w:r>
      <w:fldChar w:fldCharType="separate"/>
    </w:r>
    <w:r w:rsidR="002A3C61">
      <w:t>IALA Guideline</w:t>
    </w:r>
    <w:r>
      <w:fldChar w:fldCharType="end"/>
    </w:r>
    <w:r w:rsidR="000A171C" w:rsidRPr="00C907DF">
      <w:t xml:space="preserve"> </w:t>
    </w:r>
    <w:r>
      <w:fldChar w:fldCharType="begin"/>
    </w:r>
    <w:r>
      <w:instrText xml:space="preserve"> STYLEREF "Document number" \* MERGEFORMAT </w:instrText>
    </w:r>
    <w:r>
      <w:fldChar w:fldCharType="separate"/>
    </w:r>
    <w:r w:rsidR="002A3C61">
      <w:t>G1111-5</w:t>
    </w:r>
    <w:r>
      <w:fldChar w:fldCharType="end"/>
    </w:r>
    <w:r w:rsidR="000A171C" w:rsidRPr="004D2AA5">
      <w:t xml:space="preserve"> </w:t>
    </w:r>
    <w:r>
      <w:fldChar w:fldCharType="begin"/>
    </w:r>
    <w:r>
      <w:instrText xml:space="preserve"> STYLEREF "Document name" \* MERGEFORMAT </w:instrText>
    </w:r>
    <w:r>
      <w:fldChar w:fldCharType="separate"/>
    </w:r>
    <w:r w:rsidR="002A3C61">
      <w:t>Producing Requirements for Environment Monitoring Sensors</w:t>
    </w:r>
    <w:r>
      <w:fldChar w:fldCharType="end"/>
    </w:r>
  </w:p>
  <w:p w14:paraId="69C56F9E" w14:textId="6E898396" w:rsidR="0072087B" w:rsidRPr="00C907DF" w:rsidRDefault="00320966" w:rsidP="00925B39">
    <w:pPr>
      <w:pStyle w:val="Footerportrait"/>
    </w:pPr>
    <w:fldSimple w:instr=" STYLEREF &quot;Edition number&quot; \* MERGEFORMAT ">
      <w:r w:rsidR="002A3C61">
        <w:t>Edition 1.0</w:t>
      </w:r>
    </w:fldSimple>
    <w:r w:rsidR="0072087B" w:rsidRPr="004D2AA5">
      <w:t xml:space="preserve"> </w:t>
    </w:r>
    <w:fldSimple w:instr=" STYLEREF  MRN  \* MERGEFORMAT ">
      <w:r w:rsidR="002A3C61">
        <w:t>urn:mrn:iala:pub:g1111-5:ed1.0</w:t>
      </w:r>
    </w:fldSimple>
    <w:r w:rsidR="0072087B">
      <w:tab/>
    </w:r>
    <w:r w:rsidR="0072087B">
      <w:rPr>
        <w:rStyle w:val="Sidetall"/>
        <w:szCs w:val="15"/>
      </w:rPr>
      <w:t xml:space="preserve">P </w:t>
    </w:r>
    <w:r w:rsidR="0072087B" w:rsidRPr="00C907DF">
      <w:rPr>
        <w:rStyle w:val="Sidetall"/>
        <w:szCs w:val="15"/>
      </w:rPr>
      <w:fldChar w:fldCharType="begin"/>
    </w:r>
    <w:r w:rsidR="0072087B" w:rsidRPr="00C907DF">
      <w:rPr>
        <w:rStyle w:val="Sidetall"/>
        <w:szCs w:val="15"/>
      </w:rPr>
      <w:instrText xml:space="preserve">PAGE  </w:instrText>
    </w:r>
    <w:r w:rsidR="0072087B" w:rsidRPr="00C907DF">
      <w:rPr>
        <w:rStyle w:val="Sidetall"/>
        <w:szCs w:val="15"/>
      </w:rPr>
      <w:fldChar w:fldCharType="separate"/>
    </w:r>
    <w:r w:rsidR="008977BE">
      <w:rPr>
        <w:rStyle w:val="Sidetall"/>
        <w:szCs w:val="15"/>
      </w:rPr>
      <w:t>7</w:t>
    </w:r>
    <w:r w:rsidR="0072087B" w:rsidRPr="00C907DF">
      <w:rPr>
        <w:rStyle w:val="Sidetal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D018A" w14:textId="77777777" w:rsidR="005959FF" w:rsidRDefault="005959FF" w:rsidP="003274DB">
      <w:r>
        <w:separator/>
      </w:r>
    </w:p>
    <w:p w14:paraId="7EF0EA70" w14:textId="77777777" w:rsidR="005959FF" w:rsidRDefault="005959FF"/>
  </w:footnote>
  <w:footnote w:type="continuationSeparator" w:id="0">
    <w:p w14:paraId="7EDF5B78" w14:textId="77777777" w:rsidR="005959FF" w:rsidRDefault="005959FF" w:rsidP="003274DB">
      <w:r>
        <w:continuationSeparator/>
      </w:r>
    </w:p>
    <w:p w14:paraId="59C4FB36" w14:textId="77777777" w:rsidR="005959FF" w:rsidRDefault="005959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2CE89E1B" w:rsidR="0072087B" w:rsidRDefault="005959FF">
    <w:pPr>
      <w:pStyle w:val="Topptekst"/>
    </w:pPr>
    <w:r>
      <w:rPr>
        <w:noProof/>
      </w:rPr>
      <w:pict w14:anchorId="53638B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32" o:spid="_x0000_s1036" type="#_x0000_t136" style="position:absolute;margin-left:0;margin-top:0;width:412.1pt;height:247.2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7C59FA3D">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0DA4EE4C" w:rsidR="0072087B" w:rsidRDefault="005959FF">
    <w:pPr>
      <w:pStyle w:val="Topptekst"/>
    </w:pPr>
    <w:r>
      <w:rPr>
        <w:noProof/>
      </w:rPr>
      <w:pict w14:anchorId="5F95B7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41" o:spid="_x0000_s1045"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40F85844"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483B717E" w:rsidR="0072087B" w:rsidRPr="00667792" w:rsidRDefault="005959FF" w:rsidP="00667792">
    <w:pPr>
      <w:pStyle w:val="Topptekst"/>
    </w:pPr>
    <w:r>
      <w:rPr>
        <w:noProof/>
      </w:rPr>
      <w:pict w14:anchorId="30C070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42" o:spid="_x0000_s1046"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556431B0" w:rsidR="0072087B" w:rsidRDefault="005959FF">
    <w:pPr>
      <w:pStyle w:val="Topptekst"/>
    </w:pPr>
    <w:r>
      <w:rPr>
        <w:noProof/>
      </w:rPr>
      <w:pict w14:anchorId="26D1B0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40" o:spid="_x0000_s1044"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Z+q+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RQSNzLegjsS9p6BU3P/eC9Tkw95cA+WKxNcI5omSuMak&#10;/oXAZngS6EYKgdjfdy9BSTxSYhSzwkRD1E8CMh3l7yA6NktOnJiOh0fOJ9R417s1uXjbJkEXnqMg&#10;ikzSOcY7ZvLP73Tq8hOungE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aiWfqv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0631A9C2"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0E624A7E" w:rsidR="0072087B" w:rsidRDefault="005959FF" w:rsidP="004F1F6E">
    <w:pPr>
      <w:pStyle w:val="Topptekst"/>
      <w:jc w:val="right"/>
    </w:pPr>
    <w:r>
      <w:rPr>
        <w:noProof/>
      </w:rPr>
      <w:pict w14:anchorId="1FB441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33" o:spid="_x0000_s1037" type="#_x0000_t136" style="position:absolute;left:0;text-align:left;margin-left:0;margin-top:0;width:412.1pt;height:247.25pt;rotation:315;z-index:-251584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7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D7D06" w:rsidDel="00CD7D06">
      <w:t xml:space="preserve"> </w:t>
    </w:r>
    <w:r w:rsidR="0072087B">
      <w:t>1</w:t>
    </w:r>
  </w:p>
  <w:p w14:paraId="77B6579F" w14:textId="77777777" w:rsidR="0072087B" w:rsidRDefault="0072087B" w:rsidP="00A87080">
    <w:pPr>
      <w:pStyle w:val="Topptekst"/>
    </w:pPr>
  </w:p>
  <w:p w14:paraId="294C62FA" w14:textId="77777777" w:rsidR="0072087B" w:rsidRDefault="0072087B" w:rsidP="00A87080">
    <w:pPr>
      <w:pStyle w:val="Topptekst"/>
    </w:pPr>
  </w:p>
  <w:p w14:paraId="36C3E9FB" w14:textId="379BEF4B" w:rsidR="0072087B" w:rsidRDefault="0072087B" w:rsidP="008747E0">
    <w:pPr>
      <w:pStyle w:val="Topptekst"/>
    </w:pPr>
  </w:p>
  <w:p w14:paraId="14F42252" w14:textId="44972B31" w:rsidR="0072087B" w:rsidRDefault="0072087B" w:rsidP="008747E0">
    <w:pPr>
      <w:pStyle w:val="Topptekst"/>
    </w:pPr>
  </w:p>
  <w:p w14:paraId="74D558FC" w14:textId="71A13805" w:rsidR="0072087B" w:rsidRDefault="0072087B" w:rsidP="008747E0">
    <w:pPr>
      <w:pStyle w:val="Topptekst"/>
    </w:pPr>
    <w:r>
      <w:rPr>
        <w:noProof/>
        <w:lang w:eastAsia="en-GB"/>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7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72087B" w:rsidRDefault="0072087B" w:rsidP="008747E0">
    <w:pPr>
      <w:pStyle w:val="Topptekst"/>
    </w:pPr>
  </w:p>
  <w:p w14:paraId="2871141F" w14:textId="77777777" w:rsidR="0072087B" w:rsidRPr="00ED2A8D" w:rsidRDefault="0072087B" w:rsidP="00A87080">
    <w:pPr>
      <w:pStyle w:val="Topptekst"/>
    </w:pPr>
  </w:p>
  <w:p w14:paraId="6AD2C8D3" w14:textId="2F3121C9" w:rsidR="0072087B" w:rsidRPr="00ED2A8D" w:rsidRDefault="0072087B" w:rsidP="001349DB">
    <w:pPr>
      <w:pStyle w:val="Top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27F5114D" w:rsidR="0072087B" w:rsidRDefault="005959FF">
    <w:pPr>
      <w:pStyle w:val="Topptekst"/>
    </w:pPr>
    <w:r>
      <w:rPr>
        <w:noProof/>
      </w:rPr>
      <w:pict w14:anchorId="386F7C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31" o:spid="_x0000_s1035" type="#_x0000_t136" style="position:absolute;margin-left:0;margin-top:0;width:412.1pt;height:247.2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7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2087B" w:rsidRDefault="0072087B">
    <w:pPr>
      <w:pStyle w:val="Topptekst"/>
    </w:pPr>
  </w:p>
  <w:p w14:paraId="60B8593E" w14:textId="77777777" w:rsidR="0072087B" w:rsidRDefault="0072087B">
    <w:pPr>
      <w:pStyle w:val="Top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78A94E59" w:rsidR="0072087B" w:rsidRDefault="005959FF">
    <w:pPr>
      <w:pStyle w:val="Topptekst"/>
    </w:pPr>
    <w:r>
      <w:rPr>
        <w:noProof/>
      </w:rPr>
      <w:pict w14:anchorId="39E3F1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35" o:spid="_x0000_s1039" type="#_x0000_t136" style="position:absolute;margin-left:0;margin-top:0;width:412.1pt;height:247.25pt;rotation:315;z-index:-2515804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0A80A743">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4DCB92CB" w:rsidR="0072087B" w:rsidRPr="00ED2A8D" w:rsidRDefault="005959FF" w:rsidP="0010529E">
    <w:pPr>
      <w:pStyle w:val="Topptekst"/>
      <w:tabs>
        <w:tab w:val="right" w:pos="10205"/>
      </w:tabs>
    </w:pPr>
    <w:r>
      <w:rPr>
        <w:noProof/>
      </w:rPr>
      <w:pict w14:anchorId="67C31D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36" o:spid="_x0000_s1040" type="#_x0000_t136" style="position:absolute;margin-left:0;margin-top:0;width:412.1pt;height:247.25pt;rotation:315;z-index:-2515783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2087B">
      <w:tab/>
    </w:r>
  </w:p>
  <w:p w14:paraId="7AF193B0" w14:textId="77777777" w:rsidR="0072087B" w:rsidRPr="00ED2A8D" w:rsidRDefault="0072087B" w:rsidP="008747E0">
    <w:pPr>
      <w:pStyle w:val="Topptekst"/>
    </w:pPr>
  </w:p>
  <w:p w14:paraId="20BBBC6D" w14:textId="77777777" w:rsidR="0072087B" w:rsidRDefault="0072087B" w:rsidP="008747E0">
    <w:pPr>
      <w:pStyle w:val="Topptekst"/>
    </w:pPr>
  </w:p>
  <w:p w14:paraId="5D38743E" w14:textId="77777777" w:rsidR="0072087B" w:rsidRDefault="0072087B" w:rsidP="008747E0">
    <w:pPr>
      <w:pStyle w:val="Topptekst"/>
    </w:pPr>
  </w:p>
  <w:p w14:paraId="59D055C6" w14:textId="77777777" w:rsidR="0072087B" w:rsidRDefault="0072087B" w:rsidP="008747E0">
    <w:pPr>
      <w:pStyle w:val="Topptekst"/>
    </w:pPr>
  </w:p>
  <w:p w14:paraId="2877724F" w14:textId="77777777" w:rsidR="0072087B" w:rsidRPr="00441393" w:rsidRDefault="0072087B" w:rsidP="00441393">
    <w:pPr>
      <w:pStyle w:val="Contents"/>
    </w:pPr>
    <w:r>
      <w:t>DOCUMENT REVISION</w:t>
    </w:r>
  </w:p>
  <w:p w14:paraId="09691153" w14:textId="77777777" w:rsidR="0072087B" w:rsidRPr="00ED2A8D" w:rsidRDefault="0072087B" w:rsidP="008747E0">
    <w:pPr>
      <w:pStyle w:val="Topptekst"/>
    </w:pPr>
  </w:p>
  <w:p w14:paraId="1ECA61B7" w14:textId="77777777" w:rsidR="0072087B" w:rsidRPr="00AC33A2" w:rsidRDefault="0072087B" w:rsidP="0078486B">
    <w:pPr>
      <w:pStyle w:val="Top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56C2A077" w:rsidR="0072087B" w:rsidRDefault="005959FF">
    <w:pPr>
      <w:pStyle w:val="Topptekst"/>
    </w:pPr>
    <w:r>
      <w:rPr>
        <w:noProof/>
      </w:rPr>
      <w:pict w14:anchorId="26C460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34" o:spid="_x0000_s1038" type="#_x0000_t136" style="position:absolute;margin-left:0;margin-top:0;width:412.1pt;height:247.25pt;rotation:315;z-index:-251582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F029FF8">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3EF3BE8A" w:rsidR="0072087B" w:rsidRDefault="005959FF">
    <w:pPr>
      <w:pStyle w:val="Topptekst"/>
    </w:pPr>
    <w:r>
      <w:rPr>
        <w:noProof/>
      </w:rPr>
      <w:pict w14:anchorId="51803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38" o:spid="_x0000_s1042"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59B72C87">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2820C772" w:rsidR="0072087B" w:rsidRPr="00ED2A8D" w:rsidRDefault="005959FF" w:rsidP="008747E0">
    <w:pPr>
      <w:pStyle w:val="Topptekst"/>
    </w:pPr>
    <w:r>
      <w:rPr>
        <w:noProof/>
      </w:rPr>
      <w:pict w14:anchorId="6BE415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39" o:spid="_x0000_s1043"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A70CAE0">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3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2087B" w:rsidRPr="00ED2A8D" w:rsidRDefault="0072087B" w:rsidP="008747E0">
    <w:pPr>
      <w:pStyle w:val="Topptekst"/>
    </w:pPr>
  </w:p>
  <w:p w14:paraId="15D53F0E" w14:textId="77777777" w:rsidR="0072087B" w:rsidRDefault="0072087B" w:rsidP="008747E0">
    <w:pPr>
      <w:pStyle w:val="Topptekst"/>
    </w:pPr>
  </w:p>
  <w:p w14:paraId="30E0B82E" w14:textId="77777777" w:rsidR="0072087B" w:rsidRDefault="0072087B" w:rsidP="008747E0">
    <w:pPr>
      <w:pStyle w:val="Topptekst"/>
    </w:pPr>
  </w:p>
  <w:p w14:paraId="38068A1D" w14:textId="77777777" w:rsidR="0072087B" w:rsidRDefault="0072087B" w:rsidP="008747E0">
    <w:pPr>
      <w:pStyle w:val="Topptekst"/>
    </w:pPr>
  </w:p>
  <w:p w14:paraId="6DED465C" w14:textId="77777777" w:rsidR="0072087B" w:rsidRPr="00441393" w:rsidRDefault="0072087B" w:rsidP="00441393">
    <w:pPr>
      <w:pStyle w:val="Contents"/>
    </w:pPr>
    <w:r>
      <w:t>CONTENTS</w:t>
    </w:r>
  </w:p>
  <w:p w14:paraId="42B130BB" w14:textId="77777777" w:rsidR="0072087B" w:rsidRDefault="0072087B" w:rsidP="0078486B">
    <w:pPr>
      <w:pStyle w:val="Topptekst"/>
      <w:spacing w:line="140" w:lineRule="exact"/>
    </w:pPr>
  </w:p>
  <w:p w14:paraId="22A752C6" w14:textId="77777777" w:rsidR="0072087B" w:rsidRPr="00AC33A2" w:rsidRDefault="0072087B" w:rsidP="0078486B">
    <w:pPr>
      <w:pStyle w:val="Top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36D25B79" w:rsidR="0072087B" w:rsidRPr="00ED2A8D" w:rsidRDefault="005959FF" w:rsidP="00C716E5">
    <w:pPr>
      <w:pStyle w:val="Topptekst"/>
    </w:pPr>
    <w:r>
      <w:rPr>
        <w:noProof/>
      </w:rPr>
      <w:pict w14:anchorId="3EA5BE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0023037" o:spid="_x0000_s1041"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2087B" w:rsidRPr="00ED2A8D" w:rsidRDefault="0072087B" w:rsidP="00C716E5">
    <w:pPr>
      <w:pStyle w:val="Topptekst"/>
    </w:pPr>
  </w:p>
  <w:p w14:paraId="30E6C01B" w14:textId="77777777" w:rsidR="0072087B" w:rsidRDefault="0072087B" w:rsidP="00C716E5">
    <w:pPr>
      <w:pStyle w:val="Topptekst"/>
    </w:pPr>
  </w:p>
  <w:p w14:paraId="1F64AB92" w14:textId="77777777" w:rsidR="0072087B" w:rsidRDefault="0072087B" w:rsidP="00C716E5">
    <w:pPr>
      <w:pStyle w:val="Topptekst"/>
    </w:pPr>
  </w:p>
  <w:p w14:paraId="7416B8C2" w14:textId="77777777" w:rsidR="0072087B" w:rsidRDefault="0072087B" w:rsidP="00C716E5">
    <w:pPr>
      <w:pStyle w:val="Topptekst"/>
    </w:pPr>
  </w:p>
  <w:p w14:paraId="26BAD793" w14:textId="77777777" w:rsidR="0072087B" w:rsidRPr="00441393" w:rsidRDefault="0072087B" w:rsidP="00C716E5">
    <w:pPr>
      <w:pStyle w:val="Contents"/>
    </w:pPr>
    <w:r>
      <w:t>CONTENTS</w:t>
    </w:r>
  </w:p>
  <w:p w14:paraId="68ECE7DC" w14:textId="77777777" w:rsidR="0072087B" w:rsidRPr="00ED2A8D" w:rsidRDefault="0072087B" w:rsidP="00C716E5">
    <w:pPr>
      <w:pStyle w:val="Topptekst"/>
    </w:pPr>
  </w:p>
  <w:p w14:paraId="6387CB5F" w14:textId="77777777" w:rsidR="0072087B" w:rsidRPr="00AC33A2" w:rsidRDefault="0072087B" w:rsidP="00C716E5">
    <w:pPr>
      <w:pStyle w:val="Topptekst"/>
      <w:spacing w:line="140" w:lineRule="exact"/>
    </w:pPr>
  </w:p>
  <w:p w14:paraId="6B91DD4A" w14:textId="77777777" w:rsidR="0072087B" w:rsidRDefault="0072087B">
    <w:pPr>
      <w:pStyle w:val="Topptekst"/>
    </w:pPr>
    <w:r>
      <w:rPr>
        <w:noProof/>
        <w:lang w:eastAsia="en-GB"/>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Nummerertliste"/>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7520BA3"/>
    <w:multiLevelType w:val="hybridMultilevel"/>
    <w:tmpl w:val="B6C2A88A"/>
    <w:lvl w:ilvl="0" w:tplc="CE983322">
      <w:start w:val="1"/>
      <w:numFmt w:val="bullet"/>
      <w:lvlText w:val="•"/>
      <w:lvlJc w:val="left"/>
      <w:pPr>
        <w:tabs>
          <w:tab w:val="num" w:pos="720"/>
        </w:tabs>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8A4385F"/>
    <w:multiLevelType w:val="hybridMultilevel"/>
    <w:tmpl w:val="D29AF5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96CA66A8">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AB4D84"/>
    <w:multiLevelType w:val="multilevel"/>
    <w:tmpl w:val="FFDC463E"/>
    <w:lvl w:ilvl="0">
      <w:start w:val="1"/>
      <w:numFmt w:val="decimal"/>
      <w:pStyle w:val="Overskrift1"/>
      <w:lvlText w:val="%1."/>
      <w:lvlJc w:val="left"/>
      <w:pPr>
        <w:tabs>
          <w:tab w:val="num" w:pos="0"/>
        </w:tabs>
        <w:ind w:left="709" w:hanging="709"/>
      </w:pPr>
      <w:rPr>
        <w:rFonts w:asciiTheme="minorHAnsi" w:hAnsiTheme="minorHAnsi" w:hint="default"/>
        <w:b/>
        <w:i w:val="0"/>
        <w:color w:val="00558C"/>
        <w:sz w:val="28"/>
      </w:rPr>
    </w:lvl>
    <w:lvl w:ilvl="1">
      <w:start w:val="1"/>
      <w:numFmt w:val="decimal"/>
      <w:pStyle w:val="Oversk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versk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verskrift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verskrift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1"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0"/>
  </w:num>
  <w:num w:numId="3">
    <w:abstractNumId w:val="16"/>
  </w:num>
  <w:num w:numId="4">
    <w:abstractNumId w:val="11"/>
  </w:num>
  <w:num w:numId="5">
    <w:abstractNumId w:val="15"/>
  </w:num>
  <w:num w:numId="6">
    <w:abstractNumId w:val="9"/>
  </w:num>
  <w:num w:numId="7">
    <w:abstractNumId w:val="14"/>
  </w:num>
  <w:num w:numId="8">
    <w:abstractNumId w:val="7"/>
  </w:num>
  <w:num w:numId="9">
    <w:abstractNumId w:val="12"/>
  </w:num>
  <w:num w:numId="10">
    <w:abstractNumId w:val="13"/>
  </w:num>
  <w:num w:numId="11">
    <w:abstractNumId w:val="28"/>
  </w:num>
  <w:num w:numId="12">
    <w:abstractNumId w:val="20"/>
  </w:num>
  <w:num w:numId="13">
    <w:abstractNumId w:val="33"/>
  </w:num>
  <w:num w:numId="14">
    <w:abstractNumId w:val="31"/>
  </w:num>
  <w:num w:numId="15">
    <w:abstractNumId w:val="32"/>
  </w:num>
  <w:num w:numId="16">
    <w:abstractNumId w:val="30"/>
  </w:num>
  <w:num w:numId="17">
    <w:abstractNumId w:val="29"/>
  </w:num>
  <w:num w:numId="18">
    <w:abstractNumId w:val="19"/>
  </w:num>
  <w:num w:numId="19">
    <w:abstractNumId w:val="18"/>
  </w:num>
  <w:num w:numId="20">
    <w:abstractNumId w:val="17"/>
  </w:num>
  <w:num w:numId="21">
    <w:abstractNumId w:val="23"/>
  </w:num>
  <w:num w:numId="22">
    <w:abstractNumId w:val="22"/>
  </w:num>
  <w:num w:numId="23">
    <w:abstractNumId w:val="29"/>
  </w:num>
  <w:num w:numId="24">
    <w:abstractNumId w:val="29"/>
  </w:num>
  <w:num w:numId="25">
    <w:abstractNumId w:val="29"/>
  </w:num>
  <w:num w:numId="26">
    <w:abstractNumId w:val="29"/>
  </w:num>
  <w:num w:numId="27">
    <w:abstractNumId w:val="29"/>
  </w:num>
  <w:num w:numId="28">
    <w:abstractNumId w:val="29"/>
  </w:num>
  <w:num w:numId="29">
    <w:abstractNumId w:val="29"/>
  </w:num>
  <w:num w:numId="30">
    <w:abstractNumId w:val="29"/>
  </w:num>
  <w:num w:numId="31">
    <w:abstractNumId w:val="29"/>
  </w:num>
  <w:num w:numId="32">
    <w:abstractNumId w:val="21"/>
  </w:num>
  <w:num w:numId="33">
    <w:abstractNumId w:val="8"/>
  </w:num>
  <w:num w:numId="34">
    <w:abstractNumId w:val="2"/>
  </w:num>
  <w:num w:numId="35">
    <w:abstractNumId w:val="6"/>
  </w:num>
  <w:num w:numId="36">
    <w:abstractNumId w:val="5"/>
  </w:num>
  <w:num w:numId="37">
    <w:abstractNumId w:val="4"/>
  </w:num>
  <w:num w:numId="38">
    <w:abstractNumId w:val="3"/>
  </w:num>
  <w:num w:numId="39">
    <w:abstractNumId w:val="1"/>
  </w:num>
  <w:num w:numId="40">
    <w:abstractNumId w:val="0"/>
  </w:num>
  <w:num w:numId="41">
    <w:abstractNumId w:val="24"/>
  </w:num>
  <w:num w:numId="42">
    <w:abstractNumId w:val="27"/>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fr-CM" w:vendorID="64" w:dllVersion="6" w:nlCheck="1" w:checkStyle="0"/>
  <w:activeWritingStyle w:appName="MSWord" w:lang="fr-CM" w:vendorID="64" w:dllVersion="0" w:nlCheck="1" w:checkStyle="0"/>
  <w:activeWritingStyle w:appName="MSWord" w:lang="en-GB" w:vendorID="2" w:dllVersion="6" w:checkStyle="0"/>
  <w:proofState w:spelling="clean" w:grammar="clean"/>
  <w:attachedTemplate r:id="rId1"/>
  <w:linkStyle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616"/>
    <w:rsid w:val="00004404"/>
    <w:rsid w:val="00006E86"/>
    <w:rsid w:val="000102C1"/>
    <w:rsid w:val="00013C2C"/>
    <w:rsid w:val="0001429A"/>
    <w:rsid w:val="0001616D"/>
    <w:rsid w:val="00016839"/>
    <w:rsid w:val="000174F9"/>
    <w:rsid w:val="000249C2"/>
    <w:rsid w:val="000258F6"/>
    <w:rsid w:val="00026453"/>
    <w:rsid w:val="00027B36"/>
    <w:rsid w:val="0003113C"/>
    <w:rsid w:val="000332ED"/>
    <w:rsid w:val="0003449E"/>
    <w:rsid w:val="00035E1F"/>
    <w:rsid w:val="000379A7"/>
    <w:rsid w:val="00040EB8"/>
    <w:rsid w:val="0004181D"/>
    <w:rsid w:val="000418CA"/>
    <w:rsid w:val="0004255E"/>
    <w:rsid w:val="000429B5"/>
    <w:rsid w:val="00044075"/>
    <w:rsid w:val="00050F02"/>
    <w:rsid w:val="0005129B"/>
    <w:rsid w:val="00051724"/>
    <w:rsid w:val="0005449E"/>
    <w:rsid w:val="00054C7D"/>
    <w:rsid w:val="00055938"/>
    <w:rsid w:val="00057B6D"/>
    <w:rsid w:val="00061634"/>
    <w:rsid w:val="00061A7B"/>
    <w:rsid w:val="00062874"/>
    <w:rsid w:val="000654C2"/>
    <w:rsid w:val="000705DF"/>
    <w:rsid w:val="00071AE2"/>
    <w:rsid w:val="00073C81"/>
    <w:rsid w:val="00073E90"/>
    <w:rsid w:val="00082C85"/>
    <w:rsid w:val="0008654C"/>
    <w:rsid w:val="000904ED"/>
    <w:rsid w:val="00091545"/>
    <w:rsid w:val="0009165E"/>
    <w:rsid w:val="00097619"/>
    <w:rsid w:val="000A171C"/>
    <w:rsid w:val="000A27A8"/>
    <w:rsid w:val="000A3914"/>
    <w:rsid w:val="000A4F41"/>
    <w:rsid w:val="000A59C0"/>
    <w:rsid w:val="000A5D98"/>
    <w:rsid w:val="000A6E5B"/>
    <w:rsid w:val="000A78A9"/>
    <w:rsid w:val="000B2356"/>
    <w:rsid w:val="000B468E"/>
    <w:rsid w:val="000B577B"/>
    <w:rsid w:val="000B583F"/>
    <w:rsid w:val="000C2133"/>
    <w:rsid w:val="000C2857"/>
    <w:rsid w:val="000C288C"/>
    <w:rsid w:val="000C711B"/>
    <w:rsid w:val="000D14CE"/>
    <w:rsid w:val="000D1619"/>
    <w:rsid w:val="000D1D15"/>
    <w:rsid w:val="000D2431"/>
    <w:rsid w:val="000D76B7"/>
    <w:rsid w:val="000E0EC6"/>
    <w:rsid w:val="000E259E"/>
    <w:rsid w:val="000E34D3"/>
    <w:rsid w:val="000E3954"/>
    <w:rsid w:val="000E3E52"/>
    <w:rsid w:val="000F0F9F"/>
    <w:rsid w:val="000F22C4"/>
    <w:rsid w:val="000F3F43"/>
    <w:rsid w:val="000F58ED"/>
    <w:rsid w:val="001016C7"/>
    <w:rsid w:val="00103D36"/>
    <w:rsid w:val="0010529E"/>
    <w:rsid w:val="0011014A"/>
    <w:rsid w:val="00113D5B"/>
    <w:rsid w:val="00113F8F"/>
    <w:rsid w:val="00121616"/>
    <w:rsid w:val="001236B5"/>
    <w:rsid w:val="00124665"/>
    <w:rsid w:val="001349DB"/>
    <w:rsid w:val="00134B86"/>
    <w:rsid w:val="00135AEB"/>
    <w:rsid w:val="00136E58"/>
    <w:rsid w:val="0014060A"/>
    <w:rsid w:val="00141ACF"/>
    <w:rsid w:val="001428B6"/>
    <w:rsid w:val="00143D7E"/>
    <w:rsid w:val="00144FFC"/>
    <w:rsid w:val="00146585"/>
    <w:rsid w:val="00147755"/>
    <w:rsid w:val="00147EE0"/>
    <w:rsid w:val="001513D7"/>
    <w:rsid w:val="001535C6"/>
    <w:rsid w:val="001547F9"/>
    <w:rsid w:val="001607D8"/>
    <w:rsid w:val="00160895"/>
    <w:rsid w:val="00161325"/>
    <w:rsid w:val="00161401"/>
    <w:rsid w:val="00162612"/>
    <w:rsid w:val="001635F3"/>
    <w:rsid w:val="00163D49"/>
    <w:rsid w:val="00163FDD"/>
    <w:rsid w:val="001718B2"/>
    <w:rsid w:val="00176BB8"/>
    <w:rsid w:val="00182B9C"/>
    <w:rsid w:val="00184427"/>
    <w:rsid w:val="00186FED"/>
    <w:rsid w:val="001875B1"/>
    <w:rsid w:val="00191120"/>
    <w:rsid w:val="0019173E"/>
    <w:rsid w:val="0019177F"/>
    <w:rsid w:val="00195176"/>
    <w:rsid w:val="0019797F"/>
    <w:rsid w:val="001A2DCA"/>
    <w:rsid w:val="001A73B9"/>
    <w:rsid w:val="001B2A35"/>
    <w:rsid w:val="001B339A"/>
    <w:rsid w:val="001B60A6"/>
    <w:rsid w:val="001C2971"/>
    <w:rsid w:val="001C64D9"/>
    <w:rsid w:val="001C650B"/>
    <w:rsid w:val="001C6DAC"/>
    <w:rsid w:val="001C72B5"/>
    <w:rsid w:val="001C77FB"/>
    <w:rsid w:val="001D11AC"/>
    <w:rsid w:val="001D1845"/>
    <w:rsid w:val="001D2E7A"/>
    <w:rsid w:val="001D3992"/>
    <w:rsid w:val="001D4A3E"/>
    <w:rsid w:val="001D65A2"/>
    <w:rsid w:val="001E32E5"/>
    <w:rsid w:val="001E3AEE"/>
    <w:rsid w:val="001E416D"/>
    <w:rsid w:val="001F0E82"/>
    <w:rsid w:val="001F17FE"/>
    <w:rsid w:val="001F4EF8"/>
    <w:rsid w:val="001F574E"/>
    <w:rsid w:val="001F5AB1"/>
    <w:rsid w:val="00200579"/>
    <w:rsid w:val="00201023"/>
    <w:rsid w:val="00201337"/>
    <w:rsid w:val="002022EA"/>
    <w:rsid w:val="002044E9"/>
    <w:rsid w:val="00205B17"/>
    <w:rsid w:val="00205D9B"/>
    <w:rsid w:val="002066DF"/>
    <w:rsid w:val="002115A6"/>
    <w:rsid w:val="00213436"/>
    <w:rsid w:val="00214033"/>
    <w:rsid w:val="002140DC"/>
    <w:rsid w:val="00215356"/>
    <w:rsid w:val="00215772"/>
    <w:rsid w:val="002176C4"/>
    <w:rsid w:val="002204DA"/>
    <w:rsid w:val="002218FF"/>
    <w:rsid w:val="0022371A"/>
    <w:rsid w:val="00224DAB"/>
    <w:rsid w:val="002251E9"/>
    <w:rsid w:val="0022582A"/>
    <w:rsid w:val="00231B88"/>
    <w:rsid w:val="00237785"/>
    <w:rsid w:val="002406D3"/>
    <w:rsid w:val="00242BE2"/>
    <w:rsid w:val="00246546"/>
    <w:rsid w:val="002505E9"/>
    <w:rsid w:val="00251FB9"/>
    <w:rsid w:val="002520AD"/>
    <w:rsid w:val="00253DF5"/>
    <w:rsid w:val="00255FD9"/>
    <w:rsid w:val="0025660A"/>
    <w:rsid w:val="00257A4F"/>
    <w:rsid w:val="00257DF8"/>
    <w:rsid w:val="00257E4A"/>
    <w:rsid w:val="00260039"/>
    <w:rsid w:val="0026038D"/>
    <w:rsid w:val="00263D78"/>
    <w:rsid w:val="0027175D"/>
    <w:rsid w:val="002735DD"/>
    <w:rsid w:val="00274B97"/>
    <w:rsid w:val="00275624"/>
    <w:rsid w:val="00285EE3"/>
    <w:rsid w:val="00286250"/>
    <w:rsid w:val="00290909"/>
    <w:rsid w:val="002916D6"/>
    <w:rsid w:val="00292505"/>
    <w:rsid w:val="00296AE1"/>
    <w:rsid w:val="0029793F"/>
    <w:rsid w:val="00297AF0"/>
    <w:rsid w:val="002A02C1"/>
    <w:rsid w:val="002A0B81"/>
    <w:rsid w:val="002A1C42"/>
    <w:rsid w:val="002A1E0A"/>
    <w:rsid w:val="002A3C61"/>
    <w:rsid w:val="002A5D05"/>
    <w:rsid w:val="002A617C"/>
    <w:rsid w:val="002A71CF"/>
    <w:rsid w:val="002A794C"/>
    <w:rsid w:val="002B3E9D"/>
    <w:rsid w:val="002B574E"/>
    <w:rsid w:val="002C1E38"/>
    <w:rsid w:val="002C6AAC"/>
    <w:rsid w:val="002C77F4"/>
    <w:rsid w:val="002D0869"/>
    <w:rsid w:val="002D7238"/>
    <w:rsid w:val="002D78FE"/>
    <w:rsid w:val="002E2B84"/>
    <w:rsid w:val="002E4993"/>
    <w:rsid w:val="002E560E"/>
    <w:rsid w:val="002E5BAC"/>
    <w:rsid w:val="002E6010"/>
    <w:rsid w:val="002E7635"/>
    <w:rsid w:val="002F2576"/>
    <w:rsid w:val="002F265A"/>
    <w:rsid w:val="002F3227"/>
    <w:rsid w:val="002F3B40"/>
    <w:rsid w:val="002F5079"/>
    <w:rsid w:val="00300EDA"/>
    <w:rsid w:val="003032C4"/>
    <w:rsid w:val="0030413F"/>
    <w:rsid w:val="00305EFE"/>
    <w:rsid w:val="003074A8"/>
    <w:rsid w:val="00313B4B"/>
    <w:rsid w:val="00313D85"/>
    <w:rsid w:val="003151E9"/>
    <w:rsid w:val="00315CE3"/>
    <w:rsid w:val="0031629B"/>
    <w:rsid w:val="0031701C"/>
    <w:rsid w:val="003170AB"/>
    <w:rsid w:val="00317F49"/>
    <w:rsid w:val="00320966"/>
    <w:rsid w:val="003226BD"/>
    <w:rsid w:val="003251FE"/>
    <w:rsid w:val="00325D9A"/>
    <w:rsid w:val="003274DB"/>
    <w:rsid w:val="003276DE"/>
    <w:rsid w:val="00327FBF"/>
    <w:rsid w:val="00332A7B"/>
    <w:rsid w:val="003343E0"/>
    <w:rsid w:val="00335E40"/>
    <w:rsid w:val="0033714F"/>
    <w:rsid w:val="00344408"/>
    <w:rsid w:val="00345E37"/>
    <w:rsid w:val="00346AEC"/>
    <w:rsid w:val="00347F3E"/>
    <w:rsid w:val="00350A92"/>
    <w:rsid w:val="00351BD4"/>
    <w:rsid w:val="00356472"/>
    <w:rsid w:val="0035773D"/>
    <w:rsid w:val="00361096"/>
    <w:rsid w:val="003621C3"/>
    <w:rsid w:val="00362816"/>
    <w:rsid w:val="0036382D"/>
    <w:rsid w:val="0036495B"/>
    <w:rsid w:val="00371BDD"/>
    <w:rsid w:val="00374CD6"/>
    <w:rsid w:val="00380350"/>
    <w:rsid w:val="00380B4E"/>
    <w:rsid w:val="00380F88"/>
    <w:rsid w:val="003816E4"/>
    <w:rsid w:val="00381B09"/>
    <w:rsid w:val="00381F7A"/>
    <w:rsid w:val="00382865"/>
    <w:rsid w:val="00382C28"/>
    <w:rsid w:val="0038597C"/>
    <w:rsid w:val="0039131E"/>
    <w:rsid w:val="00395413"/>
    <w:rsid w:val="003A04A6"/>
    <w:rsid w:val="003A6A32"/>
    <w:rsid w:val="003A7759"/>
    <w:rsid w:val="003A7F6E"/>
    <w:rsid w:val="003B03EA"/>
    <w:rsid w:val="003B1215"/>
    <w:rsid w:val="003B76F0"/>
    <w:rsid w:val="003C138B"/>
    <w:rsid w:val="003C7C34"/>
    <w:rsid w:val="003C7FBE"/>
    <w:rsid w:val="003D00C2"/>
    <w:rsid w:val="003D0D88"/>
    <w:rsid w:val="003D0F37"/>
    <w:rsid w:val="003D2A7A"/>
    <w:rsid w:val="003D3B40"/>
    <w:rsid w:val="003D5150"/>
    <w:rsid w:val="003D5F40"/>
    <w:rsid w:val="003D73A4"/>
    <w:rsid w:val="003E2058"/>
    <w:rsid w:val="003E30C0"/>
    <w:rsid w:val="003E65CB"/>
    <w:rsid w:val="003F1C3A"/>
    <w:rsid w:val="003F2681"/>
    <w:rsid w:val="003F4DE4"/>
    <w:rsid w:val="003F70D2"/>
    <w:rsid w:val="004000EA"/>
    <w:rsid w:val="0040105D"/>
    <w:rsid w:val="00401DC8"/>
    <w:rsid w:val="0040380C"/>
    <w:rsid w:val="00414698"/>
    <w:rsid w:val="00415649"/>
    <w:rsid w:val="00423858"/>
    <w:rsid w:val="0042565E"/>
    <w:rsid w:val="00430A42"/>
    <w:rsid w:val="004328EE"/>
    <w:rsid w:val="00432C05"/>
    <w:rsid w:val="0043568B"/>
    <w:rsid w:val="00440379"/>
    <w:rsid w:val="00441393"/>
    <w:rsid w:val="004441F8"/>
    <w:rsid w:val="00447CF0"/>
    <w:rsid w:val="00456DE1"/>
    <w:rsid w:val="00456F10"/>
    <w:rsid w:val="00462095"/>
    <w:rsid w:val="00463B48"/>
    <w:rsid w:val="0046464D"/>
    <w:rsid w:val="004649E1"/>
    <w:rsid w:val="00466DD5"/>
    <w:rsid w:val="00467F00"/>
    <w:rsid w:val="004730D1"/>
    <w:rsid w:val="00474746"/>
    <w:rsid w:val="00476942"/>
    <w:rsid w:val="00477D62"/>
    <w:rsid w:val="00481C27"/>
    <w:rsid w:val="004871A2"/>
    <w:rsid w:val="004908B8"/>
    <w:rsid w:val="00490C0C"/>
    <w:rsid w:val="00492A8D"/>
    <w:rsid w:val="00493B3C"/>
    <w:rsid w:val="004944C8"/>
    <w:rsid w:val="00495DDA"/>
    <w:rsid w:val="004A0EBF"/>
    <w:rsid w:val="004A3751"/>
    <w:rsid w:val="004A431D"/>
    <w:rsid w:val="004A4EC4"/>
    <w:rsid w:val="004A7F9A"/>
    <w:rsid w:val="004B533A"/>
    <w:rsid w:val="004B744B"/>
    <w:rsid w:val="004C0C7E"/>
    <w:rsid w:val="004C0E4B"/>
    <w:rsid w:val="004D2AA5"/>
    <w:rsid w:val="004D4109"/>
    <w:rsid w:val="004D6C87"/>
    <w:rsid w:val="004E0A58"/>
    <w:rsid w:val="004E0BBB"/>
    <w:rsid w:val="004E0DBB"/>
    <w:rsid w:val="004E1D57"/>
    <w:rsid w:val="004E2F16"/>
    <w:rsid w:val="004E4CCC"/>
    <w:rsid w:val="004F1F6E"/>
    <w:rsid w:val="004F2AA4"/>
    <w:rsid w:val="004F4AAE"/>
    <w:rsid w:val="004F5930"/>
    <w:rsid w:val="004F6196"/>
    <w:rsid w:val="004F74DB"/>
    <w:rsid w:val="00503044"/>
    <w:rsid w:val="00503992"/>
    <w:rsid w:val="005051B1"/>
    <w:rsid w:val="005207B7"/>
    <w:rsid w:val="00523666"/>
    <w:rsid w:val="00525922"/>
    <w:rsid w:val="00526234"/>
    <w:rsid w:val="00534F34"/>
    <w:rsid w:val="0053692E"/>
    <w:rsid w:val="005378A6"/>
    <w:rsid w:val="00540D36"/>
    <w:rsid w:val="00541ED1"/>
    <w:rsid w:val="005472BB"/>
    <w:rsid w:val="00547837"/>
    <w:rsid w:val="005511AC"/>
    <w:rsid w:val="00553FE0"/>
    <w:rsid w:val="0055469A"/>
    <w:rsid w:val="00557434"/>
    <w:rsid w:val="005640BF"/>
    <w:rsid w:val="0056452A"/>
    <w:rsid w:val="005675B6"/>
    <w:rsid w:val="00574ADC"/>
    <w:rsid w:val="00577922"/>
    <w:rsid w:val="005805D2"/>
    <w:rsid w:val="00581239"/>
    <w:rsid w:val="005839FD"/>
    <w:rsid w:val="00586C48"/>
    <w:rsid w:val="00586C66"/>
    <w:rsid w:val="005928AC"/>
    <w:rsid w:val="00593774"/>
    <w:rsid w:val="0059382C"/>
    <w:rsid w:val="00593EFC"/>
    <w:rsid w:val="00595415"/>
    <w:rsid w:val="005959FF"/>
    <w:rsid w:val="00597652"/>
    <w:rsid w:val="005A0703"/>
    <w:rsid w:val="005A080B"/>
    <w:rsid w:val="005A2514"/>
    <w:rsid w:val="005A646D"/>
    <w:rsid w:val="005B12A5"/>
    <w:rsid w:val="005B168A"/>
    <w:rsid w:val="005B1B1C"/>
    <w:rsid w:val="005B6841"/>
    <w:rsid w:val="005C161A"/>
    <w:rsid w:val="005C1BCB"/>
    <w:rsid w:val="005C2312"/>
    <w:rsid w:val="005C3318"/>
    <w:rsid w:val="005C4735"/>
    <w:rsid w:val="005C5C63"/>
    <w:rsid w:val="005D03E9"/>
    <w:rsid w:val="005D304B"/>
    <w:rsid w:val="005D329D"/>
    <w:rsid w:val="005D3920"/>
    <w:rsid w:val="005D6E5D"/>
    <w:rsid w:val="005E091A"/>
    <w:rsid w:val="005E1E00"/>
    <w:rsid w:val="005E3989"/>
    <w:rsid w:val="005E45FB"/>
    <w:rsid w:val="005E4659"/>
    <w:rsid w:val="005E5AB7"/>
    <w:rsid w:val="005E657A"/>
    <w:rsid w:val="005E7063"/>
    <w:rsid w:val="005F1314"/>
    <w:rsid w:val="005F1386"/>
    <w:rsid w:val="005F17C2"/>
    <w:rsid w:val="005F1AC9"/>
    <w:rsid w:val="005F7025"/>
    <w:rsid w:val="00600C2B"/>
    <w:rsid w:val="00602EE9"/>
    <w:rsid w:val="00604E17"/>
    <w:rsid w:val="006127AC"/>
    <w:rsid w:val="00612BD1"/>
    <w:rsid w:val="00614298"/>
    <w:rsid w:val="0062147F"/>
    <w:rsid w:val="00622C26"/>
    <w:rsid w:val="00634A78"/>
    <w:rsid w:val="00641794"/>
    <w:rsid w:val="00642025"/>
    <w:rsid w:val="00642ECC"/>
    <w:rsid w:val="00646AFD"/>
    <w:rsid w:val="00646E87"/>
    <w:rsid w:val="00647C35"/>
    <w:rsid w:val="0065107F"/>
    <w:rsid w:val="00661946"/>
    <w:rsid w:val="00664D43"/>
    <w:rsid w:val="0066604E"/>
    <w:rsid w:val="00666061"/>
    <w:rsid w:val="00667424"/>
    <w:rsid w:val="00667792"/>
    <w:rsid w:val="00667C1D"/>
    <w:rsid w:val="006704F6"/>
    <w:rsid w:val="00671677"/>
    <w:rsid w:val="006744D8"/>
    <w:rsid w:val="006750F2"/>
    <w:rsid w:val="006752D6"/>
    <w:rsid w:val="00675E02"/>
    <w:rsid w:val="00682A80"/>
    <w:rsid w:val="0068553C"/>
    <w:rsid w:val="00685F34"/>
    <w:rsid w:val="00693B1F"/>
    <w:rsid w:val="00695656"/>
    <w:rsid w:val="006975A8"/>
    <w:rsid w:val="006A1012"/>
    <w:rsid w:val="006B54CC"/>
    <w:rsid w:val="006B77E9"/>
    <w:rsid w:val="006C1376"/>
    <w:rsid w:val="006C1BCE"/>
    <w:rsid w:val="006C4517"/>
    <w:rsid w:val="006C48F9"/>
    <w:rsid w:val="006C5026"/>
    <w:rsid w:val="006D6D50"/>
    <w:rsid w:val="006E0E7D"/>
    <w:rsid w:val="006E10BF"/>
    <w:rsid w:val="006E2AFB"/>
    <w:rsid w:val="006E32DB"/>
    <w:rsid w:val="006F11F3"/>
    <w:rsid w:val="006F1C14"/>
    <w:rsid w:val="006F4B80"/>
    <w:rsid w:val="006F7140"/>
    <w:rsid w:val="007019D2"/>
    <w:rsid w:val="00703A6A"/>
    <w:rsid w:val="00703DBB"/>
    <w:rsid w:val="00707634"/>
    <w:rsid w:val="00716B74"/>
    <w:rsid w:val="0072087B"/>
    <w:rsid w:val="00722236"/>
    <w:rsid w:val="00723824"/>
    <w:rsid w:val="00725CCA"/>
    <w:rsid w:val="0072737A"/>
    <w:rsid w:val="007302BB"/>
    <w:rsid w:val="00730DA8"/>
    <w:rsid w:val="007311E7"/>
    <w:rsid w:val="007313A4"/>
    <w:rsid w:val="00731DEE"/>
    <w:rsid w:val="0073334B"/>
    <w:rsid w:val="00734BC6"/>
    <w:rsid w:val="0074084C"/>
    <w:rsid w:val="00750009"/>
    <w:rsid w:val="007541D3"/>
    <w:rsid w:val="007577D7"/>
    <w:rsid w:val="00760004"/>
    <w:rsid w:val="00763DFE"/>
    <w:rsid w:val="00767169"/>
    <w:rsid w:val="00767B1A"/>
    <w:rsid w:val="00770402"/>
    <w:rsid w:val="00771528"/>
    <w:rsid w:val="007715E8"/>
    <w:rsid w:val="00776004"/>
    <w:rsid w:val="00777956"/>
    <w:rsid w:val="00782C5D"/>
    <w:rsid w:val="0078486B"/>
    <w:rsid w:val="00785A39"/>
    <w:rsid w:val="00787D8A"/>
    <w:rsid w:val="00790277"/>
    <w:rsid w:val="007909A3"/>
    <w:rsid w:val="00791EBC"/>
    <w:rsid w:val="00793577"/>
    <w:rsid w:val="00795637"/>
    <w:rsid w:val="007A0BA7"/>
    <w:rsid w:val="007A3C20"/>
    <w:rsid w:val="007A446A"/>
    <w:rsid w:val="007A4FEF"/>
    <w:rsid w:val="007A53A6"/>
    <w:rsid w:val="007A6159"/>
    <w:rsid w:val="007B27E9"/>
    <w:rsid w:val="007B2C5B"/>
    <w:rsid w:val="007B2D11"/>
    <w:rsid w:val="007B4994"/>
    <w:rsid w:val="007B6700"/>
    <w:rsid w:val="007B6A93"/>
    <w:rsid w:val="007B7377"/>
    <w:rsid w:val="007B7BEC"/>
    <w:rsid w:val="007C096B"/>
    <w:rsid w:val="007C1036"/>
    <w:rsid w:val="007C465E"/>
    <w:rsid w:val="007C518B"/>
    <w:rsid w:val="007D1805"/>
    <w:rsid w:val="007D2107"/>
    <w:rsid w:val="007D3A42"/>
    <w:rsid w:val="007D48DD"/>
    <w:rsid w:val="007D5895"/>
    <w:rsid w:val="007D6723"/>
    <w:rsid w:val="007D77AB"/>
    <w:rsid w:val="007D7D55"/>
    <w:rsid w:val="007E28D0"/>
    <w:rsid w:val="007E30DF"/>
    <w:rsid w:val="007E3F2D"/>
    <w:rsid w:val="007E7DBB"/>
    <w:rsid w:val="007F2C43"/>
    <w:rsid w:val="007F7544"/>
    <w:rsid w:val="00800995"/>
    <w:rsid w:val="00804736"/>
    <w:rsid w:val="0080602A"/>
    <w:rsid w:val="008069C5"/>
    <w:rsid w:val="0081117E"/>
    <w:rsid w:val="00812C1C"/>
    <w:rsid w:val="00816F79"/>
    <w:rsid w:val="008172F8"/>
    <w:rsid w:val="00817AD2"/>
    <w:rsid w:val="00820C2C"/>
    <w:rsid w:val="00827301"/>
    <w:rsid w:val="008310C9"/>
    <w:rsid w:val="008321B6"/>
    <w:rsid w:val="008326B2"/>
    <w:rsid w:val="00833E95"/>
    <w:rsid w:val="00834150"/>
    <w:rsid w:val="008357F2"/>
    <w:rsid w:val="00835BFF"/>
    <w:rsid w:val="00835EA0"/>
    <w:rsid w:val="0084098D"/>
    <w:rsid w:val="008416E0"/>
    <w:rsid w:val="00841E7A"/>
    <w:rsid w:val="00843CED"/>
    <w:rsid w:val="00844B35"/>
    <w:rsid w:val="00846831"/>
    <w:rsid w:val="00846D0C"/>
    <w:rsid w:val="00847B32"/>
    <w:rsid w:val="00854BCE"/>
    <w:rsid w:val="00857346"/>
    <w:rsid w:val="008634B0"/>
    <w:rsid w:val="00863811"/>
    <w:rsid w:val="00865532"/>
    <w:rsid w:val="00867686"/>
    <w:rsid w:val="008700C4"/>
    <w:rsid w:val="008737D3"/>
    <w:rsid w:val="00874179"/>
    <w:rsid w:val="008747E0"/>
    <w:rsid w:val="00876841"/>
    <w:rsid w:val="00880B12"/>
    <w:rsid w:val="00882B3C"/>
    <w:rsid w:val="00886C21"/>
    <w:rsid w:val="0088783D"/>
    <w:rsid w:val="008916B5"/>
    <w:rsid w:val="00891EE3"/>
    <w:rsid w:val="00897209"/>
    <w:rsid w:val="008972C3"/>
    <w:rsid w:val="008977BE"/>
    <w:rsid w:val="008A28D9"/>
    <w:rsid w:val="008A30BA"/>
    <w:rsid w:val="008A52DC"/>
    <w:rsid w:val="008A5435"/>
    <w:rsid w:val="008A79CB"/>
    <w:rsid w:val="008B62E0"/>
    <w:rsid w:val="008B7069"/>
    <w:rsid w:val="008C2A0C"/>
    <w:rsid w:val="008C304B"/>
    <w:rsid w:val="008C33B5"/>
    <w:rsid w:val="008C3A72"/>
    <w:rsid w:val="008C5006"/>
    <w:rsid w:val="008C5211"/>
    <w:rsid w:val="008C6969"/>
    <w:rsid w:val="008D3F26"/>
    <w:rsid w:val="008D45D2"/>
    <w:rsid w:val="008D5CCD"/>
    <w:rsid w:val="008D6D45"/>
    <w:rsid w:val="008E1127"/>
    <w:rsid w:val="008E1F69"/>
    <w:rsid w:val="008E5990"/>
    <w:rsid w:val="008E76B1"/>
    <w:rsid w:val="008F34F4"/>
    <w:rsid w:val="008F38BB"/>
    <w:rsid w:val="008F57D8"/>
    <w:rsid w:val="008F5936"/>
    <w:rsid w:val="008F7608"/>
    <w:rsid w:val="00902834"/>
    <w:rsid w:val="00907A4E"/>
    <w:rsid w:val="009110DD"/>
    <w:rsid w:val="00913056"/>
    <w:rsid w:val="00914E26"/>
    <w:rsid w:val="0091590F"/>
    <w:rsid w:val="0091638A"/>
    <w:rsid w:val="009217F2"/>
    <w:rsid w:val="00923B4D"/>
    <w:rsid w:val="0092540C"/>
    <w:rsid w:val="00925B39"/>
    <w:rsid w:val="00925E0F"/>
    <w:rsid w:val="00931A57"/>
    <w:rsid w:val="00933ADB"/>
    <w:rsid w:val="00933EE0"/>
    <w:rsid w:val="00934067"/>
    <w:rsid w:val="0093492E"/>
    <w:rsid w:val="009414E6"/>
    <w:rsid w:val="00947A3F"/>
    <w:rsid w:val="00950B15"/>
    <w:rsid w:val="00951499"/>
    <w:rsid w:val="00952013"/>
    <w:rsid w:val="00953EF9"/>
    <w:rsid w:val="0095450F"/>
    <w:rsid w:val="00956901"/>
    <w:rsid w:val="009576BC"/>
    <w:rsid w:val="0096203C"/>
    <w:rsid w:val="00962EC1"/>
    <w:rsid w:val="009630F5"/>
    <w:rsid w:val="009656B9"/>
    <w:rsid w:val="009669C5"/>
    <w:rsid w:val="00967DD9"/>
    <w:rsid w:val="00971591"/>
    <w:rsid w:val="00974564"/>
    <w:rsid w:val="00974B53"/>
    <w:rsid w:val="00974E99"/>
    <w:rsid w:val="009764FA"/>
    <w:rsid w:val="00980192"/>
    <w:rsid w:val="00980799"/>
    <w:rsid w:val="00980D5A"/>
    <w:rsid w:val="009812B5"/>
    <w:rsid w:val="00982A22"/>
    <w:rsid w:val="009830CC"/>
    <w:rsid w:val="00983287"/>
    <w:rsid w:val="00986C59"/>
    <w:rsid w:val="0099325B"/>
    <w:rsid w:val="00994D97"/>
    <w:rsid w:val="0099752C"/>
    <w:rsid w:val="009A07B7"/>
    <w:rsid w:val="009B0C65"/>
    <w:rsid w:val="009B1545"/>
    <w:rsid w:val="009B372E"/>
    <w:rsid w:val="009B5023"/>
    <w:rsid w:val="009B785E"/>
    <w:rsid w:val="009C26F8"/>
    <w:rsid w:val="009C387B"/>
    <w:rsid w:val="009C460F"/>
    <w:rsid w:val="009C609E"/>
    <w:rsid w:val="009D25B8"/>
    <w:rsid w:val="009D26AB"/>
    <w:rsid w:val="009D4146"/>
    <w:rsid w:val="009D6B98"/>
    <w:rsid w:val="009E16EC"/>
    <w:rsid w:val="009E1F25"/>
    <w:rsid w:val="009E433C"/>
    <w:rsid w:val="009E4A4D"/>
    <w:rsid w:val="009E6578"/>
    <w:rsid w:val="009F081F"/>
    <w:rsid w:val="009F4A19"/>
    <w:rsid w:val="00A00C4B"/>
    <w:rsid w:val="00A04281"/>
    <w:rsid w:val="00A057DA"/>
    <w:rsid w:val="00A06A0E"/>
    <w:rsid w:val="00A06A3D"/>
    <w:rsid w:val="00A10EBA"/>
    <w:rsid w:val="00A11128"/>
    <w:rsid w:val="00A13E56"/>
    <w:rsid w:val="00A15050"/>
    <w:rsid w:val="00A179F2"/>
    <w:rsid w:val="00A227BF"/>
    <w:rsid w:val="00A23CAC"/>
    <w:rsid w:val="00A24838"/>
    <w:rsid w:val="00A259A4"/>
    <w:rsid w:val="00A2743E"/>
    <w:rsid w:val="00A3074A"/>
    <w:rsid w:val="00A30C33"/>
    <w:rsid w:val="00A40DDA"/>
    <w:rsid w:val="00A41078"/>
    <w:rsid w:val="00A4308C"/>
    <w:rsid w:val="00A44836"/>
    <w:rsid w:val="00A47F37"/>
    <w:rsid w:val="00A50E12"/>
    <w:rsid w:val="00A524B5"/>
    <w:rsid w:val="00A5433D"/>
    <w:rsid w:val="00A549B3"/>
    <w:rsid w:val="00A56184"/>
    <w:rsid w:val="00A579A4"/>
    <w:rsid w:val="00A57E3B"/>
    <w:rsid w:val="00A61CA8"/>
    <w:rsid w:val="00A642EB"/>
    <w:rsid w:val="00A67954"/>
    <w:rsid w:val="00A67A06"/>
    <w:rsid w:val="00A70034"/>
    <w:rsid w:val="00A712B6"/>
    <w:rsid w:val="00A72893"/>
    <w:rsid w:val="00A72ED7"/>
    <w:rsid w:val="00A74CEA"/>
    <w:rsid w:val="00A8083F"/>
    <w:rsid w:val="00A80944"/>
    <w:rsid w:val="00A80ADC"/>
    <w:rsid w:val="00A82F71"/>
    <w:rsid w:val="00A86343"/>
    <w:rsid w:val="00A87080"/>
    <w:rsid w:val="00A87EF3"/>
    <w:rsid w:val="00A90AAC"/>
    <w:rsid w:val="00A90D86"/>
    <w:rsid w:val="00A91DBA"/>
    <w:rsid w:val="00A97900"/>
    <w:rsid w:val="00AA1B91"/>
    <w:rsid w:val="00AA1D7A"/>
    <w:rsid w:val="00AA3E01"/>
    <w:rsid w:val="00AB0586"/>
    <w:rsid w:val="00AB0BFA"/>
    <w:rsid w:val="00AB2C66"/>
    <w:rsid w:val="00AB6F24"/>
    <w:rsid w:val="00AB76B7"/>
    <w:rsid w:val="00AC161B"/>
    <w:rsid w:val="00AC1CB0"/>
    <w:rsid w:val="00AC33A2"/>
    <w:rsid w:val="00AC583D"/>
    <w:rsid w:val="00AD07D6"/>
    <w:rsid w:val="00AD12E6"/>
    <w:rsid w:val="00AD38F7"/>
    <w:rsid w:val="00AD3C19"/>
    <w:rsid w:val="00AD5072"/>
    <w:rsid w:val="00AD70DA"/>
    <w:rsid w:val="00AE3253"/>
    <w:rsid w:val="00AE58A3"/>
    <w:rsid w:val="00AE65F1"/>
    <w:rsid w:val="00AE6BB4"/>
    <w:rsid w:val="00AE74AD"/>
    <w:rsid w:val="00AF159C"/>
    <w:rsid w:val="00B01873"/>
    <w:rsid w:val="00B0192A"/>
    <w:rsid w:val="00B04ACB"/>
    <w:rsid w:val="00B0572F"/>
    <w:rsid w:val="00B074AB"/>
    <w:rsid w:val="00B07717"/>
    <w:rsid w:val="00B118C9"/>
    <w:rsid w:val="00B15934"/>
    <w:rsid w:val="00B16334"/>
    <w:rsid w:val="00B17253"/>
    <w:rsid w:val="00B24BDF"/>
    <w:rsid w:val="00B250D6"/>
    <w:rsid w:val="00B2583D"/>
    <w:rsid w:val="00B26A2D"/>
    <w:rsid w:val="00B3017D"/>
    <w:rsid w:val="00B31A41"/>
    <w:rsid w:val="00B40199"/>
    <w:rsid w:val="00B4206A"/>
    <w:rsid w:val="00B453D3"/>
    <w:rsid w:val="00B45400"/>
    <w:rsid w:val="00B502FF"/>
    <w:rsid w:val="00B509DD"/>
    <w:rsid w:val="00B50B90"/>
    <w:rsid w:val="00B50E28"/>
    <w:rsid w:val="00B55ACF"/>
    <w:rsid w:val="00B566AA"/>
    <w:rsid w:val="00B56A75"/>
    <w:rsid w:val="00B6066D"/>
    <w:rsid w:val="00B643DF"/>
    <w:rsid w:val="00B65300"/>
    <w:rsid w:val="00B658B7"/>
    <w:rsid w:val="00B67422"/>
    <w:rsid w:val="00B70BD4"/>
    <w:rsid w:val="00B712CA"/>
    <w:rsid w:val="00B73463"/>
    <w:rsid w:val="00B75110"/>
    <w:rsid w:val="00B76E35"/>
    <w:rsid w:val="00B90123"/>
    <w:rsid w:val="00B9016D"/>
    <w:rsid w:val="00B932DF"/>
    <w:rsid w:val="00B96F4D"/>
    <w:rsid w:val="00BA0F98"/>
    <w:rsid w:val="00BA1517"/>
    <w:rsid w:val="00BA1C02"/>
    <w:rsid w:val="00BA4E39"/>
    <w:rsid w:val="00BA67FD"/>
    <w:rsid w:val="00BA7C48"/>
    <w:rsid w:val="00BB6B35"/>
    <w:rsid w:val="00BC0A7C"/>
    <w:rsid w:val="00BC1443"/>
    <w:rsid w:val="00BC2310"/>
    <w:rsid w:val="00BC24D7"/>
    <w:rsid w:val="00BC251F"/>
    <w:rsid w:val="00BC27F6"/>
    <w:rsid w:val="00BC39F4"/>
    <w:rsid w:val="00BC7FE0"/>
    <w:rsid w:val="00BD150C"/>
    <w:rsid w:val="00BD1587"/>
    <w:rsid w:val="00BD6A20"/>
    <w:rsid w:val="00BD7EE1"/>
    <w:rsid w:val="00BE5568"/>
    <w:rsid w:val="00BE5764"/>
    <w:rsid w:val="00BE7E9D"/>
    <w:rsid w:val="00BF0A05"/>
    <w:rsid w:val="00BF1358"/>
    <w:rsid w:val="00BF490C"/>
    <w:rsid w:val="00C0106D"/>
    <w:rsid w:val="00C03F1F"/>
    <w:rsid w:val="00C06FEA"/>
    <w:rsid w:val="00C130C5"/>
    <w:rsid w:val="00C133BE"/>
    <w:rsid w:val="00C1400A"/>
    <w:rsid w:val="00C219B2"/>
    <w:rsid w:val="00C222B4"/>
    <w:rsid w:val="00C262E4"/>
    <w:rsid w:val="00C26BD6"/>
    <w:rsid w:val="00C32C0A"/>
    <w:rsid w:val="00C33E20"/>
    <w:rsid w:val="00C35CF6"/>
    <w:rsid w:val="00C3725B"/>
    <w:rsid w:val="00C401B7"/>
    <w:rsid w:val="00C473B5"/>
    <w:rsid w:val="00C51A8C"/>
    <w:rsid w:val="00C522BE"/>
    <w:rsid w:val="00C52413"/>
    <w:rsid w:val="00C533EC"/>
    <w:rsid w:val="00C5470E"/>
    <w:rsid w:val="00C55EFB"/>
    <w:rsid w:val="00C562F9"/>
    <w:rsid w:val="00C56585"/>
    <w:rsid w:val="00C56B3F"/>
    <w:rsid w:val="00C62DF5"/>
    <w:rsid w:val="00C638BE"/>
    <w:rsid w:val="00C65492"/>
    <w:rsid w:val="00C65C4C"/>
    <w:rsid w:val="00C67C67"/>
    <w:rsid w:val="00C7022C"/>
    <w:rsid w:val="00C71032"/>
    <w:rsid w:val="00C716E5"/>
    <w:rsid w:val="00C748F2"/>
    <w:rsid w:val="00C773D9"/>
    <w:rsid w:val="00C80307"/>
    <w:rsid w:val="00C80ACE"/>
    <w:rsid w:val="00C80B0C"/>
    <w:rsid w:val="00C81162"/>
    <w:rsid w:val="00C82EC7"/>
    <w:rsid w:val="00C83258"/>
    <w:rsid w:val="00C83666"/>
    <w:rsid w:val="00C843AC"/>
    <w:rsid w:val="00C870B5"/>
    <w:rsid w:val="00C907DF"/>
    <w:rsid w:val="00C91630"/>
    <w:rsid w:val="00C947DA"/>
    <w:rsid w:val="00C9558A"/>
    <w:rsid w:val="00C966EB"/>
    <w:rsid w:val="00CA004F"/>
    <w:rsid w:val="00CA04B1"/>
    <w:rsid w:val="00CA15A7"/>
    <w:rsid w:val="00CA2DFC"/>
    <w:rsid w:val="00CA3D03"/>
    <w:rsid w:val="00CA4EC9"/>
    <w:rsid w:val="00CB03D4"/>
    <w:rsid w:val="00CB0617"/>
    <w:rsid w:val="00CB137B"/>
    <w:rsid w:val="00CB59F3"/>
    <w:rsid w:val="00CB7D0F"/>
    <w:rsid w:val="00CC204C"/>
    <w:rsid w:val="00CC27DE"/>
    <w:rsid w:val="00CC35EF"/>
    <w:rsid w:val="00CC5048"/>
    <w:rsid w:val="00CC6246"/>
    <w:rsid w:val="00CC773D"/>
    <w:rsid w:val="00CD0232"/>
    <w:rsid w:val="00CD5ADE"/>
    <w:rsid w:val="00CD6DE8"/>
    <w:rsid w:val="00CD7D06"/>
    <w:rsid w:val="00CE46A5"/>
    <w:rsid w:val="00CE5E46"/>
    <w:rsid w:val="00CF10E3"/>
    <w:rsid w:val="00CF220E"/>
    <w:rsid w:val="00CF49CC"/>
    <w:rsid w:val="00D04F0B"/>
    <w:rsid w:val="00D07751"/>
    <w:rsid w:val="00D11B48"/>
    <w:rsid w:val="00D12274"/>
    <w:rsid w:val="00D1463A"/>
    <w:rsid w:val="00D14B6E"/>
    <w:rsid w:val="00D17BEE"/>
    <w:rsid w:val="00D252C9"/>
    <w:rsid w:val="00D270FA"/>
    <w:rsid w:val="00D30451"/>
    <w:rsid w:val="00D32DDF"/>
    <w:rsid w:val="00D35CE2"/>
    <w:rsid w:val="00D36206"/>
    <w:rsid w:val="00D3700C"/>
    <w:rsid w:val="00D41940"/>
    <w:rsid w:val="00D50138"/>
    <w:rsid w:val="00D55405"/>
    <w:rsid w:val="00D5698D"/>
    <w:rsid w:val="00D603BF"/>
    <w:rsid w:val="00D638E0"/>
    <w:rsid w:val="00D64882"/>
    <w:rsid w:val="00D653B1"/>
    <w:rsid w:val="00D740A5"/>
    <w:rsid w:val="00D74AE1"/>
    <w:rsid w:val="00D75D42"/>
    <w:rsid w:val="00D80A15"/>
    <w:rsid w:val="00D80B20"/>
    <w:rsid w:val="00D82418"/>
    <w:rsid w:val="00D865A8"/>
    <w:rsid w:val="00D9012A"/>
    <w:rsid w:val="00D91EDB"/>
    <w:rsid w:val="00D92C2D"/>
    <w:rsid w:val="00D9361E"/>
    <w:rsid w:val="00D94F38"/>
    <w:rsid w:val="00DA005A"/>
    <w:rsid w:val="00DA17CD"/>
    <w:rsid w:val="00DB152F"/>
    <w:rsid w:val="00DB25B3"/>
    <w:rsid w:val="00DC0D29"/>
    <w:rsid w:val="00DC18F1"/>
    <w:rsid w:val="00DC1C10"/>
    <w:rsid w:val="00DC6BC9"/>
    <w:rsid w:val="00DC6F92"/>
    <w:rsid w:val="00DD06A1"/>
    <w:rsid w:val="00DD60F2"/>
    <w:rsid w:val="00DD69FB"/>
    <w:rsid w:val="00DE0893"/>
    <w:rsid w:val="00DE2814"/>
    <w:rsid w:val="00DE6796"/>
    <w:rsid w:val="00DE74C8"/>
    <w:rsid w:val="00DF41B2"/>
    <w:rsid w:val="00DF5090"/>
    <w:rsid w:val="00DF76E9"/>
    <w:rsid w:val="00E01272"/>
    <w:rsid w:val="00E02FC2"/>
    <w:rsid w:val="00E03067"/>
    <w:rsid w:val="00E03814"/>
    <w:rsid w:val="00E03846"/>
    <w:rsid w:val="00E03A07"/>
    <w:rsid w:val="00E06421"/>
    <w:rsid w:val="00E10BDB"/>
    <w:rsid w:val="00E127D4"/>
    <w:rsid w:val="00E163D8"/>
    <w:rsid w:val="00E16EB4"/>
    <w:rsid w:val="00E20A7D"/>
    <w:rsid w:val="00E21A27"/>
    <w:rsid w:val="00E22643"/>
    <w:rsid w:val="00E27A2F"/>
    <w:rsid w:val="00E30A98"/>
    <w:rsid w:val="00E353F4"/>
    <w:rsid w:val="00E425BC"/>
    <w:rsid w:val="00E42A94"/>
    <w:rsid w:val="00E458BF"/>
    <w:rsid w:val="00E45C17"/>
    <w:rsid w:val="00E47285"/>
    <w:rsid w:val="00E5035D"/>
    <w:rsid w:val="00E51C33"/>
    <w:rsid w:val="00E54676"/>
    <w:rsid w:val="00E54AD5"/>
    <w:rsid w:val="00E54BFB"/>
    <w:rsid w:val="00E54CD7"/>
    <w:rsid w:val="00E6452F"/>
    <w:rsid w:val="00E66625"/>
    <w:rsid w:val="00E706E7"/>
    <w:rsid w:val="00E73CD2"/>
    <w:rsid w:val="00E76B2C"/>
    <w:rsid w:val="00E77587"/>
    <w:rsid w:val="00E818AD"/>
    <w:rsid w:val="00E84229"/>
    <w:rsid w:val="00E843F0"/>
    <w:rsid w:val="00E84965"/>
    <w:rsid w:val="00E86147"/>
    <w:rsid w:val="00E877DC"/>
    <w:rsid w:val="00E90E4E"/>
    <w:rsid w:val="00E9391E"/>
    <w:rsid w:val="00E971F6"/>
    <w:rsid w:val="00EA1052"/>
    <w:rsid w:val="00EA218F"/>
    <w:rsid w:val="00EA4F29"/>
    <w:rsid w:val="00EA5B27"/>
    <w:rsid w:val="00EA5F83"/>
    <w:rsid w:val="00EA6F9D"/>
    <w:rsid w:val="00EA7DEC"/>
    <w:rsid w:val="00EB0F7F"/>
    <w:rsid w:val="00EB2273"/>
    <w:rsid w:val="00EB68A5"/>
    <w:rsid w:val="00EB6C62"/>
    <w:rsid w:val="00EB6F3C"/>
    <w:rsid w:val="00EB769A"/>
    <w:rsid w:val="00EC0CF9"/>
    <w:rsid w:val="00EC165F"/>
    <w:rsid w:val="00EC1E2C"/>
    <w:rsid w:val="00EC254E"/>
    <w:rsid w:val="00EC2B9A"/>
    <w:rsid w:val="00EC3723"/>
    <w:rsid w:val="00EC568A"/>
    <w:rsid w:val="00EC7781"/>
    <w:rsid w:val="00EC7C87"/>
    <w:rsid w:val="00ED030E"/>
    <w:rsid w:val="00ED2672"/>
    <w:rsid w:val="00ED2A8D"/>
    <w:rsid w:val="00ED3784"/>
    <w:rsid w:val="00ED4450"/>
    <w:rsid w:val="00ED660C"/>
    <w:rsid w:val="00ED7692"/>
    <w:rsid w:val="00ED7FF3"/>
    <w:rsid w:val="00EE2455"/>
    <w:rsid w:val="00EE2DC7"/>
    <w:rsid w:val="00EE2F17"/>
    <w:rsid w:val="00EE3D0D"/>
    <w:rsid w:val="00EE54CB"/>
    <w:rsid w:val="00EE6424"/>
    <w:rsid w:val="00EF1936"/>
    <w:rsid w:val="00EF1C54"/>
    <w:rsid w:val="00EF404B"/>
    <w:rsid w:val="00F00376"/>
    <w:rsid w:val="00F01F0C"/>
    <w:rsid w:val="00F02996"/>
    <w:rsid w:val="00F02A5A"/>
    <w:rsid w:val="00F06ECB"/>
    <w:rsid w:val="00F1078D"/>
    <w:rsid w:val="00F11368"/>
    <w:rsid w:val="00F11764"/>
    <w:rsid w:val="00F118B2"/>
    <w:rsid w:val="00F157E2"/>
    <w:rsid w:val="00F159ED"/>
    <w:rsid w:val="00F16C7D"/>
    <w:rsid w:val="00F1739B"/>
    <w:rsid w:val="00F20B6D"/>
    <w:rsid w:val="00F21801"/>
    <w:rsid w:val="00F259E2"/>
    <w:rsid w:val="00F30739"/>
    <w:rsid w:val="00F31063"/>
    <w:rsid w:val="00F31DC8"/>
    <w:rsid w:val="00F346A3"/>
    <w:rsid w:val="00F404B9"/>
    <w:rsid w:val="00F40DC3"/>
    <w:rsid w:val="00F41368"/>
    <w:rsid w:val="00F41F0B"/>
    <w:rsid w:val="00F424EC"/>
    <w:rsid w:val="00F460EE"/>
    <w:rsid w:val="00F50222"/>
    <w:rsid w:val="00F52277"/>
    <w:rsid w:val="00F527AC"/>
    <w:rsid w:val="00F5503F"/>
    <w:rsid w:val="00F55AD7"/>
    <w:rsid w:val="00F6165F"/>
    <w:rsid w:val="00F61D83"/>
    <w:rsid w:val="00F636EF"/>
    <w:rsid w:val="00F646CB"/>
    <w:rsid w:val="00F64BE0"/>
    <w:rsid w:val="00F65DD1"/>
    <w:rsid w:val="00F67C42"/>
    <w:rsid w:val="00F707B3"/>
    <w:rsid w:val="00F71135"/>
    <w:rsid w:val="00F71188"/>
    <w:rsid w:val="00F730DC"/>
    <w:rsid w:val="00F741EE"/>
    <w:rsid w:val="00F74309"/>
    <w:rsid w:val="00F82349"/>
    <w:rsid w:val="00F8259B"/>
    <w:rsid w:val="00F828E7"/>
    <w:rsid w:val="00F82C35"/>
    <w:rsid w:val="00F83068"/>
    <w:rsid w:val="00F83A2A"/>
    <w:rsid w:val="00F85080"/>
    <w:rsid w:val="00F85647"/>
    <w:rsid w:val="00F90461"/>
    <w:rsid w:val="00F91B03"/>
    <w:rsid w:val="00F91EE5"/>
    <w:rsid w:val="00F91EEE"/>
    <w:rsid w:val="00F936FE"/>
    <w:rsid w:val="00F94523"/>
    <w:rsid w:val="00FA370D"/>
    <w:rsid w:val="00FA5F89"/>
    <w:rsid w:val="00FA66F1"/>
    <w:rsid w:val="00FA7B64"/>
    <w:rsid w:val="00FB203B"/>
    <w:rsid w:val="00FB26C0"/>
    <w:rsid w:val="00FB5308"/>
    <w:rsid w:val="00FB5647"/>
    <w:rsid w:val="00FB7B39"/>
    <w:rsid w:val="00FC003A"/>
    <w:rsid w:val="00FC1105"/>
    <w:rsid w:val="00FC378B"/>
    <w:rsid w:val="00FC3977"/>
    <w:rsid w:val="00FD2566"/>
    <w:rsid w:val="00FD25C7"/>
    <w:rsid w:val="00FD2F16"/>
    <w:rsid w:val="00FD6065"/>
    <w:rsid w:val="00FE1D34"/>
    <w:rsid w:val="00FE244F"/>
    <w:rsid w:val="00FE2A6F"/>
    <w:rsid w:val="00FE4F64"/>
    <w:rsid w:val="00FF23FD"/>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D7D06"/>
    <w:pPr>
      <w:spacing w:after="0" w:line="216" w:lineRule="atLeast"/>
    </w:pPr>
    <w:rPr>
      <w:sz w:val="18"/>
      <w:lang w:val="en-GB"/>
    </w:rPr>
  </w:style>
  <w:style w:type="paragraph" w:styleId="Overskrift1">
    <w:name w:val="heading 1"/>
    <w:next w:val="Heading1separationline"/>
    <w:link w:val="Overskrift1Tegn"/>
    <w:qFormat/>
    <w:rsid w:val="00CD7D0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verskrift2">
    <w:name w:val="heading 2"/>
    <w:basedOn w:val="Overskrift1"/>
    <w:next w:val="Heading2separationline"/>
    <w:link w:val="Overskrift2Tegn"/>
    <w:qFormat/>
    <w:rsid w:val="00CD7D06"/>
    <w:pPr>
      <w:numPr>
        <w:ilvl w:val="1"/>
      </w:numPr>
      <w:ind w:right="709"/>
      <w:outlineLvl w:val="1"/>
    </w:pPr>
    <w:rPr>
      <w:bCs w:val="0"/>
      <w:sz w:val="24"/>
    </w:rPr>
  </w:style>
  <w:style w:type="paragraph" w:styleId="Overskrift3">
    <w:name w:val="heading 3"/>
    <w:basedOn w:val="Overskrift2"/>
    <w:next w:val="Brdtekst"/>
    <w:link w:val="Overskrift3Tegn"/>
    <w:qFormat/>
    <w:rsid w:val="00CD7D06"/>
    <w:pPr>
      <w:numPr>
        <w:ilvl w:val="2"/>
      </w:numPr>
      <w:spacing w:before="120" w:after="120"/>
      <w:ind w:right="851"/>
      <w:outlineLvl w:val="2"/>
    </w:pPr>
    <w:rPr>
      <w:bCs/>
      <w:caps w:val="0"/>
      <w:smallCaps/>
    </w:rPr>
  </w:style>
  <w:style w:type="paragraph" w:styleId="Overskrift4">
    <w:name w:val="heading 4"/>
    <w:basedOn w:val="Overskrift3"/>
    <w:next w:val="Brdtekst"/>
    <w:link w:val="Overskrift4Tegn"/>
    <w:qFormat/>
    <w:rsid w:val="00CD7D06"/>
    <w:pPr>
      <w:numPr>
        <w:ilvl w:val="3"/>
      </w:numPr>
      <w:ind w:right="992"/>
      <w:outlineLvl w:val="3"/>
    </w:pPr>
    <w:rPr>
      <w:bCs w:val="0"/>
      <w:iCs/>
      <w:smallCaps w:val="0"/>
      <w:sz w:val="22"/>
    </w:rPr>
  </w:style>
  <w:style w:type="paragraph" w:styleId="Overskrift5">
    <w:name w:val="heading 5"/>
    <w:basedOn w:val="Overskrift4"/>
    <w:next w:val="Normal"/>
    <w:link w:val="Overskrift5Tegn"/>
    <w:qFormat/>
    <w:rsid w:val="00CD7D06"/>
    <w:pPr>
      <w:numPr>
        <w:ilvl w:val="4"/>
      </w:numPr>
      <w:spacing w:before="200"/>
      <w:ind w:left="1701" w:hanging="1701"/>
      <w:outlineLvl w:val="4"/>
    </w:pPr>
    <w:rPr>
      <w:b w:val="0"/>
    </w:rPr>
  </w:style>
  <w:style w:type="paragraph" w:styleId="Overskrift6">
    <w:name w:val="heading 6"/>
    <w:basedOn w:val="Normal"/>
    <w:next w:val="Normal"/>
    <w:link w:val="Overskrift6Tegn"/>
    <w:rsid w:val="00CD7D06"/>
    <w:pPr>
      <w:keepNext/>
      <w:keepLines/>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CD7D06"/>
    <w:pPr>
      <w:keepNext/>
      <w:keepLines/>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CD7D0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CD7D0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link w:val="TopptekstTegn"/>
    <w:rsid w:val="00CD7D06"/>
    <w:pPr>
      <w:spacing w:after="0" w:line="240" w:lineRule="exact"/>
    </w:pPr>
    <w:rPr>
      <w:sz w:val="20"/>
      <w:lang w:val="en-GB"/>
    </w:rPr>
  </w:style>
  <w:style w:type="character" w:customStyle="1" w:styleId="TopptekstTegn">
    <w:name w:val="Topptekst Tegn"/>
    <w:basedOn w:val="Standardskriftforavsnitt"/>
    <w:link w:val="Topptekst"/>
    <w:rsid w:val="00CD7D06"/>
    <w:rPr>
      <w:sz w:val="20"/>
      <w:lang w:val="en-GB"/>
    </w:rPr>
  </w:style>
  <w:style w:type="paragraph" w:styleId="Bunntekst">
    <w:name w:val="footer"/>
    <w:link w:val="BunntekstTegn"/>
    <w:rsid w:val="00CD7D06"/>
    <w:pPr>
      <w:spacing w:after="0" w:line="240" w:lineRule="exact"/>
    </w:pPr>
    <w:rPr>
      <w:sz w:val="20"/>
      <w:lang w:val="en-GB"/>
    </w:rPr>
  </w:style>
  <w:style w:type="character" w:customStyle="1" w:styleId="BunntekstTegn">
    <w:name w:val="Bunntekst Tegn"/>
    <w:basedOn w:val="Standardskriftforavsnitt"/>
    <w:link w:val="Bunntekst"/>
    <w:rsid w:val="00CD7D06"/>
    <w:rPr>
      <w:sz w:val="20"/>
      <w:lang w:val="en-GB"/>
    </w:rPr>
  </w:style>
  <w:style w:type="paragraph" w:styleId="Bobletekst">
    <w:name w:val="Balloon Text"/>
    <w:basedOn w:val="Normal"/>
    <w:link w:val="BobletekstTegn"/>
    <w:rsid w:val="00CD7D06"/>
    <w:pPr>
      <w:spacing w:line="240" w:lineRule="auto"/>
    </w:pPr>
    <w:rPr>
      <w:rFonts w:ascii="Tahoma" w:hAnsi="Tahoma" w:cs="Tahoma"/>
      <w:sz w:val="16"/>
      <w:szCs w:val="16"/>
    </w:rPr>
  </w:style>
  <w:style w:type="character" w:customStyle="1" w:styleId="BobletekstTegn">
    <w:name w:val="Bobletekst Tegn"/>
    <w:basedOn w:val="Standardskriftforavsnitt"/>
    <w:link w:val="Bobletekst"/>
    <w:rsid w:val="00CD7D06"/>
    <w:rPr>
      <w:rFonts w:ascii="Tahoma" w:hAnsi="Tahoma" w:cs="Tahoma"/>
      <w:sz w:val="16"/>
      <w:szCs w:val="16"/>
      <w:lang w:val="en-GB"/>
    </w:rPr>
  </w:style>
  <w:style w:type="table" w:styleId="Tabellrutenett">
    <w:name w:val="Table Grid"/>
    <w:basedOn w:val="Vanligtabell"/>
    <w:uiPriority w:val="59"/>
    <w:rsid w:val="00CD7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CD7D06"/>
    <w:pPr>
      <w:spacing w:line="500" w:lineRule="exact"/>
      <w:ind w:left="907" w:right="907"/>
    </w:pPr>
    <w:rPr>
      <w:b/>
      <w:caps/>
      <w:color w:val="FFFFFF" w:themeColor="background1"/>
      <w:sz w:val="50"/>
      <w:szCs w:val="50"/>
    </w:rPr>
  </w:style>
  <w:style w:type="character" w:customStyle="1" w:styleId="Overskrift1Tegn">
    <w:name w:val="Overskrift 1 Tegn"/>
    <w:basedOn w:val="Standardskriftforavsnitt"/>
    <w:link w:val="Overskrift1"/>
    <w:rsid w:val="00CD7D06"/>
    <w:rPr>
      <w:rFonts w:asciiTheme="majorHAnsi" w:eastAsiaTheme="majorEastAsia" w:hAnsiTheme="majorHAnsi" w:cstheme="majorBidi"/>
      <w:b/>
      <w:bCs/>
      <w:caps/>
      <w:color w:val="00558C"/>
      <w:sz w:val="28"/>
      <w:szCs w:val="24"/>
      <w:lang w:val="en-GB"/>
    </w:rPr>
  </w:style>
  <w:style w:type="character" w:customStyle="1" w:styleId="Overskrift2Tegn">
    <w:name w:val="Overskrift 2 Tegn"/>
    <w:basedOn w:val="Standardskriftforavsnitt"/>
    <w:link w:val="Overskrift2"/>
    <w:rsid w:val="00CD7D06"/>
    <w:rPr>
      <w:rFonts w:asciiTheme="majorHAnsi" w:eastAsiaTheme="majorEastAsia" w:hAnsiTheme="majorHAnsi" w:cstheme="majorBidi"/>
      <w:b/>
      <w:caps/>
      <w:color w:val="00558C"/>
      <w:sz w:val="24"/>
      <w:szCs w:val="24"/>
      <w:lang w:val="en-GB"/>
    </w:rPr>
  </w:style>
  <w:style w:type="character" w:customStyle="1" w:styleId="Overskrift3Tegn">
    <w:name w:val="Overskrift 3 Tegn"/>
    <w:basedOn w:val="Standardskriftforavsnitt"/>
    <w:link w:val="Overskrift3"/>
    <w:rsid w:val="00CD7D06"/>
    <w:rPr>
      <w:rFonts w:asciiTheme="majorHAnsi" w:eastAsiaTheme="majorEastAsia" w:hAnsiTheme="majorHAnsi" w:cstheme="majorBidi"/>
      <w:b/>
      <w:bCs/>
      <w:smallCaps/>
      <w:color w:val="00558C"/>
      <w:sz w:val="24"/>
      <w:szCs w:val="24"/>
      <w:lang w:val="en-GB"/>
    </w:rPr>
  </w:style>
  <w:style w:type="paragraph" w:styleId="Liste">
    <w:name w:val="List"/>
    <w:basedOn w:val="Normal"/>
    <w:uiPriority w:val="99"/>
    <w:unhideWhenUsed/>
    <w:rsid w:val="00CD7D06"/>
    <w:pPr>
      <w:ind w:left="360" w:hanging="360"/>
      <w:contextualSpacing/>
    </w:pPr>
    <w:rPr>
      <w:sz w:val="22"/>
    </w:rPr>
  </w:style>
  <w:style w:type="character" w:customStyle="1" w:styleId="Overskrift4Tegn">
    <w:name w:val="Overskrift 4 Tegn"/>
    <w:basedOn w:val="Standardskriftforavsnitt"/>
    <w:link w:val="Overskrift4"/>
    <w:rsid w:val="00CD7D06"/>
    <w:rPr>
      <w:rFonts w:asciiTheme="majorHAnsi" w:eastAsiaTheme="majorEastAsia" w:hAnsiTheme="majorHAnsi" w:cstheme="majorBidi"/>
      <w:b/>
      <w:iCs/>
      <w:color w:val="00558C"/>
      <w:szCs w:val="24"/>
      <w:lang w:val="en-GB"/>
    </w:rPr>
  </w:style>
  <w:style w:type="character" w:customStyle="1" w:styleId="Overskrift5Tegn">
    <w:name w:val="Overskrift 5 Tegn"/>
    <w:basedOn w:val="Standardskriftforavsnitt"/>
    <w:link w:val="Overskrift5"/>
    <w:rsid w:val="00CD7D06"/>
    <w:rPr>
      <w:rFonts w:asciiTheme="majorHAnsi" w:eastAsiaTheme="majorEastAsia" w:hAnsiTheme="majorHAnsi" w:cstheme="majorBidi"/>
      <w:iCs/>
      <w:color w:val="00558C"/>
      <w:szCs w:val="24"/>
      <w:lang w:val="en-GB"/>
    </w:rPr>
  </w:style>
  <w:style w:type="character" w:customStyle="1" w:styleId="Overskrift6Tegn">
    <w:name w:val="Overskrift 6 Tegn"/>
    <w:basedOn w:val="Standardskriftforavsnitt"/>
    <w:link w:val="Overskrift6"/>
    <w:rsid w:val="00CD7D06"/>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foravsnitt"/>
    <w:link w:val="Overskrift7"/>
    <w:rsid w:val="00CD7D06"/>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CD7D06"/>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CD7D06"/>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D7D06"/>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CD7D06"/>
    <w:pPr>
      <w:numPr>
        <w:numId w:val="13"/>
      </w:numPr>
      <w:spacing w:after="120"/>
      <w:ind w:left="1417" w:hanging="425"/>
    </w:pPr>
    <w:rPr>
      <w:color w:val="000000" w:themeColor="text1"/>
      <w:sz w:val="22"/>
    </w:rPr>
  </w:style>
  <w:style w:type="paragraph" w:customStyle="1" w:styleId="Heading1separationline">
    <w:name w:val="Heading 1 separation line"/>
    <w:basedOn w:val="Normal"/>
    <w:next w:val="Brdtekst"/>
    <w:rsid w:val="00CD7D0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CD7D0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CD7D06"/>
    <w:pPr>
      <w:spacing w:line="180" w:lineRule="exact"/>
      <w:jc w:val="right"/>
    </w:pPr>
    <w:rPr>
      <w:color w:val="00558C" w:themeColor="accent1"/>
    </w:rPr>
  </w:style>
  <w:style w:type="paragraph" w:customStyle="1" w:styleId="Editionnumber">
    <w:name w:val="Edition number"/>
    <w:basedOn w:val="Normal"/>
    <w:rsid w:val="00CD7D06"/>
    <w:rPr>
      <w:b/>
      <w:color w:val="00558C" w:themeColor="accent1"/>
      <w:sz w:val="50"/>
      <w:szCs w:val="50"/>
    </w:rPr>
  </w:style>
  <w:style w:type="paragraph" w:customStyle="1" w:styleId="Editionnumber-footer">
    <w:name w:val="Edition number - footer"/>
    <w:basedOn w:val="Bunntekst"/>
    <w:next w:val="Ingenmellomrom"/>
    <w:rsid w:val="00CD7D06"/>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Topptekst"/>
    <w:rsid w:val="00CD7D06"/>
    <w:pPr>
      <w:pBdr>
        <w:bottom w:val="single" w:sz="8" w:space="12" w:color="00558C" w:themeColor="accent1"/>
      </w:pBdr>
      <w:spacing w:before="100" w:line="560" w:lineRule="exact"/>
    </w:pPr>
    <w:rPr>
      <w:b/>
      <w:caps/>
      <w:color w:val="009FE3" w:themeColor="accent2"/>
      <w:sz w:val="56"/>
      <w:szCs w:val="56"/>
    </w:rPr>
  </w:style>
  <w:style w:type="paragraph" w:styleId="INNH1">
    <w:name w:val="toc 1"/>
    <w:basedOn w:val="Normal"/>
    <w:next w:val="Normal"/>
    <w:uiPriority w:val="39"/>
    <w:rsid w:val="00CD7D06"/>
    <w:pPr>
      <w:tabs>
        <w:tab w:val="right" w:leader="dot" w:pos="9781"/>
      </w:tabs>
      <w:spacing w:after="40" w:line="300" w:lineRule="atLeast"/>
      <w:ind w:left="425" w:right="425" w:hanging="425"/>
    </w:pPr>
    <w:rPr>
      <w:b/>
      <w:caps/>
      <w:noProof/>
      <w:color w:val="00558C" w:themeColor="accent1"/>
      <w:sz w:val="22"/>
    </w:rPr>
  </w:style>
  <w:style w:type="paragraph" w:styleId="INNH2">
    <w:name w:val="toc 2"/>
    <w:basedOn w:val="Normal"/>
    <w:next w:val="Normal"/>
    <w:autoRedefine/>
    <w:uiPriority w:val="39"/>
    <w:rsid w:val="00CD7D06"/>
    <w:pPr>
      <w:tabs>
        <w:tab w:val="right" w:leader="dot" w:pos="9781"/>
      </w:tabs>
      <w:spacing w:after="40" w:line="300" w:lineRule="atLeast"/>
      <w:ind w:left="709" w:right="425" w:hanging="709"/>
    </w:pPr>
    <w:rPr>
      <w:noProof/>
      <w:color w:val="00558C" w:themeColor="accent1"/>
      <w:sz w:val="22"/>
    </w:rPr>
  </w:style>
  <w:style w:type="character" w:styleId="Hyperkobling">
    <w:name w:val="Hyperlink"/>
    <w:basedOn w:val="Standardskriftforavsnitt"/>
    <w:uiPriority w:val="99"/>
    <w:unhideWhenUsed/>
    <w:rsid w:val="00CD7D06"/>
    <w:rPr>
      <w:color w:val="00558C" w:themeColor="accent1"/>
      <w:u w:val="single"/>
    </w:rPr>
  </w:style>
  <w:style w:type="paragraph" w:styleId="Nummerertliste3">
    <w:name w:val="List Number 3"/>
    <w:basedOn w:val="Normal"/>
    <w:uiPriority w:val="99"/>
    <w:unhideWhenUsed/>
    <w:rsid w:val="00CD7D06"/>
    <w:pPr>
      <w:contextualSpacing/>
    </w:pPr>
  </w:style>
  <w:style w:type="paragraph" w:styleId="Figurliste">
    <w:name w:val="table of figures"/>
    <w:basedOn w:val="Normal"/>
    <w:next w:val="Normal"/>
    <w:uiPriority w:val="99"/>
    <w:rsid w:val="00CD7D06"/>
    <w:pPr>
      <w:tabs>
        <w:tab w:val="right" w:leader="dot" w:pos="9781"/>
      </w:tabs>
      <w:spacing w:after="60"/>
      <w:ind w:left="1276" w:right="425" w:hanging="1276"/>
    </w:pPr>
    <w:rPr>
      <w:i/>
      <w:color w:val="00558C"/>
      <w:sz w:val="22"/>
    </w:rPr>
  </w:style>
  <w:style w:type="paragraph" w:customStyle="1" w:styleId="Tabletext">
    <w:name w:val="Table text"/>
    <w:basedOn w:val="Normal"/>
    <w:qFormat/>
    <w:rsid w:val="00CD7D06"/>
    <w:pPr>
      <w:spacing w:before="60" w:after="60"/>
      <w:ind w:left="113" w:right="113"/>
    </w:pPr>
    <w:rPr>
      <w:color w:val="000000" w:themeColor="text1"/>
      <w:sz w:val="20"/>
    </w:rPr>
  </w:style>
  <w:style w:type="paragraph" w:customStyle="1" w:styleId="Doicumentrevisiontabletitle">
    <w:name w:val="Doicument revision table title"/>
    <w:basedOn w:val="Tabletext"/>
    <w:rsid w:val="00CD7D06"/>
    <w:rPr>
      <w:b/>
      <w:color w:val="00558C"/>
    </w:rPr>
  </w:style>
  <w:style w:type="table" w:styleId="Middelsskyggelegging1">
    <w:name w:val="Medium Shading 1"/>
    <w:basedOn w:val="Vanligtabell"/>
    <w:uiPriority w:val="63"/>
    <w:rsid w:val="00CD7D0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ldetekst">
    <w:name w:val="caption"/>
    <w:basedOn w:val="Normal"/>
    <w:next w:val="Normal"/>
    <w:uiPriority w:val="35"/>
    <w:rsid w:val="00CD7D06"/>
    <w:rPr>
      <w:b/>
      <w:bCs/>
      <w:i/>
      <w:color w:val="575756"/>
      <w:sz w:val="22"/>
      <w:u w:val="single"/>
    </w:rPr>
  </w:style>
  <w:style w:type="paragraph" w:styleId="INNH3">
    <w:name w:val="toc 3"/>
    <w:basedOn w:val="Normal"/>
    <w:next w:val="Normal"/>
    <w:uiPriority w:val="39"/>
    <w:unhideWhenUsed/>
    <w:rsid w:val="00CD7D06"/>
    <w:pPr>
      <w:tabs>
        <w:tab w:val="right" w:leader="dot" w:pos="9781"/>
      </w:tabs>
      <w:spacing w:after="60"/>
      <w:ind w:left="1134" w:hanging="709"/>
    </w:pPr>
    <w:rPr>
      <w:color w:val="00558C"/>
    </w:rPr>
  </w:style>
  <w:style w:type="paragraph" w:customStyle="1" w:styleId="Listatext">
    <w:name w:val="List a text"/>
    <w:basedOn w:val="Normal"/>
    <w:qFormat/>
    <w:rsid w:val="00CD7D06"/>
    <w:pPr>
      <w:spacing w:after="120"/>
      <w:ind w:left="1134"/>
    </w:pPr>
    <w:rPr>
      <w:sz w:val="22"/>
    </w:rPr>
  </w:style>
  <w:style w:type="character" w:customStyle="1" w:styleId="Bullet2Char">
    <w:name w:val="Bullet 2 Char"/>
    <w:basedOn w:val="Standardskriftforavsnitt"/>
    <w:link w:val="Bullet2"/>
    <w:rsid w:val="00CD7D06"/>
    <w:rPr>
      <w:color w:val="000000" w:themeColor="text1"/>
      <w:lang w:val="en-GB"/>
    </w:rPr>
  </w:style>
  <w:style w:type="paragraph" w:customStyle="1" w:styleId="AppendixHead2">
    <w:name w:val="Appendix Head 2"/>
    <w:basedOn w:val="Appendix"/>
    <w:next w:val="Heading2separationline"/>
    <w:qFormat/>
    <w:rsid w:val="00CD7D06"/>
    <w:pPr>
      <w:numPr>
        <w:ilvl w:val="2"/>
      </w:numPr>
      <w:spacing w:after="120"/>
    </w:pPr>
    <w:rPr>
      <w:rFonts w:cs="Arial"/>
      <w:sz w:val="24"/>
      <w:lang w:eastAsia="en-GB"/>
    </w:rPr>
  </w:style>
  <w:style w:type="paragraph" w:customStyle="1" w:styleId="AppendixHead3">
    <w:name w:val="Appendix Head 3"/>
    <w:basedOn w:val="Normal"/>
    <w:next w:val="Brdtekst"/>
    <w:qFormat/>
    <w:rsid w:val="00CD7D06"/>
    <w:pPr>
      <w:numPr>
        <w:ilvl w:val="3"/>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kst"/>
    <w:qFormat/>
    <w:rsid w:val="00CD7D06"/>
    <w:pPr>
      <w:numPr>
        <w:ilvl w:val="4"/>
      </w:numPr>
    </w:pPr>
    <w:rPr>
      <w:smallCaps w:val="0"/>
      <w:sz w:val="22"/>
    </w:rPr>
  </w:style>
  <w:style w:type="paragraph" w:customStyle="1" w:styleId="AppendixHead5">
    <w:name w:val="Appendix Head 5"/>
    <w:basedOn w:val="AppendixHead4"/>
    <w:next w:val="Brdtekst"/>
    <w:qFormat/>
    <w:rsid w:val="00CD7D06"/>
    <w:pPr>
      <w:ind w:left="1701" w:hanging="1701"/>
    </w:pPr>
    <w:rPr>
      <w:b w:val="0"/>
    </w:rPr>
  </w:style>
  <w:style w:type="paragraph" w:customStyle="1" w:styleId="AnnextitleHead1">
    <w:name w:val="Annex title (Head 1)"/>
    <w:next w:val="Brdtekst"/>
    <w:link w:val="AnnextitleHead1Char"/>
    <w:qFormat/>
    <w:rsid w:val="00E5035D"/>
    <w:pPr>
      <w:spacing w:after="360"/>
      <w:ind w:left="851" w:hanging="851"/>
    </w:pPr>
    <w:rPr>
      <w:b/>
      <w:caps/>
      <w:color w:val="00558C"/>
      <w:sz w:val="28"/>
      <w:lang w:val="en-GB"/>
    </w:rPr>
  </w:style>
  <w:style w:type="character" w:customStyle="1" w:styleId="AnnextitleHead1Char">
    <w:name w:val="Annex title (Head 1) Char"/>
    <w:basedOn w:val="Standardskriftforavsnitt"/>
    <w:link w:val="AnnextitleHead1"/>
    <w:rsid w:val="00E5035D"/>
    <w:rPr>
      <w:b/>
      <w:caps/>
      <w:color w:val="00558C"/>
      <w:sz w:val="28"/>
      <w:lang w:val="en-GB"/>
    </w:rPr>
  </w:style>
  <w:style w:type="paragraph" w:customStyle="1" w:styleId="AnnexHead2">
    <w:name w:val="Annex Head 2"/>
    <w:basedOn w:val="Annex"/>
    <w:next w:val="Heading1separationline"/>
    <w:qFormat/>
    <w:rsid w:val="00CD7D06"/>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CD7D06"/>
    <w:pPr>
      <w:numPr>
        <w:ilvl w:val="2"/>
      </w:numPr>
    </w:pPr>
    <w:rPr>
      <w:caps w:val="0"/>
      <w:smallCaps/>
    </w:rPr>
  </w:style>
  <w:style w:type="paragraph" w:styleId="Brdtekst">
    <w:name w:val="Body Text"/>
    <w:basedOn w:val="Normal"/>
    <w:link w:val="BrdtekstTegn"/>
    <w:unhideWhenUsed/>
    <w:qFormat/>
    <w:rsid w:val="00CD7D06"/>
    <w:pPr>
      <w:spacing w:after="120"/>
      <w:jc w:val="both"/>
    </w:pPr>
    <w:rPr>
      <w:sz w:val="22"/>
    </w:rPr>
  </w:style>
  <w:style w:type="character" w:customStyle="1" w:styleId="BrdtekstTegn">
    <w:name w:val="Brødtekst Tegn"/>
    <w:basedOn w:val="Standardskriftforavsnitt"/>
    <w:link w:val="Brdtekst"/>
    <w:rsid w:val="00CD7D06"/>
    <w:rPr>
      <w:lang w:val="en-GB"/>
    </w:rPr>
  </w:style>
  <w:style w:type="paragraph" w:customStyle="1" w:styleId="AnnexHead4">
    <w:name w:val="Annex Head 4"/>
    <w:basedOn w:val="AnnexHead3"/>
    <w:next w:val="Brdtekst"/>
    <w:qFormat/>
    <w:rsid w:val="00CD7D06"/>
    <w:pPr>
      <w:numPr>
        <w:ilvl w:val="3"/>
      </w:numPr>
    </w:pPr>
    <w:rPr>
      <w:smallCaps w:val="0"/>
      <w:sz w:val="22"/>
    </w:rPr>
  </w:style>
  <w:style w:type="paragraph" w:customStyle="1" w:styleId="AnnexHead5">
    <w:name w:val="Annex Head 5"/>
    <w:basedOn w:val="Normal"/>
    <w:next w:val="Brdtekst"/>
    <w:qFormat/>
    <w:rsid w:val="00CD7D06"/>
    <w:pPr>
      <w:numPr>
        <w:ilvl w:val="4"/>
        <w:numId w:val="2"/>
      </w:numPr>
      <w:spacing w:before="120" w:after="120" w:line="240" w:lineRule="auto"/>
      <w:ind w:left="1701" w:hanging="1701"/>
    </w:pPr>
    <w:rPr>
      <w:rFonts w:eastAsia="Calibri" w:cs="Calibri"/>
      <w:color w:val="00558C"/>
      <w:sz w:val="22"/>
      <w:lang w:eastAsia="en-GB"/>
    </w:rPr>
  </w:style>
  <w:style w:type="character" w:styleId="Merknadsreferanse">
    <w:name w:val="annotation reference"/>
    <w:basedOn w:val="Standardskriftforavsnitt"/>
    <w:unhideWhenUsed/>
    <w:rsid w:val="00CD7D06"/>
    <w:rPr>
      <w:noProof w:val="0"/>
      <w:sz w:val="18"/>
      <w:szCs w:val="18"/>
      <w:lang w:val="en-GB"/>
    </w:rPr>
  </w:style>
  <w:style w:type="paragraph" w:styleId="Merknadstekst">
    <w:name w:val="annotation text"/>
    <w:basedOn w:val="Normal"/>
    <w:link w:val="MerknadstekstTegn"/>
    <w:unhideWhenUsed/>
    <w:rsid w:val="00CD7D06"/>
    <w:pPr>
      <w:spacing w:line="240" w:lineRule="auto"/>
    </w:pPr>
    <w:rPr>
      <w:sz w:val="24"/>
      <w:szCs w:val="24"/>
    </w:rPr>
  </w:style>
  <w:style w:type="character" w:customStyle="1" w:styleId="MerknadstekstTegn">
    <w:name w:val="Merknadstekst Tegn"/>
    <w:basedOn w:val="Standardskriftforavsnitt"/>
    <w:link w:val="Merknadstekst"/>
    <w:rsid w:val="00CD7D06"/>
    <w:rPr>
      <w:sz w:val="24"/>
      <w:szCs w:val="24"/>
      <w:lang w:val="en-GB"/>
    </w:rPr>
  </w:style>
  <w:style w:type="paragraph" w:styleId="Kommentaremne">
    <w:name w:val="annotation subject"/>
    <w:basedOn w:val="Merknadstekst"/>
    <w:next w:val="Merknadstekst"/>
    <w:link w:val="KommentaremneTegn"/>
    <w:unhideWhenUsed/>
    <w:rsid w:val="00CD7D06"/>
    <w:rPr>
      <w:b/>
      <w:bCs/>
      <w:sz w:val="20"/>
      <w:szCs w:val="20"/>
    </w:rPr>
  </w:style>
  <w:style w:type="character" w:customStyle="1" w:styleId="KommentaremneTegn">
    <w:name w:val="Kommentaremne Tegn"/>
    <w:basedOn w:val="MerknadstekstTegn"/>
    <w:link w:val="Kommentaremne"/>
    <w:rsid w:val="00CD7D06"/>
    <w:rPr>
      <w:b/>
      <w:bCs/>
      <w:sz w:val="20"/>
      <w:szCs w:val="20"/>
      <w:lang w:val="en-GB"/>
    </w:rPr>
  </w:style>
  <w:style w:type="paragraph" w:styleId="Brdtekstinnrykk3">
    <w:name w:val="Body Text Indent 3"/>
    <w:basedOn w:val="Normal"/>
    <w:link w:val="Brdtekstinnrykk3Tegn"/>
    <w:semiHidden/>
    <w:unhideWhenUsed/>
    <w:rsid w:val="00CD7D06"/>
    <w:pPr>
      <w:spacing w:after="120"/>
      <w:ind w:left="360"/>
    </w:pPr>
    <w:rPr>
      <w:sz w:val="16"/>
      <w:szCs w:val="16"/>
    </w:rPr>
  </w:style>
  <w:style w:type="character" w:customStyle="1" w:styleId="Brdtekstinnrykk3Tegn">
    <w:name w:val="Brødtekstinnrykk 3 Tegn"/>
    <w:basedOn w:val="Standardskriftforavsnitt"/>
    <w:link w:val="Brdtekstinnrykk3"/>
    <w:semiHidden/>
    <w:rsid w:val="00CD7D06"/>
    <w:rPr>
      <w:sz w:val="16"/>
      <w:szCs w:val="16"/>
      <w:lang w:val="en-GB"/>
    </w:rPr>
  </w:style>
  <w:style w:type="paragraph" w:customStyle="1" w:styleId="InsetList">
    <w:name w:val="Inset List"/>
    <w:basedOn w:val="Normal"/>
    <w:qFormat/>
    <w:rsid w:val="00CD7D06"/>
    <w:pPr>
      <w:numPr>
        <w:numId w:val="6"/>
      </w:numPr>
      <w:spacing w:after="120"/>
      <w:jc w:val="both"/>
    </w:pPr>
    <w:rPr>
      <w:sz w:val="22"/>
    </w:rPr>
  </w:style>
  <w:style w:type="paragraph" w:customStyle="1" w:styleId="ListofFigures">
    <w:name w:val="List of Figures"/>
    <w:basedOn w:val="Normal"/>
    <w:next w:val="Normal"/>
    <w:rsid w:val="00CD7D06"/>
    <w:pPr>
      <w:spacing w:after="240" w:line="480" w:lineRule="atLeast"/>
    </w:pPr>
    <w:rPr>
      <w:b/>
      <w:color w:val="009FE3" w:themeColor="accent2"/>
      <w:sz w:val="40"/>
      <w:szCs w:val="40"/>
    </w:rPr>
  </w:style>
  <w:style w:type="paragraph" w:customStyle="1" w:styleId="Tablecaption">
    <w:name w:val="Table caption"/>
    <w:basedOn w:val="Bildetekst"/>
    <w:next w:val="Brdtekst"/>
    <w:qFormat/>
    <w:rsid w:val="00CD7D06"/>
    <w:pPr>
      <w:numPr>
        <w:numId w:val="4"/>
      </w:numPr>
      <w:tabs>
        <w:tab w:val="left" w:pos="851"/>
      </w:tabs>
      <w:spacing w:before="240" w:after="240"/>
      <w:jc w:val="center"/>
    </w:pPr>
    <w:rPr>
      <w:b w:val="0"/>
      <w:u w:val="none"/>
    </w:rPr>
  </w:style>
  <w:style w:type="paragraph" w:styleId="Nummerertliste">
    <w:name w:val="List Number"/>
    <w:basedOn w:val="Normal"/>
    <w:semiHidden/>
    <w:rsid w:val="00CD7D06"/>
    <w:pPr>
      <w:numPr>
        <w:numId w:val="8"/>
      </w:numPr>
      <w:contextualSpacing/>
    </w:pPr>
  </w:style>
  <w:style w:type="paragraph" w:styleId="INNH4">
    <w:name w:val="toc 4"/>
    <w:basedOn w:val="Normal"/>
    <w:next w:val="Normal"/>
    <w:autoRedefine/>
    <w:uiPriority w:val="39"/>
    <w:unhideWhenUsed/>
    <w:rsid w:val="00CD7D06"/>
    <w:pPr>
      <w:tabs>
        <w:tab w:val="right" w:leader="dot" w:pos="9781"/>
        <w:tab w:val="right" w:leader="dot" w:pos="10195"/>
      </w:tabs>
      <w:ind w:left="1418" w:right="425" w:hanging="1418"/>
    </w:pPr>
    <w:rPr>
      <w:b/>
      <w:caps/>
      <w:color w:val="00558C"/>
      <w:sz w:val="22"/>
    </w:rPr>
  </w:style>
  <w:style w:type="paragraph" w:styleId="Fotnotetekst">
    <w:name w:val="footnote text"/>
    <w:basedOn w:val="Normal"/>
    <w:link w:val="FotnotetekstTegn"/>
    <w:uiPriority w:val="99"/>
    <w:unhideWhenUsed/>
    <w:rsid w:val="00CD7D06"/>
    <w:pPr>
      <w:tabs>
        <w:tab w:val="left" w:pos="425"/>
      </w:tabs>
      <w:spacing w:line="240" w:lineRule="auto"/>
      <w:ind w:left="425" w:hanging="425"/>
    </w:pPr>
    <w:rPr>
      <w:szCs w:val="24"/>
      <w:vertAlign w:val="superscript"/>
    </w:rPr>
  </w:style>
  <w:style w:type="character" w:customStyle="1" w:styleId="FotnotetekstTegn">
    <w:name w:val="Fotnotetekst Tegn"/>
    <w:basedOn w:val="Standardskriftforavsnitt"/>
    <w:link w:val="Fotnotetekst"/>
    <w:uiPriority w:val="99"/>
    <w:rsid w:val="00CD7D06"/>
    <w:rPr>
      <w:sz w:val="18"/>
      <w:szCs w:val="24"/>
      <w:vertAlign w:val="superscript"/>
      <w:lang w:val="en-GB"/>
    </w:rPr>
  </w:style>
  <w:style w:type="character" w:styleId="Fotnotereferanse">
    <w:name w:val="footnote reference"/>
    <w:uiPriority w:val="99"/>
    <w:rsid w:val="00CD7D06"/>
    <w:rPr>
      <w:rFonts w:asciiTheme="minorHAnsi" w:hAnsiTheme="minorHAnsi"/>
      <w:sz w:val="20"/>
      <w:vertAlign w:val="superscript"/>
    </w:rPr>
  </w:style>
  <w:style w:type="character" w:styleId="Sidetall">
    <w:name w:val="page number"/>
    <w:rsid w:val="00CD7D06"/>
    <w:rPr>
      <w:rFonts w:asciiTheme="minorHAnsi" w:hAnsiTheme="minorHAnsi"/>
      <w:sz w:val="15"/>
    </w:rPr>
  </w:style>
  <w:style w:type="paragraph" w:customStyle="1" w:styleId="Footereditionno">
    <w:name w:val="Footer edition no."/>
    <w:basedOn w:val="Normal"/>
    <w:rsid w:val="00CD7D06"/>
    <w:pPr>
      <w:tabs>
        <w:tab w:val="right" w:pos="10206"/>
      </w:tabs>
    </w:pPr>
    <w:rPr>
      <w:b/>
      <w:color w:val="00558C"/>
      <w:sz w:val="15"/>
    </w:rPr>
  </w:style>
  <w:style w:type="paragraph" w:customStyle="1" w:styleId="Lista">
    <w:name w:val="List a"/>
    <w:basedOn w:val="Normal"/>
    <w:qFormat/>
    <w:rsid w:val="00CD7D06"/>
    <w:pPr>
      <w:numPr>
        <w:ilvl w:val="1"/>
        <w:numId w:val="16"/>
      </w:numPr>
      <w:spacing w:after="120" w:line="240" w:lineRule="auto"/>
      <w:jc w:val="both"/>
    </w:pPr>
    <w:rPr>
      <w:rFonts w:eastAsia="Times New Roman" w:cs="Times New Roman"/>
      <w:sz w:val="22"/>
      <w:szCs w:val="20"/>
      <w:lang w:eastAsia="en-GB"/>
    </w:rPr>
  </w:style>
  <w:style w:type="numbering" w:styleId="Artikkelavsnitt">
    <w:name w:val="Outline List 3"/>
    <w:basedOn w:val="Ingenliste"/>
    <w:rsid w:val="00CD7D06"/>
    <w:pPr>
      <w:numPr>
        <w:numId w:val="5"/>
      </w:numPr>
    </w:pPr>
  </w:style>
  <w:style w:type="paragraph" w:styleId="INNH5">
    <w:name w:val="toc 5"/>
    <w:basedOn w:val="Normal"/>
    <w:next w:val="Normal"/>
    <w:autoRedefine/>
    <w:uiPriority w:val="39"/>
    <w:rsid w:val="00CD7D06"/>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H6">
    <w:name w:val="toc 6"/>
    <w:basedOn w:val="Normal"/>
    <w:next w:val="Normal"/>
    <w:autoRedefine/>
    <w:rsid w:val="00CD7D06"/>
    <w:pPr>
      <w:spacing w:line="240" w:lineRule="auto"/>
      <w:ind w:left="960"/>
    </w:pPr>
    <w:rPr>
      <w:rFonts w:ascii="Arial" w:eastAsia="Times New Roman" w:hAnsi="Arial" w:cs="Times New Roman"/>
      <w:sz w:val="20"/>
      <w:szCs w:val="20"/>
    </w:rPr>
  </w:style>
  <w:style w:type="paragraph" w:styleId="INNH7">
    <w:name w:val="toc 7"/>
    <w:basedOn w:val="Normal"/>
    <w:next w:val="Normal"/>
    <w:autoRedefine/>
    <w:rsid w:val="00CD7D06"/>
    <w:pPr>
      <w:spacing w:line="240" w:lineRule="auto"/>
      <w:ind w:left="1200"/>
    </w:pPr>
    <w:rPr>
      <w:rFonts w:ascii="Arial" w:eastAsia="Times New Roman" w:hAnsi="Arial" w:cs="Times New Roman"/>
      <w:sz w:val="20"/>
      <w:szCs w:val="20"/>
    </w:rPr>
  </w:style>
  <w:style w:type="paragraph" w:styleId="INNH8">
    <w:name w:val="toc 8"/>
    <w:basedOn w:val="Normal"/>
    <w:next w:val="Normal"/>
    <w:autoRedefine/>
    <w:rsid w:val="00CD7D06"/>
    <w:pPr>
      <w:spacing w:line="240" w:lineRule="auto"/>
      <w:ind w:left="1440"/>
    </w:pPr>
    <w:rPr>
      <w:rFonts w:ascii="Arial" w:eastAsia="Times New Roman" w:hAnsi="Arial" w:cs="Times New Roman"/>
      <w:sz w:val="20"/>
      <w:szCs w:val="20"/>
    </w:rPr>
  </w:style>
  <w:style w:type="paragraph" w:styleId="INNH9">
    <w:name w:val="toc 9"/>
    <w:basedOn w:val="Normal"/>
    <w:next w:val="Normal"/>
    <w:autoRedefine/>
    <w:rsid w:val="00CD7D06"/>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CD7D06"/>
    <w:pPr>
      <w:numPr>
        <w:ilvl w:val="2"/>
        <w:numId w:val="16"/>
      </w:numPr>
      <w:ind w:left="1701" w:hanging="425"/>
    </w:pPr>
  </w:style>
  <w:style w:type="paragraph" w:customStyle="1" w:styleId="Listitext">
    <w:name w:val="List i text"/>
    <w:basedOn w:val="Normal"/>
    <w:qFormat/>
    <w:rsid w:val="00CD7D06"/>
    <w:pPr>
      <w:ind w:left="2268" w:hanging="567"/>
    </w:pPr>
    <w:rPr>
      <w:sz w:val="20"/>
    </w:rPr>
  </w:style>
  <w:style w:type="paragraph" w:customStyle="1" w:styleId="Bullet1text">
    <w:name w:val="Bullet 1 text"/>
    <w:basedOn w:val="Normal"/>
    <w:qFormat/>
    <w:rsid w:val="00CD7D06"/>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CD7D06"/>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CD7D06"/>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CD7D06"/>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CD7D06"/>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CD7D06"/>
    <w:pPr>
      <w:spacing w:after="120" w:line="240" w:lineRule="auto"/>
      <w:ind w:left="567"/>
      <w:jc w:val="both"/>
    </w:pPr>
    <w:rPr>
      <w:rFonts w:eastAsia="Times New Roman" w:cs="Times New Roman"/>
      <w:sz w:val="22"/>
      <w:szCs w:val="20"/>
      <w:lang w:eastAsia="en-GB"/>
    </w:rPr>
  </w:style>
  <w:style w:type="paragraph" w:styleId="Dokumentkart">
    <w:name w:val="Document Map"/>
    <w:basedOn w:val="Normal"/>
    <w:link w:val="DokumentkartTegn"/>
    <w:rsid w:val="00CD7D06"/>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kartTegn">
    <w:name w:val="Dokumentkart Tegn"/>
    <w:basedOn w:val="Standardskriftforavsnitt"/>
    <w:link w:val="Dokumentkart"/>
    <w:rsid w:val="00CD7D06"/>
    <w:rPr>
      <w:rFonts w:ascii="Tahoma" w:eastAsia="Times New Roman" w:hAnsi="Tahoma" w:cs="Times New Roman"/>
      <w:sz w:val="20"/>
      <w:szCs w:val="24"/>
      <w:shd w:val="clear" w:color="auto" w:fill="000080"/>
      <w:lang w:val="de-DE" w:eastAsia="de-DE"/>
    </w:rPr>
  </w:style>
  <w:style w:type="character" w:styleId="Fulgthyperkobling">
    <w:name w:val="FollowedHyperlink"/>
    <w:rsid w:val="00CD7D06"/>
    <w:rPr>
      <w:color w:val="800080"/>
      <w:u w:val="single"/>
    </w:rPr>
  </w:style>
  <w:style w:type="paragraph" w:styleId="NormalWeb">
    <w:name w:val="Normal (Web)"/>
    <w:basedOn w:val="Normal"/>
    <w:uiPriority w:val="99"/>
    <w:rsid w:val="00CD7D06"/>
    <w:pPr>
      <w:spacing w:line="240" w:lineRule="auto"/>
    </w:pPr>
    <w:rPr>
      <w:rFonts w:ascii="Arial" w:eastAsia="Times New Roman" w:hAnsi="Arial" w:cs="Times New Roman"/>
      <w:sz w:val="22"/>
      <w:szCs w:val="24"/>
    </w:rPr>
  </w:style>
  <w:style w:type="paragraph" w:customStyle="1" w:styleId="TableofTables">
    <w:name w:val="Table of Tables"/>
    <w:basedOn w:val="Figurliste"/>
    <w:rsid w:val="00CD7D06"/>
    <w:pPr>
      <w:tabs>
        <w:tab w:val="left" w:pos="1134"/>
        <w:tab w:val="right" w:pos="9781"/>
      </w:tabs>
    </w:pPr>
  </w:style>
  <w:style w:type="character" w:styleId="Utheving">
    <w:name w:val="Emphasis"/>
    <w:rsid w:val="00CD7D06"/>
    <w:rPr>
      <w:i/>
      <w:iCs/>
    </w:rPr>
  </w:style>
  <w:style w:type="character" w:styleId="HTML-sitat">
    <w:name w:val="HTML Cite"/>
    <w:rsid w:val="00CD7D06"/>
    <w:rPr>
      <w:i/>
      <w:iCs/>
    </w:rPr>
  </w:style>
  <w:style w:type="paragraph" w:customStyle="1" w:styleId="Default">
    <w:name w:val="Default"/>
    <w:rsid w:val="00CD7D06"/>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Vanligtabell"/>
    <w:next w:val="Tabellrutenett"/>
    <w:uiPriority w:val="59"/>
    <w:rsid w:val="00CD7D06"/>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forinnholdsfortegnelse">
    <w:name w:val="TOC Heading"/>
    <w:basedOn w:val="Overskrift1"/>
    <w:next w:val="Normal"/>
    <w:uiPriority w:val="39"/>
    <w:unhideWhenUsed/>
    <w:rsid w:val="00CD7D06"/>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CD7D06"/>
    <w:pPr>
      <w:numPr>
        <w:numId w:val="3"/>
      </w:numPr>
      <w:spacing w:before="120"/>
      <w:contextualSpacing/>
    </w:pPr>
    <w:rPr>
      <w:sz w:val="20"/>
    </w:rPr>
  </w:style>
  <w:style w:type="paragraph" w:customStyle="1" w:styleId="Textedesaisie">
    <w:name w:val="Texte de saisie"/>
    <w:basedOn w:val="Normal"/>
    <w:link w:val="TextedesaisieCar"/>
    <w:rsid w:val="00CD7D06"/>
    <w:rPr>
      <w:color w:val="000000" w:themeColor="text1"/>
      <w:sz w:val="22"/>
    </w:rPr>
  </w:style>
  <w:style w:type="character" w:customStyle="1" w:styleId="TextedesaisieCar">
    <w:name w:val="Texte de saisie Car"/>
    <w:basedOn w:val="Standardskriftforavsnitt"/>
    <w:link w:val="Textedesaisie"/>
    <w:rsid w:val="00CD7D06"/>
    <w:rPr>
      <w:color w:val="000000" w:themeColor="text1"/>
      <w:lang w:val="en-GB"/>
    </w:rPr>
  </w:style>
  <w:style w:type="paragraph" w:customStyle="1" w:styleId="AnnexTablecaption">
    <w:name w:val="Annex Table caption"/>
    <w:basedOn w:val="Brdtekst"/>
    <w:qFormat/>
    <w:rsid w:val="00CD7D06"/>
    <w:pPr>
      <w:numPr>
        <w:numId w:val="44"/>
      </w:numPr>
      <w:jc w:val="center"/>
    </w:pPr>
    <w:rPr>
      <w:i/>
      <w:color w:val="00558C"/>
      <w:lang w:eastAsia="en-GB"/>
    </w:rPr>
  </w:style>
  <w:style w:type="paragraph" w:customStyle="1" w:styleId="Figurecaption">
    <w:name w:val="Figure caption"/>
    <w:basedOn w:val="Bildetekst"/>
    <w:next w:val="Brdtekst"/>
    <w:qFormat/>
    <w:rsid w:val="00CD7D06"/>
    <w:pPr>
      <w:numPr>
        <w:numId w:val="7"/>
      </w:numPr>
      <w:spacing w:before="240" w:after="240"/>
      <w:jc w:val="center"/>
    </w:pPr>
    <w:rPr>
      <w:b w:val="0"/>
      <w:u w:val="none"/>
    </w:rPr>
  </w:style>
  <w:style w:type="paragraph" w:styleId="Ingenmellomrom">
    <w:name w:val="No Spacing"/>
    <w:uiPriority w:val="1"/>
    <w:rsid w:val="00CD7D06"/>
    <w:pPr>
      <w:spacing w:after="0" w:line="240" w:lineRule="auto"/>
    </w:pPr>
    <w:rPr>
      <w:sz w:val="18"/>
      <w:lang w:val="en-GB"/>
    </w:rPr>
  </w:style>
  <w:style w:type="paragraph" w:customStyle="1" w:styleId="Abbreviations">
    <w:name w:val="Abbreviations"/>
    <w:basedOn w:val="Normal"/>
    <w:qFormat/>
    <w:rsid w:val="00CD7D06"/>
    <w:pPr>
      <w:spacing w:after="60"/>
      <w:ind w:left="1418" w:hanging="1418"/>
    </w:pPr>
    <w:rPr>
      <w:sz w:val="22"/>
    </w:rPr>
  </w:style>
  <w:style w:type="paragraph" w:customStyle="1" w:styleId="Tableheading">
    <w:name w:val="Table heading"/>
    <w:basedOn w:val="Normal"/>
    <w:qFormat/>
    <w:rsid w:val="00CD7D06"/>
    <w:pPr>
      <w:spacing w:before="60" w:after="60"/>
      <w:ind w:left="113" w:right="113"/>
      <w:jc w:val="center"/>
    </w:pPr>
    <w:rPr>
      <w:b/>
      <w:color w:val="00558C"/>
      <w:sz w:val="20"/>
      <w:lang w:val="en-US"/>
    </w:rPr>
  </w:style>
  <w:style w:type="paragraph" w:customStyle="1" w:styleId="AppendixtitleHead1">
    <w:name w:val="Appendix title (Head 1)"/>
    <w:next w:val="Brdtekst"/>
    <w:qFormat/>
    <w:rsid w:val="00E5035D"/>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D7D06"/>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CD7D06"/>
    <w:rPr>
      <w:caps/>
      <w:color w:val="00558C"/>
      <w:sz w:val="50"/>
    </w:rPr>
  </w:style>
  <w:style w:type="paragraph" w:customStyle="1" w:styleId="Documentdate">
    <w:name w:val="Document date"/>
    <w:basedOn w:val="Normal"/>
    <w:rsid w:val="00CD7D06"/>
    <w:rPr>
      <w:b/>
      <w:color w:val="00558C"/>
      <w:sz w:val="28"/>
    </w:rPr>
  </w:style>
  <w:style w:type="paragraph" w:customStyle="1" w:styleId="Footerportrait">
    <w:name w:val="Footer portrait"/>
    <w:basedOn w:val="Normal"/>
    <w:rsid w:val="00CD7D06"/>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CD7D06"/>
    <w:pPr>
      <w:ind w:left="0" w:right="0"/>
    </w:pPr>
    <w:rPr>
      <w:b w:val="0"/>
      <w:color w:val="00558C"/>
    </w:rPr>
  </w:style>
  <w:style w:type="character" w:styleId="Plassholdertekst">
    <w:name w:val="Placeholder Text"/>
    <w:basedOn w:val="Standardskriftforavsnitt"/>
    <w:uiPriority w:val="99"/>
    <w:semiHidden/>
    <w:rsid w:val="00CD7D06"/>
    <w:rPr>
      <w:color w:val="808080"/>
    </w:rPr>
  </w:style>
  <w:style w:type="paragraph" w:customStyle="1" w:styleId="Style1">
    <w:name w:val="Style1"/>
    <w:basedOn w:val="Tableheading"/>
    <w:rsid w:val="00CD7D06"/>
  </w:style>
  <w:style w:type="paragraph" w:customStyle="1" w:styleId="Style2">
    <w:name w:val="Style2"/>
    <w:basedOn w:val="INNH3"/>
    <w:autoRedefine/>
    <w:rsid w:val="00CD7D06"/>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CD7D06"/>
    <w:pPr>
      <w:ind w:right="14317"/>
    </w:pPr>
  </w:style>
  <w:style w:type="paragraph" w:styleId="Tittel">
    <w:name w:val="Title"/>
    <w:basedOn w:val="Normal"/>
    <w:link w:val="TittelTegn"/>
    <w:rsid w:val="00CD7D06"/>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telTegn">
    <w:name w:val="Tittel Tegn"/>
    <w:basedOn w:val="Standardskriftforavsnitt"/>
    <w:link w:val="Tittel"/>
    <w:rsid w:val="00CD7D06"/>
    <w:rPr>
      <w:rFonts w:ascii="Arial" w:eastAsia="Times New Roman" w:hAnsi="Arial" w:cs="Arial"/>
      <w:b/>
      <w:bCs/>
      <w:kern w:val="28"/>
      <w:sz w:val="32"/>
      <w:szCs w:val="32"/>
      <w:lang w:val="en-GB" w:eastAsia="en-GB"/>
    </w:rPr>
  </w:style>
  <w:style w:type="paragraph" w:styleId="Revisjon">
    <w:name w:val="Revision"/>
    <w:hidden/>
    <w:uiPriority w:val="99"/>
    <w:semiHidden/>
    <w:rsid w:val="00CD7D06"/>
    <w:pPr>
      <w:spacing w:after="0" w:line="240" w:lineRule="auto"/>
    </w:pPr>
    <w:rPr>
      <w:sz w:val="18"/>
      <w:lang w:val="en-GB"/>
    </w:rPr>
  </w:style>
  <w:style w:type="paragraph" w:customStyle="1" w:styleId="Referencetext">
    <w:name w:val="Reference text"/>
    <w:basedOn w:val="Normal"/>
    <w:autoRedefine/>
    <w:rsid w:val="00CD7D06"/>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verskrift6"/>
    <w:rsid w:val="00CD7D06"/>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CD7D06"/>
    <w:rPr>
      <w:b/>
      <w:color w:val="00558C"/>
      <w:sz w:val="28"/>
    </w:rPr>
  </w:style>
  <w:style w:type="character" w:customStyle="1" w:styleId="MRNChar">
    <w:name w:val="MRN Char"/>
    <w:basedOn w:val="Standardskriftforavsnitt"/>
    <w:link w:val="MRN"/>
    <w:rsid w:val="00CD7D06"/>
    <w:rPr>
      <w:b/>
      <w:color w:val="00558C"/>
      <w:sz w:val="28"/>
      <w:lang w:val="en-GB"/>
    </w:rPr>
  </w:style>
  <w:style w:type="paragraph" w:customStyle="1" w:styleId="Revokes">
    <w:name w:val="Revokes"/>
    <w:basedOn w:val="Documentdate"/>
    <w:link w:val="RevokesChar"/>
    <w:rsid w:val="00CD7D06"/>
    <w:rPr>
      <w:i/>
    </w:rPr>
  </w:style>
  <w:style w:type="character" w:customStyle="1" w:styleId="RevokesChar">
    <w:name w:val="Revokes Char"/>
    <w:basedOn w:val="Standardskriftforavsnitt"/>
    <w:link w:val="Revokes"/>
    <w:rsid w:val="00CD7D06"/>
    <w:rPr>
      <w:b/>
      <w:i/>
      <w:color w:val="00558C"/>
      <w:sz w:val="28"/>
      <w:lang w:val="en-GB"/>
    </w:rPr>
  </w:style>
  <w:style w:type="paragraph" w:customStyle="1" w:styleId="Referencelist">
    <w:name w:val="Reference list"/>
    <w:basedOn w:val="Normal"/>
    <w:qFormat/>
    <w:rsid w:val="00CF10E3"/>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Brdtekst"/>
    <w:next w:val="Brdtekst"/>
    <w:link w:val="EquationnumberChar"/>
    <w:qFormat/>
    <w:rsid w:val="00835EA0"/>
    <w:pPr>
      <w:spacing w:before="60"/>
      <w:ind w:left="360" w:hanging="360"/>
      <w:jc w:val="right"/>
    </w:pPr>
  </w:style>
  <w:style w:type="character" w:customStyle="1" w:styleId="EquationnumberChar">
    <w:name w:val="Equation number Char"/>
    <w:basedOn w:val="BrdtekstTegn"/>
    <w:link w:val="Equationnumber"/>
    <w:rsid w:val="00835EA0"/>
    <w:rPr>
      <w:lang w:val="en-GB"/>
    </w:rPr>
  </w:style>
  <w:style w:type="paragraph" w:customStyle="1" w:styleId="Furtherreading">
    <w:name w:val="Further reading"/>
    <w:basedOn w:val="Brdtekst"/>
    <w:link w:val="FurtherreadingChar"/>
    <w:qFormat/>
    <w:rsid w:val="00CD7D06"/>
    <w:pPr>
      <w:numPr>
        <w:numId w:val="12"/>
      </w:numPr>
      <w:spacing w:before="60"/>
    </w:pPr>
  </w:style>
  <w:style w:type="character" w:customStyle="1" w:styleId="FurtherreadingChar">
    <w:name w:val="Further reading Char"/>
    <w:basedOn w:val="BrdtekstTegn"/>
    <w:link w:val="Furtherreading"/>
    <w:rsid w:val="00CD7D06"/>
    <w:rPr>
      <w:lang w:val="en-GB"/>
    </w:rPr>
  </w:style>
  <w:style w:type="paragraph" w:customStyle="1" w:styleId="Documentrevisiontabletitle">
    <w:name w:val="Document revision table title"/>
    <w:basedOn w:val="Normal"/>
    <w:rsid w:val="00CD7D06"/>
    <w:pPr>
      <w:spacing w:before="60" w:after="60"/>
      <w:ind w:left="113" w:right="113"/>
    </w:pPr>
    <w:rPr>
      <w:b/>
      <w:color w:val="00558C"/>
      <w:sz w:val="20"/>
    </w:rPr>
  </w:style>
  <w:style w:type="paragraph" w:customStyle="1" w:styleId="AnnexFigureCaption">
    <w:name w:val="Annex Figure Caption"/>
    <w:basedOn w:val="Brdtekst"/>
    <w:link w:val="AnnexFigureCaptionChar"/>
    <w:qFormat/>
    <w:rsid w:val="00CD7D06"/>
    <w:pPr>
      <w:numPr>
        <w:numId w:val="43"/>
      </w:numPr>
      <w:jc w:val="center"/>
    </w:pPr>
    <w:rPr>
      <w:i/>
      <w:color w:val="00558C"/>
      <w:lang w:eastAsia="en-GB"/>
    </w:rPr>
  </w:style>
  <w:style w:type="character" w:customStyle="1" w:styleId="AnnexFigureCaptionChar">
    <w:name w:val="Annex Figure Caption Char"/>
    <w:basedOn w:val="BrdtekstTegn"/>
    <w:link w:val="AnnexFigureCaption"/>
    <w:rsid w:val="00CD7D06"/>
    <w:rPr>
      <w:i/>
      <w:color w:val="00558C"/>
      <w:lang w:val="en-GB" w:eastAsia="en-GB"/>
    </w:rPr>
  </w:style>
  <w:style w:type="paragraph" w:customStyle="1" w:styleId="Annex">
    <w:name w:val="Annex"/>
    <w:next w:val="Brdtekst"/>
    <w:link w:val="AnnexChar"/>
    <w:qFormat/>
    <w:rsid w:val="00CD7D06"/>
    <w:pPr>
      <w:numPr>
        <w:numId w:val="2"/>
      </w:numPr>
      <w:spacing w:after="360"/>
    </w:pPr>
    <w:rPr>
      <w:b/>
      <w:caps/>
      <w:color w:val="00558C"/>
      <w:sz w:val="28"/>
      <w:lang w:val="en-GB"/>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qFormat/>
    <w:rsid w:val="00CD7D06"/>
    <w:pPr>
      <w:numPr>
        <w:numId w:val="10"/>
      </w:numPr>
      <w:spacing w:before="120" w:after="60" w:line="240" w:lineRule="auto"/>
      <w:jc w:val="both"/>
    </w:pPr>
    <w:rPr>
      <w:rFonts w:eastAsia="Times New Roman" w:cs="Times New Roman"/>
      <w:sz w:val="22"/>
      <w:szCs w:val="20"/>
    </w:rPr>
  </w:style>
  <w:style w:type="paragraph" w:styleId="Listeavsnitt">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UnresolvedMention1">
    <w:name w:val="Unresolved Mention1"/>
    <w:basedOn w:val="Standardskriftforavsnitt"/>
    <w:uiPriority w:val="99"/>
    <w:semiHidden/>
    <w:unhideWhenUsed/>
    <w:rsid w:val="004E0DBB"/>
    <w:rPr>
      <w:color w:val="605E5C"/>
      <w:shd w:val="clear" w:color="auto" w:fill="E1DFDD"/>
    </w:rPr>
  </w:style>
  <w:style w:type="table" w:customStyle="1" w:styleId="Table">
    <w:name w:val="Table"/>
    <w:basedOn w:val="Vanligtabel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 w:type="character" w:customStyle="1" w:styleId="AnnexChar">
    <w:name w:val="Annex Char"/>
    <w:basedOn w:val="Standardskriftforavsnitt"/>
    <w:link w:val="Annex"/>
    <w:rsid w:val="00CD7D06"/>
    <w:rPr>
      <w:b/>
      <w:caps/>
      <w:color w:val="00558C"/>
      <w:sz w:val="28"/>
      <w:lang w:val="en-GB"/>
    </w:rPr>
  </w:style>
  <w:style w:type="paragraph" w:customStyle="1" w:styleId="Appendix">
    <w:name w:val="Appendix"/>
    <w:next w:val="Brdtekst"/>
    <w:qFormat/>
    <w:rsid w:val="00CD7D06"/>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Equation">
    <w:name w:val="Equation"/>
    <w:basedOn w:val="Brdtekst"/>
    <w:next w:val="Brdtekst"/>
    <w:link w:val="EquationChar"/>
    <w:qFormat/>
    <w:rsid w:val="00CD7D06"/>
    <w:pPr>
      <w:numPr>
        <w:numId w:val="11"/>
      </w:numPr>
      <w:spacing w:before="60"/>
      <w:jc w:val="right"/>
    </w:pPr>
  </w:style>
  <w:style w:type="character" w:customStyle="1" w:styleId="EquationChar">
    <w:name w:val="Equation Char"/>
    <w:basedOn w:val="BrdtekstTegn"/>
    <w:link w:val="Equation"/>
    <w:rsid w:val="00CD7D06"/>
    <w:rPr>
      <w:lang w:val="en-GB"/>
    </w:rPr>
  </w:style>
  <w:style w:type="paragraph" w:styleId="Indeks1">
    <w:name w:val="index 1"/>
    <w:basedOn w:val="Normal"/>
    <w:next w:val="Normal"/>
    <w:autoRedefine/>
    <w:semiHidden/>
    <w:unhideWhenUsed/>
    <w:rsid w:val="00CD7D06"/>
    <w:pPr>
      <w:spacing w:line="240" w:lineRule="auto"/>
      <w:ind w:left="180" w:hanging="180"/>
    </w:pPr>
  </w:style>
  <w:style w:type="paragraph" w:customStyle="1" w:styleId="AppendixHead1">
    <w:name w:val="Appendix Head 1"/>
    <w:basedOn w:val="Normal"/>
    <w:next w:val="Heading1separationline"/>
    <w:qFormat/>
    <w:rsid w:val="00CD7D06"/>
    <w:pPr>
      <w:numPr>
        <w:ilvl w:val="1"/>
        <w:numId w:val="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rdtekst"/>
    <w:next w:val="Brdtekst"/>
    <w:link w:val="EmphasisParagraphChar"/>
    <w:rsid w:val="00CD7D06"/>
    <w:pPr>
      <w:ind w:left="425" w:right="709"/>
    </w:pPr>
    <w:rPr>
      <w:i/>
    </w:rPr>
  </w:style>
  <w:style w:type="character" w:customStyle="1" w:styleId="EmphasisParagraphChar">
    <w:name w:val="Emphasis Paragraph Char"/>
    <w:basedOn w:val="BrdtekstTegn"/>
    <w:link w:val="EmphasisParagraph"/>
    <w:rsid w:val="00CD7D06"/>
    <w:rPr>
      <w:i/>
      <w:lang w:val="en-GB"/>
    </w:rPr>
  </w:style>
  <w:style w:type="paragraph" w:customStyle="1" w:styleId="Quotationparagraph">
    <w:name w:val="Quotation paragraph"/>
    <w:basedOn w:val="Brdtekst"/>
    <w:link w:val="QuotationparagraphChar"/>
    <w:qFormat/>
    <w:rsid w:val="00CD7D06"/>
    <w:pPr>
      <w:suppressAutoHyphens/>
      <w:spacing w:before="120"/>
      <w:ind w:left="567" w:right="709"/>
    </w:pPr>
  </w:style>
  <w:style w:type="character" w:customStyle="1" w:styleId="QuotationparagraphChar">
    <w:name w:val="Quotation paragraph Char"/>
    <w:basedOn w:val="BrdtekstTegn"/>
    <w:link w:val="Quotationparagraph"/>
    <w:rsid w:val="00CD7D06"/>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theme" Target="theme/theme1.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D22F90E7-39D6-4810-8410-3FB65F7325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94A08CC4-BE4F-4135-BCB6-C5654B5AE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1</TotalTime>
  <Pages>9</Pages>
  <Words>2428</Words>
  <Characters>12872</Characters>
  <Application>Microsoft Office Word</Application>
  <DocSecurity>0</DocSecurity>
  <Lines>107</Lines>
  <Paragraphs>30</Paragraphs>
  <ScaleCrop>false</ScaleCrop>
  <HeadingPairs>
    <vt:vector size="6" baseType="variant">
      <vt:variant>
        <vt:lpstr>Tittel</vt:lpstr>
      </vt:variant>
      <vt:variant>
        <vt:i4>1</vt:i4>
      </vt:variant>
      <vt:variant>
        <vt:lpstr>Title</vt:lpstr>
      </vt:variant>
      <vt:variant>
        <vt:i4>1</vt:i4>
      </vt:variant>
      <vt:variant>
        <vt:lpstr>Titre</vt:lpstr>
      </vt:variant>
      <vt:variant>
        <vt:i4>1</vt:i4>
      </vt:variant>
    </vt:vector>
  </HeadingPairs>
  <TitlesOfParts>
    <vt:vector size="3" baseType="lpstr">
      <vt:lpstr>IALA Guideline G1111-5</vt:lpstr>
      <vt:lpstr>IALA Guideline</vt:lpstr>
      <vt:lpstr>IALA Guideline 1115</vt:lpstr>
    </vt:vector>
  </TitlesOfParts>
  <Manager>IALA</Manager>
  <Company>IALA</Company>
  <LinksUpToDate>false</LinksUpToDate>
  <CharactersWithSpaces>15270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G1111-5</dc:title>
  <dc:subject>IALA</dc:subject>
  <dc:creator>IALA Secretariat</dc:creator>
  <cp:keywords>urn:mrn:iala:pub:g1111-5:ed1.0; VTS</cp:keywords>
  <dc:description/>
  <cp:lastModifiedBy>Richard Aase</cp:lastModifiedBy>
  <cp:revision>2</cp:revision>
  <cp:lastPrinted>2020-11-25T08:30:00Z</cp:lastPrinted>
  <dcterms:created xsi:type="dcterms:W3CDTF">2022-09-22T08:54:00Z</dcterms:created>
  <dcterms:modified xsi:type="dcterms:W3CDTF">2022-09-22T08:54:00Z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